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A11A36" w14:textId="77777777" w:rsidR="00723F9D" w:rsidRPr="00D07D0B" w:rsidRDefault="00000010" w:rsidP="0054073F">
      <w:pPr>
        <w:pStyle w:val="BodyParagraph"/>
      </w:pPr>
      <w:r>
        <w:rPr>
          <w:noProof/>
          <w:lang w:eastAsia="zh-CN"/>
        </w:rPr>
        <w:drawing>
          <wp:anchor distT="0" distB="0" distL="114300" distR="114300" simplePos="0" relativeHeight="251658240" behindDoc="0" locked="0" layoutInCell="1" allowOverlap="1" wp14:anchorId="40A11B79" wp14:editId="40A11B7A">
            <wp:simplePos x="0" y="0"/>
            <wp:positionH relativeFrom="column">
              <wp:posOffset>0</wp:posOffset>
            </wp:positionH>
            <wp:positionV relativeFrom="paragraph">
              <wp:posOffset>-5080</wp:posOffset>
            </wp:positionV>
            <wp:extent cx="1508760" cy="566420"/>
            <wp:effectExtent l="0" t="0" r="0" b="5080"/>
            <wp:wrapTopAndBottom/>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08760" cy="566420"/>
                    </a:xfrm>
                    <a:prstGeom prst="rect">
                      <a:avLst/>
                    </a:prstGeom>
                    <a:noFill/>
                    <a:ln>
                      <a:noFill/>
                    </a:ln>
                  </pic:spPr>
                </pic:pic>
              </a:graphicData>
            </a:graphic>
            <wp14:sizeRelH relativeFrom="page">
              <wp14:pctWidth>0</wp14:pctWidth>
            </wp14:sizeRelH>
            <wp14:sizeRelV relativeFrom="page">
              <wp14:pctHeight>0</wp14:pctHeight>
            </wp14:sizeRelV>
          </wp:anchor>
        </w:drawing>
      </w:r>
      <w:r w:rsidR="00253EFE" w:rsidRPr="00253EFE">
        <w:rPr>
          <w:noProof/>
          <w:szCs w:val="20"/>
        </w:rPr>
        <w:t xml:space="preserve"> </w:t>
      </w:r>
      <w:r>
        <w:rPr>
          <w:noProof/>
          <w:lang w:eastAsia="zh-CN"/>
        </w:rPr>
        <mc:AlternateContent>
          <mc:Choice Requires="wps">
            <w:drawing>
              <wp:anchor distT="0" distB="0" distL="114300" distR="114300" simplePos="0" relativeHeight="251657216" behindDoc="0" locked="0" layoutInCell="1" allowOverlap="1" wp14:anchorId="40A11B7B" wp14:editId="40A11B7C">
                <wp:simplePos x="0" y="0"/>
                <wp:positionH relativeFrom="column">
                  <wp:posOffset>5423535</wp:posOffset>
                </wp:positionH>
                <wp:positionV relativeFrom="paragraph">
                  <wp:posOffset>-168275</wp:posOffset>
                </wp:positionV>
                <wp:extent cx="914400" cy="228600"/>
                <wp:effectExtent l="0" t="0"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11B82" w14:textId="77777777" w:rsidR="00E41358" w:rsidRPr="00DE6891" w:rsidRDefault="00E41358" w:rsidP="00F27A9D">
                            <w:pPr>
                              <w:pStyle w:val="LanguageCode"/>
                            </w:pPr>
                            <w:r w:rsidRPr="00DE6891">
                              <w:t>ENGLISH (EN)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A11B7B" id="_x0000_t202" coordsize="21600,21600" o:spt="202" path="m,l,21600r21600,l21600,xe">
                <v:stroke joinstyle="miter"/>
                <v:path gradientshapeok="t" o:connecttype="rect"/>
              </v:shapetype>
              <v:shape id="Text Box 8" o:spid="_x0000_s1026" type="#_x0000_t202" style="position:absolute;margin-left:427.05pt;margin-top:-13.25pt;width:1in;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" filled="f" stroked="f">
                <v:textbox>
                  <w:txbxContent>
                    <w:p w14:paraId="40A11B82" w14:textId="77777777" w:rsidR="00E41358" w:rsidRPr="00DE6891" w:rsidRDefault="00E41358" w:rsidP="00F27A9D">
                      <w:pPr>
                        <w:pStyle w:val="LanguageCode"/>
                      </w:pPr>
                      <w:r w:rsidRPr="00DE6891">
                        <w:t>ENGLISH (EN)</w:t>
                      </w:r>
                    </w:p>
                  </w:txbxContent>
                </v:textbox>
              </v:shape>
            </w:pict>
          </mc:Fallback>
        </mc:AlternateContent>
      </w:r>
    </w:p>
    <w:p w14:paraId="40A11A37" w14:textId="77F82722" w:rsidR="00FC4BDA" w:rsidRPr="00100319" w:rsidRDefault="00CA4957" w:rsidP="00FC4BDA">
      <w:pPr>
        <w:pStyle w:val="1"/>
      </w:pPr>
      <w:r>
        <w:t xml:space="preserve">Global Grant Scholarship </w:t>
      </w:r>
      <w:r w:rsidR="00E41358">
        <w:t xml:space="preserve">CANDIDATE </w:t>
      </w:r>
      <w:r>
        <w:t>Application</w:t>
      </w:r>
    </w:p>
    <w:p w14:paraId="40A11A39" w14:textId="77777777" w:rsidR="00E41358" w:rsidRPr="00E41358" w:rsidRDefault="00E41358" w:rsidP="00E41358"/>
    <w:p w14:paraId="40A11A3A" w14:textId="77777777" w:rsidR="00723F9D" w:rsidRPr="00D07D0B" w:rsidRDefault="00CA4957" w:rsidP="00CA4957">
      <w:pPr>
        <w:pStyle w:val="3"/>
      </w:pPr>
      <w:r>
        <w:t>PERSONAL INFORMATION</w:t>
      </w:r>
    </w:p>
    <w:tbl>
      <w:tblPr>
        <w:tblStyle w:val="aa"/>
        <w:tblW w:w="0" w:type="auto"/>
        <w:tblLook w:val="04A0" w:firstRow="1" w:lastRow="0" w:firstColumn="1" w:lastColumn="0" w:noHBand="0" w:noVBand="1"/>
      </w:tblPr>
      <w:tblGrid>
        <w:gridCol w:w="1709"/>
        <w:gridCol w:w="2697"/>
        <w:gridCol w:w="1887"/>
        <w:gridCol w:w="3057"/>
      </w:tblGrid>
      <w:tr w:rsidR="00CA4957" w14:paraId="40A11A3D" w14:textId="77777777" w:rsidTr="00FF2732">
        <w:tc>
          <w:tcPr>
            <w:tcW w:w="1709" w:type="dxa"/>
          </w:tcPr>
          <w:p w14:paraId="40A11A3B" w14:textId="77777777" w:rsidR="00CA4957" w:rsidRDefault="00CA4957" w:rsidP="0054073F">
            <w:pPr>
              <w:pStyle w:val="BodyParagraph"/>
            </w:pPr>
            <w:r>
              <w:t>First name:</w:t>
            </w:r>
          </w:p>
        </w:tc>
        <w:sdt>
          <w:sdtPr>
            <w:id w:val="-1587211549"/>
            <w:placeholder>
              <w:docPart w:val="7D8ED091DCBA46E7841DCF4718BCE4AF"/>
            </w:placeholder>
            <w:showingPlcHdr/>
          </w:sdtPr>
          <w:sdtContent>
            <w:tc>
              <w:tcPr>
                <w:tcW w:w="7641" w:type="dxa"/>
                <w:gridSpan w:val="3"/>
              </w:tcPr>
              <w:p w14:paraId="40A11A3C" w14:textId="095D5B8F" w:rsidR="00CA4957" w:rsidRDefault="0054073F" w:rsidP="0054073F">
                <w:pPr>
                  <w:pStyle w:val="BodyParagraph"/>
                </w:pPr>
                <w:r w:rsidRPr="00732C75">
                  <w:rPr>
                    <w:rStyle w:val="ae"/>
                  </w:rPr>
                  <w:t>Click here to enter text.</w:t>
                </w:r>
              </w:p>
            </w:tc>
          </w:sdtContent>
        </w:sdt>
      </w:tr>
      <w:tr w:rsidR="0054073F" w14:paraId="40A11A40" w14:textId="77777777" w:rsidTr="00FF2732">
        <w:tc>
          <w:tcPr>
            <w:tcW w:w="1709" w:type="dxa"/>
          </w:tcPr>
          <w:p w14:paraId="40A11A3E" w14:textId="77777777" w:rsidR="0054073F" w:rsidRDefault="0054073F" w:rsidP="0054073F">
            <w:pPr>
              <w:pStyle w:val="BodyParagraph"/>
            </w:pPr>
            <w:r>
              <w:t>Family name:</w:t>
            </w:r>
          </w:p>
        </w:tc>
        <w:sdt>
          <w:sdtPr>
            <w:id w:val="2140299041"/>
            <w:placeholder>
              <w:docPart w:val="C3B790749D7A4E41B57172D58EA4F001"/>
            </w:placeholder>
            <w:showingPlcHdr/>
          </w:sdtPr>
          <w:sdtContent>
            <w:tc>
              <w:tcPr>
                <w:tcW w:w="7641" w:type="dxa"/>
                <w:gridSpan w:val="3"/>
              </w:tcPr>
              <w:p w14:paraId="40A11A3F" w14:textId="386AB4BA" w:rsidR="0054073F" w:rsidRDefault="0054073F" w:rsidP="0054073F">
                <w:pPr>
                  <w:pStyle w:val="BodyParagraph"/>
                </w:pPr>
                <w:r w:rsidRPr="00732C75">
                  <w:rPr>
                    <w:rStyle w:val="ae"/>
                  </w:rPr>
                  <w:t>Click here to enter text.</w:t>
                </w:r>
              </w:p>
            </w:tc>
          </w:sdtContent>
        </w:sdt>
      </w:tr>
      <w:tr w:rsidR="0054073F" w14:paraId="40A11A43" w14:textId="77777777" w:rsidTr="00FF2732">
        <w:tc>
          <w:tcPr>
            <w:tcW w:w="1709" w:type="dxa"/>
          </w:tcPr>
          <w:p w14:paraId="40A11A41" w14:textId="77777777" w:rsidR="0054073F" w:rsidRDefault="0054073F" w:rsidP="0054073F">
            <w:pPr>
              <w:pStyle w:val="BodyParagraph"/>
            </w:pPr>
            <w:r>
              <w:t>Citizenship:</w:t>
            </w:r>
          </w:p>
        </w:tc>
        <w:sdt>
          <w:sdtPr>
            <w:id w:val="-1600017381"/>
            <w:placeholder>
              <w:docPart w:val="4F9D22DABA6D4DBDB63AA05C87376C18"/>
            </w:placeholder>
            <w:showingPlcHdr/>
          </w:sdtPr>
          <w:sdtContent>
            <w:tc>
              <w:tcPr>
                <w:tcW w:w="7641" w:type="dxa"/>
                <w:gridSpan w:val="3"/>
              </w:tcPr>
              <w:p w14:paraId="40A11A42" w14:textId="44F70903" w:rsidR="0054073F" w:rsidRDefault="0054073F" w:rsidP="0054073F">
                <w:pPr>
                  <w:pStyle w:val="BodyParagraph"/>
                </w:pPr>
                <w:r w:rsidRPr="00732C75">
                  <w:rPr>
                    <w:rStyle w:val="ae"/>
                  </w:rPr>
                  <w:t>Click here to enter text.</w:t>
                </w:r>
              </w:p>
            </w:tc>
          </w:sdtContent>
        </w:sdt>
      </w:tr>
      <w:tr w:rsidR="0054073F" w14:paraId="40A11A46" w14:textId="77777777" w:rsidTr="00FF2732">
        <w:tc>
          <w:tcPr>
            <w:tcW w:w="1709" w:type="dxa"/>
          </w:tcPr>
          <w:p w14:paraId="40A11A44" w14:textId="77777777" w:rsidR="0054073F" w:rsidRDefault="0054073F" w:rsidP="0054073F">
            <w:pPr>
              <w:pStyle w:val="BodyParagraph"/>
            </w:pPr>
            <w:r>
              <w:t>Date of birth:</w:t>
            </w:r>
          </w:p>
        </w:tc>
        <w:sdt>
          <w:sdtPr>
            <w:id w:val="-254218037"/>
            <w:placeholder>
              <w:docPart w:val="77FD45F0FA0D4D30B96E81E3BD1E7633"/>
            </w:placeholder>
            <w:showingPlcHdr/>
          </w:sdtPr>
          <w:sdtContent>
            <w:tc>
              <w:tcPr>
                <w:tcW w:w="7641" w:type="dxa"/>
                <w:gridSpan w:val="3"/>
              </w:tcPr>
              <w:p w14:paraId="40A11A45" w14:textId="4A94741B" w:rsidR="0054073F" w:rsidRDefault="0054073F" w:rsidP="0054073F">
                <w:pPr>
                  <w:pStyle w:val="BodyParagraph"/>
                </w:pPr>
                <w:r w:rsidRPr="00732C75">
                  <w:rPr>
                    <w:rStyle w:val="ae"/>
                  </w:rPr>
                  <w:t>Click here to enter text.</w:t>
                </w:r>
              </w:p>
            </w:tc>
          </w:sdtContent>
        </w:sdt>
      </w:tr>
      <w:tr w:rsidR="0054073F" w14:paraId="40A11A49" w14:textId="77777777" w:rsidTr="0054073F">
        <w:tc>
          <w:tcPr>
            <w:tcW w:w="1709" w:type="dxa"/>
          </w:tcPr>
          <w:p w14:paraId="40A11A47" w14:textId="7ED006CD" w:rsidR="0054073F" w:rsidRDefault="0054073F" w:rsidP="0054073F">
            <w:pPr>
              <w:pStyle w:val="BodyParagraph"/>
            </w:pPr>
            <w:r>
              <w:t>Gender identity:</w:t>
            </w:r>
          </w:p>
        </w:tc>
        <w:tc>
          <w:tcPr>
            <w:tcW w:w="7641" w:type="dxa"/>
            <w:gridSpan w:val="3"/>
          </w:tcPr>
          <w:p w14:paraId="3C3AC40A" w14:textId="447F3FAA" w:rsidR="0054073F" w:rsidRDefault="00000000" w:rsidP="0054073F">
            <w:pPr>
              <w:pStyle w:val="BodyParagraph"/>
            </w:pPr>
            <w:sdt>
              <w:sdtPr>
                <w:id w:val="-586610172"/>
                <w14:checkbox>
                  <w14:checked w14:val="0"/>
                  <w14:checkedState w14:val="2612" w14:font="ＭＳ ゴシック"/>
                  <w14:uncheckedState w14:val="2610" w14:font="ＭＳ ゴシック"/>
                </w14:checkbox>
              </w:sdtPr>
              <w:sdtContent>
                <w:r w:rsidR="0054073F">
                  <w:rPr>
                    <w:rFonts w:ascii="ＭＳ ゴシック" w:eastAsia="ＭＳ ゴシック" w:hAnsi="ＭＳ ゴシック" w:hint="eastAsia"/>
                  </w:rPr>
                  <w:t>☐</w:t>
                </w:r>
              </w:sdtContent>
            </w:sdt>
            <w:r w:rsidR="0054073F">
              <w:t xml:space="preserve"> Female</w:t>
            </w:r>
          </w:p>
          <w:p w14:paraId="0E81D565" w14:textId="77777777" w:rsidR="0054073F" w:rsidRDefault="00000000" w:rsidP="0054073F">
            <w:pPr>
              <w:pStyle w:val="BodyParagraph"/>
            </w:pPr>
            <w:sdt>
              <w:sdtPr>
                <w:id w:val="1117340159"/>
                <w14:checkbox>
                  <w14:checked w14:val="1"/>
                  <w14:checkedState w14:val="2612" w14:font="ＭＳ ゴシック"/>
                  <w14:uncheckedState w14:val="2610" w14:font="ＭＳ ゴシック"/>
                </w14:checkbox>
              </w:sdtPr>
              <w:sdtContent>
                <w:r w:rsidR="0054073F">
                  <w:rPr>
                    <w:rFonts w:ascii="ＭＳ ゴシック" w:eastAsia="ＭＳ ゴシック" w:hint="eastAsia"/>
                  </w:rPr>
                  <w:t>☐</w:t>
                </w:r>
              </w:sdtContent>
            </w:sdt>
            <w:r w:rsidR="0054073F">
              <w:t xml:space="preserve"> Male</w:t>
            </w:r>
          </w:p>
          <w:p w14:paraId="7A8B69CD" w14:textId="7EF69A7A" w:rsidR="0054073F" w:rsidRDefault="00000000" w:rsidP="0054073F">
            <w:pPr>
              <w:pStyle w:val="BodyParagraph"/>
            </w:pPr>
            <w:sdt>
              <w:sdtPr>
                <w:id w:val="-954173802"/>
                <w14:checkbox>
                  <w14:checked w14:val="0"/>
                  <w14:checkedState w14:val="2612" w14:font="ＭＳ ゴシック"/>
                  <w14:uncheckedState w14:val="2610" w14:font="ＭＳ ゴシック"/>
                </w14:checkbox>
              </w:sdtPr>
              <w:sdtContent>
                <w:r w:rsidR="0054073F">
                  <w:rPr>
                    <w:rFonts w:ascii="ＭＳ ゴシック" w:eastAsia="ＭＳ ゴシック" w:hAnsi="ＭＳ ゴシック" w:hint="eastAsia"/>
                  </w:rPr>
                  <w:t>☐</w:t>
                </w:r>
              </w:sdtContent>
            </w:sdt>
            <w:r w:rsidR="0054073F">
              <w:t xml:space="preserve"> Non-binary/third gender</w:t>
            </w:r>
          </w:p>
          <w:p w14:paraId="21C14E54" w14:textId="1D6469BA" w:rsidR="0054073F" w:rsidRDefault="00000000" w:rsidP="0054073F">
            <w:pPr>
              <w:pStyle w:val="BodyParagraph"/>
            </w:pPr>
            <w:sdt>
              <w:sdtPr>
                <w:id w:val="-155763760"/>
                <w14:checkbox>
                  <w14:checked w14:val="0"/>
                  <w14:checkedState w14:val="2612" w14:font="ＭＳ ゴシック"/>
                  <w14:uncheckedState w14:val="2610" w14:font="ＭＳ ゴシック"/>
                </w14:checkbox>
              </w:sdtPr>
              <w:sdtContent>
                <w:r w:rsidR="0054073F">
                  <w:rPr>
                    <w:rFonts w:ascii="ＭＳ ゴシック" w:eastAsia="ＭＳ ゴシック" w:hAnsi="ＭＳ ゴシック" w:hint="eastAsia"/>
                  </w:rPr>
                  <w:t>☐</w:t>
                </w:r>
              </w:sdtContent>
            </w:sdt>
            <w:r w:rsidR="0054073F">
              <w:t xml:space="preserve"> Prefer to self-describe</w:t>
            </w:r>
          </w:p>
          <w:p w14:paraId="40A11A48" w14:textId="3EEA2E6E" w:rsidR="0054073F" w:rsidRDefault="00000000" w:rsidP="0054073F">
            <w:pPr>
              <w:pStyle w:val="BodyParagraph"/>
            </w:pPr>
            <w:sdt>
              <w:sdtPr>
                <w:id w:val="-2142027195"/>
                <w14:checkbox>
                  <w14:checked w14:val="0"/>
                  <w14:checkedState w14:val="2612" w14:font="ＭＳ ゴシック"/>
                  <w14:uncheckedState w14:val="2610" w14:font="ＭＳ ゴシック"/>
                </w14:checkbox>
              </w:sdtPr>
              <w:sdtContent>
                <w:r w:rsidR="0054073F">
                  <w:rPr>
                    <w:rFonts w:ascii="ＭＳ ゴシック" w:eastAsia="ＭＳ ゴシック" w:hAnsi="ＭＳ ゴシック" w:hint="eastAsia"/>
                  </w:rPr>
                  <w:t>☐</w:t>
                </w:r>
              </w:sdtContent>
            </w:sdt>
            <w:r w:rsidR="0054073F">
              <w:t xml:space="preserve"> Prefer not to say</w:t>
            </w:r>
            <w:r w:rsidR="0054073F">
              <w:tab/>
            </w:r>
          </w:p>
        </w:tc>
      </w:tr>
      <w:tr w:rsidR="0054073F" w14:paraId="1559D843" w14:textId="77777777" w:rsidTr="0054073F">
        <w:tc>
          <w:tcPr>
            <w:tcW w:w="1709" w:type="dxa"/>
          </w:tcPr>
          <w:p w14:paraId="3DF2C96B" w14:textId="44007705" w:rsidR="0054073F" w:rsidRDefault="0054073F" w:rsidP="0054073F">
            <w:pPr>
              <w:pStyle w:val="BodyParagraph"/>
            </w:pPr>
            <w:r>
              <w:t>Pronouns:</w:t>
            </w:r>
          </w:p>
        </w:tc>
        <w:tc>
          <w:tcPr>
            <w:tcW w:w="7641" w:type="dxa"/>
            <w:gridSpan w:val="3"/>
          </w:tcPr>
          <w:p w14:paraId="77E2A832" w14:textId="2B432472" w:rsidR="0054073F" w:rsidRDefault="00000000" w:rsidP="0054073F">
            <w:pPr>
              <w:pStyle w:val="BodyParagraph"/>
              <w:rPr>
                <w:rFonts w:eastAsia="ＭＳ ゴシック"/>
              </w:rPr>
            </w:pPr>
            <w:sdt>
              <w:sdtPr>
                <w:rPr>
                  <w:rFonts w:eastAsia="ＭＳ ゴシック" w:hint="eastAsia"/>
                </w:rPr>
                <w:id w:val="-291518790"/>
                <w14:checkbox>
                  <w14:checked w14:val="0"/>
                  <w14:checkedState w14:val="2612" w14:font="ＭＳ ゴシック"/>
                  <w14:uncheckedState w14:val="2610" w14:font="ＭＳ ゴシック"/>
                </w14:checkbox>
              </w:sdtPr>
              <w:sdtContent>
                <w:r w:rsidR="0054073F">
                  <w:rPr>
                    <w:rFonts w:ascii="ＭＳ ゴシック" w:eastAsia="ＭＳ ゴシック" w:hAnsi="ＭＳ ゴシック" w:hint="eastAsia"/>
                  </w:rPr>
                  <w:t>☐</w:t>
                </w:r>
              </w:sdtContent>
            </w:sdt>
            <w:r w:rsidR="0054073F">
              <w:rPr>
                <w:rFonts w:eastAsia="ＭＳ ゴシック"/>
              </w:rPr>
              <w:t xml:space="preserve"> She/her/hers</w:t>
            </w:r>
          </w:p>
          <w:p w14:paraId="7DC5F5B7" w14:textId="05E6B992" w:rsidR="0054073F" w:rsidRDefault="00000000" w:rsidP="0054073F">
            <w:pPr>
              <w:pStyle w:val="BodyParagraph"/>
              <w:rPr>
                <w:rFonts w:eastAsia="ＭＳ ゴシック"/>
              </w:rPr>
            </w:pPr>
            <w:sdt>
              <w:sdtPr>
                <w:rPr>
                  <w:rFonts w:eastAsia="ＭＳ ゴシック"/>
                </w:rPr>
                <w:id w:val="-837999078"/>
                <w14:checkbox>
                  <w14:checked w14:val="0"/>
                  <w14:checkedState w14:val="2612" w14:font="ＭＳ ゴシック"/>
                  <w14:uncheckedState w14:val="2610" w14:font="ＭＳ ゴシック"/>
                </w14:checkbox>
              </w:sdtPr>
              <w:sdtContent>
                <w:r w:rsidR="0054073F">
                  <w:rPr>
                    <w:rFonts w:ascii="ＭＳ ゴシック" w:eastAsia="ＭＳ ゴシック" w:hAnsi="ＭＳ ゴシック" w:hint="eastAsia"/>
                  </w:rPr>
                  <w:t>☐</w:t>
                </w:r>
              </w:sdtContent>
            </w:sdt>
            <w:r w:rsidR="0054073F">
              <w:rPr>
                <w:rFonts w:eastAsia="ＭＳ ゴシック"/>
              </w:rPr>
              <w:t xml:space="preserve"> He/him/his</w:t>
            </w:r>
          </w:p>
          <w:p w14:paraId="3C68F576" w14:textId="40533E65" w:rsidR="0054073F" w:rsidRDefault="00000000" w:rsidP="0054073F">
            <w:pPr>
              <w:pStyle w:val="BodyParagraph"/>
              <w:rPr>
                <w:rFonts w:eastAsia="ＭＳ ゴシック"/>
              </w:rPr>
            </w:pPr>
            <w:sdt>
              <w:sdtPr>
                <w:rPr>
                  <w:rFonts w:eastAsia="ＭＳ ゴシック"/>
                </w:rPr>
                <w:id w:val="-731463649"/>
                <w14:checkbox>
                  <w14:checked w14:val="0"/>
                  <w14:checkedState w14:val="2612" w14:font="ＭＳ ゴシック"/>
                  <w14:uncheckedState w14:val="2610" w14:font="ＭＳ ゴシック"/>
                </w14:checkbox>
              </w:sdtPr>
              <w:sdtContent>
                <w:r w:rsidR="0054073F">
                  <w:rPr>
                    <w:rFonts w:ascii="ＭＳ ゴシック" w:eastAsia="ＭＳ ゴシック" w:hAnsi="ＭＳ ゴシック" w:hint="eastAsia"/>
                  </w:rPr>
                  <w:t>☐</w:t>
                </w:r>
              </w:sdtContent>
            </w:sdt>
            <w:r w:rsidR="0054073F">
              <w:rPr>
                <w:rFonts w:eastAsia="ＭＳ ゴシック"/>
              </w:rPr>
              <w:t xml:space="preserve"> They/them/theirs</w:t>
            </w:r>
          </w:p>
          <w:p w14:paraId="712BC202" w14:textId="36B3FB2F" w:rsidR="0054073F" w:rsidRDefault="00000000" w:rsidP="0054073F">
            <w:pPr>
              <w:pStyle w:val="BodyParagraph"/>
              <w:rPr>
                <w:rFonts w:eastAsia="ＭＳ ゴシック"/>
              </w:rPr>
            </w:pPr>
            <w:sdt>
              <w:sdtPr>
                <w:rPr>
                  <w:rFonts w:eastAsia="ＭＳ ゴシック"/>
                </w:rPr>
                <w:id w:val="-754519487"/>
                <w14:checkbox>
                  <w14:checked w14:val="0"/>
                  <w14:checkedState w14:val="2612" w14:font="ＭＳ ゴシック"/>
                  <w14:uncheckedState w14:val="2610" w14:font="ＭＳ ゴシック"/>
                </w14:checkbox>
              </w:sdtPr>
              <w:sdtContent>
                <w:r w:rsidR="0054073F">
                  <w:rPr>
                    <w:rFonts w:ascii="ＭＳ ゴシック" w:eastAsia="ＭＳ ゴシック" w:hAnsi="ＭＳ ゴシック" w:hint="eastAsia"/>
                  </w:rPr>
                  <w:t>☐</w:t>
                </w:r>
              </w:sdtContent>
            </w:sdt>
            <w:r w:rsidR="0054073F">
              <w:rPr>
                <w:rFonts w:eastAsia="ＭＳ ゴシック"/>
              </w:rPr>
              <w:t xml:space="preserve"> Ze/hir/hirs</w:t>
            </w:r>
          </w:p>
          <w:p w14:paraId="409591B0" w14:textId="199B15D2" w:rsidR="0054073F" w:rsidRDefault="00000000" w:rsidP="0054073F">
            <w:pPr>
              <w:pStyle w:val="BodyParagraph"/>
              <w:rPr>
                <w:rFonts w:eastAsia="ＭＳ ゴシック"/>
              </w:rPr>
            </w:pPr>
            <w:sdt>
              <w:sdtPr>
                <w:rPr>
                  <w:rFonts w:eastAsia="ＭＳ ゴシック"/>
                </w:rPr>
                <w:id w:val="1725333000"/>
                <w14:checkbox>
                  <w14:checked w14:val="0"/>
                  <w14:checkedState w14:val="2612" w14:font="ＭＳ ゴシック"/>
                  <w14:uncheckedState w14:val="2610" w14:font="ＭＳ ゴシック"/>
                </w14:checkbox>
              </w:sdtPr>
              <w:sdtContent>
                <w:r w:rsidR="0054073F">
                  <w:rPr>
                    <w:rFonts w:ascii="ＭＳ ゴシック" w:eastAsia="ＭＳ ゴシック" w:hAnsi="ＭＳ ゴシック" w:hint="eastAsia"/>
                  </w:rPr>
                  <w:t>☐</w:t>
                </w:r>
              </w:sdtContent>
            </w:sdt>
            <w:r w:rsidR="0054073F">
              <w:rPr>
                <w:rFonts w:eastAsia="ＭＳ ゴシック"/>
              </w:rPr>
              <w:t xml:space="preserve"> My pronouns are not listed</w:t>
            </w:r>
          </w:p>
          <w:p w14:paraId="2625DB46" w14:textId="3E48D04B" w:rsidR="0054073F" w:rsidRDefault="00000000" w:rsidP="0054073F">
            <w:pPr>
              <w:pStyle w:val="BodyParagraph"/>
              <w:rPr>
                <w:rFonts w:eastAsia="ＭＳ ゴシック"/>
              </w:rPr>
            </w:pPr>
            <w:sdt>
              <w:sdtPr>
                <w:rPr>
                  <w:rFonts w:eastAsia="ＭＳ ゴシック"/>
                </w:rPr>
                <w:id w:val="-664866828"/>
                <w14:checkbox>
                  <w14:checked w14:val="0"/>
                  <w14:checkedState w14:val="2612" w14:font="ＭＳ ゴシック"/>
                  <w14:uncheckedState w14:val="2610" w14:font="ＭＳ ゴシック"/>
                </w14:checkbox>
              </w:sdtPr>
              <w:sdtContent>
                <w:r w:rsidR="0054073F">
                  <w:rPr>
                    <w:rFonts w:ascii="ＭＳ ゴシック" w:eastAsia="ＭＳ ゴシック" w:hAnsi="ＭＳ ゴシック" w:hint="eastAsia"/>
                  </w:rPr>
                  <w:t>☐</w:t>
                </w:r>
              </w:sdtContent>
            </w:sdt>
            <w:r w:rsidR="0054073F">
              <w:rPr>
                <w:rFonts w:eastAsia="ＭＳ ゴシック"/>
              </w:rPr>
              <w:t xml:space="preserve"> I prefer not to respond</w:t>
            </w:r>
          </w:p>
        </w:tc>
      </w:tr>
      <w:tr w:rsidR="0054073F" w14:paraId="3A8F23B3" w14:textId="77777777" w:rsidTr="0054073F">
        <w:tc>
          <w:tcPr>
            <w:tcW w:w="4406" w:type="dxa"/>
            <w:gridSpan w:val="2"/>
          </w:tcPr>
          <w:p w14:paraId="7F0D60B7" w14:textId="6C65AE1B" w:rsidR="0054073F" w:rsidRDefault="0054073F" w:rsidP="0054073F">
            <w:pPr>
              <w:pStyle w:val="BodyParagraph"/>
            </w:pPr>
            <w:r>
              <w:t>Are you currently a member of a Rotaract club?</w:t>
            </w:r>
          </w:p>
        </w:tc>
        <w:tc>
          <w:tcPr>
            <w:tcW w:w="4944" w:type="dxa"/>
            <w:gridSpan w:val="2"/>
          </w:tcPr>
          <w:p w14:paraId="3F444EC8" w14:textId="160F1593" w:rsidR="0054073F" w:rsidRDefault="00000000" w:rsidP="0054073F">
            <w:pPr>
              <w:pStyle w:val="BodyParagraph"/>
              <w:rPr>
                <w:rFonts w:eastAsia="ＭＳ ゴシック"/>
              </w:rPr>
            </w:pPr>
            <w:sdt>
              <w:sdtPr>
                <w:rPr>
                  <w:rFonts w:eastAsia="ＭＳ ゴシック" w:hint="eastAsia"/>
                </w:rPr>
                <w:id w:val="-923496214"/>
                <w14:checkbox>
                  <w14:checked w14:val="0"/>
                  <w14:checkedState w14:val="2612" w14:font="ＭＳ ゴシック"/>
                  <w14:uncheckedState w14:val="2610" w14:font="ＭＳ ゴシック"/>
                </w14:checkbox>
              </w:sdtPr>
              <w:sdtContent>
                <w:r w:rsidR="0054073F">
                  <w:rPr>
                    <w:rFonts w:eastAsia="ＭＳ ゴシック" w:hint="eastAsia"/>
                  </w:rPr>
                  <w:t>☐</w:t>
                </w:r>
              </w:sdtContent>
            </w:sdt>
            <w:r w:rsidR="0054073F">
              <w:rPr>
                <w:rFonts w:eastAsia="ＭＳ ゴシック"/>
              </w:rPr>
              <w:t xml:space="preserve"> </w:t>
            </w:r>
            <w:r w:rsidR="0054073F" w:rsidRPr="0054073F">
              <w:rPr>
                <w:rFonts w:eastAsia="ＭＳ ゴシック"/>
              </w:rPr>
              <w:t>Yes</w:t>
            </w:r>
            <w:r w:rsidR="0054073F">
              <w:rPr>
                <w:rFonts w:eastAsia="ＭＳ ゴシック"/>
              </w:rPr>
              <w:t xml:space="preserve">  </w:t>
            </w:r>
            <w:sdt>
              <w:sdtPr>
                <w:rPr>
                  <w:rFonts w:eastAsia="ＭＳ ゴシック" w:hint="eastAsia"/>
                </w:rPr>
                <w:id w:val="2019338763"/>
                <w14:checkbox>
                  <w14:checked w14:val="0"/>
                  <w14:checkedState w14:val="2612" w14:font="ＭＳ ゴシック"/>
                  <w14:uncheckedState w14:val="2610" w14:font="ＭＳ ゴシック"/>
                </w14:checkbox>
              </w:sdtPr>
              <w:sdtContent>
                <w:r w:rsidR="0054073F">
                  <w:rPr>
                    <w:rFonts w:eastAsia="ＭＳ ゴシック" w:hint="eastAsia"/>
                  </w:rPr>
                  <w:t>☐</w:t>
                </w:r>
              </w:sdtContent>
            </w:sdt>
            <w:r w:rsidR="0054073F">
              <w:rPr>
                <w:rFonts w:eastAsia="ＭＳ ゴシック"/>
              </w:rPr>
              <w:t xml:space="preserve"> </w:t>
            </w:r>
            <w:r w:rsidR="0054073F" w:rsidRPr="0054073F">
              <w:rPr>
                <w:rFonts w:eastAsia="ＭＳ ゴシック"/>
              </w:rPr>
              <w:t>No</w:t>
            </w:r>
          </w:p>
        </w:tc>
      </w:tr>
      <w:tr w:rsidR="0054073F" w14:paraId="6DA3CEDC" w14:textId="77777777" w:rsidTr="0054073F">
        <w:tc>
          <w:tcPr>
            <w:tcW w:w="6293" w:type="dxa"/>
            <w:gridSpan w:val="3"/>
          </w:tcPr>
          <w:p w14:paraId="2535F8B2" w14:textId="6B4B05F4" w:rsidR="0054073F" w:rsidRDefault="0054073F" w:rsidP="0054073F">
            <w:pPr>
              <w:pStyle w:val="BodyParagraph"/>
            </w:pPr>
            <w:r w:rsidRPr="00FF093F">
              <w:t>Are you a Rotarian, an employee of a club, district, or other Rotary entity, and/or the spouse or lineal descendant of a Rotarian?</w:t>
            </w:r>
          </w:p>
        </w:tc>
        <w:tc>
          <w:tcPr>
            <w:tcW w:w="3057" w:type="dxa"/>
          </w:tcPr>
          <w:p w14:paraId="3E253C82" w14:textId="39CA19B8" w:rsidR="0054073F" w:rsidRDefault="00000000" w:rsidP="0054073F">
            <w:pPr>
              <w:pStyle w:val="BodyParagraph"/>
              <w:rPr>
                <w:rFonts w:eastAsia="ＭＳ ゴシック"/>
              </w:rPr>
            </w:pPr>
            <w:sdt>
              <w:sdtPr>
                <w:rPr>
                  <w:rFonts w:eastAsia="ＭＳ ゴシック" w:hint="eastAsia"/>
                </w:rPr>
                <w:id w:val="-2074721805"/>
                <w14:checkbox>
                  <w14:checked w14:val="0"/>
                  <w14:checkedState w14:val="2612" w14:font="ＭＳ ゴシック"/>
                  <w14:uncheckedState w14:val="2610" w14:font="ＭＳ ゴシック"/>
                </w14:checkbox>
              </w:sdtPr>
              <w:sdtContent>
                <w:r w:rsidR="0054073F">
                  <w:rPr>
                    <w:rFonts w:eastAsia="ＭＳ ゴシック" w:hint="eastAsia"/>
                  </w:rPr>
                  <w:t>☐</w:t>
                </w:r>
              </w:sdtContent>
            </w:sdt>
            <w:r w:rsidR="0054073F">
              <w:rPr>
                <w:rFonts w:eastAsia="ＭＳ ゴシック"/>
              </w:rPr>
              <w:t xml:space="preserve"> </w:t>
            </w:r>
            <w:r w:rsidR="0054073F" w:rsidRPr="00791F16">
              <w:rPr>
                <w:rFonts w:eastAsia="ＭＳ ゴシック"/>
              </w:rPr>
              <w:t>Yes</w:t>
            </w:r>
            <w:r w:rsidR="0054073F">
              <w:rPr>
                <w:rFonts w:eastAsia="ＭＳ ゴシック"/>
              </w:rPr>
              <w:t xml:space="preserve">  </w:t>
            </w:r>
            <w:sdt>
              <w:sdtPr>
                <w:rPr>
                  <w:rFonts w:eastAsia="ＭＳ ゴシック" w:hint="eastAsia"/>
                </w:rPr>
                <w:id w:val="1515493696"/>
                <w14:checkbox>
                  <w14:checked w14:val="0"/>
                  <w14:checkedState w14:val="2612" w14:font="ＭＳ ゴシック"/>
                  <w14:uncheckedState w14:val="2610" w14:font="ＭＳ ゴシック"/>
                </w14:checkbox>
              </w:sdtPr>
              <w:sdtContent>
                <w:r w:rsidR="0054073F">
                  <w:rPr>
                    <w:rFonts w:eastAsia="ＭＳ ゴシック" w:hint="eastAsia"/>
                  </w:rPr>
                  <w:t>☐</w:t>
                </w:r>
              </w:sdtContent>
            </w:sdt>
            <w:r w:rsidR="0054073F">
              <w:rPr>
                <w:rFonts w:eastAsia="ＭＳ ゴシック"/>
              </w:rPr>
              <w:t xml:space="preserve"> </w:t>
            </w:r>
            <w:r w:rsidR="0054073F" w:rsidRPr="00791F16">
              <w:rPr>
                <w:rFonts w:eastAsia="ＭＳ ゴシック"/>
              </w:rPr>
              <w:t>No</w:t>
            </w:r>
          </w:p>
          <w:p w14:paraId="22929D28" w14:textId="1978F29E" w:rsidR="0054073F" w:rsidRDefault="0054073F" w:rsidP="0054073F">
            <w:pPr>
              <w:pStyle w:val="BodyParagraph"/>
              <w:rPr>
                <w:rFonts w:eastAsia="ＭＳ ゴシック"/>
              </w:rPr>
            </w:pPr>
          </w:p>
        </w:tc>
      </w:tr>
    </w:tbl>
    <w:p w14:paraId="40A11A4A" w14:textId="77777777" w:rsidR="00CA4957" w:rsidRPr="00E41358" w:rsidRDefault="00CA4957" w:rsidP="00E41358"/>
    <w:p w14:paraId="40A11A4B" w14:textId="77777777" w:rsidR="00CA4957" w:rsidRPr="00D07D0B" w:rsidRDefault="00CA4957" w:rsidP="00CA4957">
      <w:pPr>
        <w:pStyle w:val="3"/>
      </w:pPr>
      <w:r>
        <w:t>CONTACT INFORMATION</w:t>
      </w:r>
    </w:p>
    <w:tbl>
      <w:tblPr>
        <w:tblStyle w:val="aa"/>
        <w:tblW w:w="0" w:type="auto"/>
        <w:tblLook w:val="04A0" w:firstRow="1" w:lastRow="0" w:firstColumn="1" w:lastColumn="0" w:noHBand="0" w:noVBand="1"/>
      </w:tblPr>
      <w:tblGrid>
        <w:gridCol w:w="2155"/>
        <w:gridCol w:w="7195"/>
      </w:tblGrid>
      <w:tr w:rsidR="0054073F" w14:paraId="40A11A4E" w14:textId="77777777" w:rsidTr="00FF2732">
        <w:tc>
          <w:tcPr>
            <w:tcW w:w="2155" w:type="dxa"/>
          </w:tcPr>
          <w:p w14:paraId="40A11A4C" w14:textId="77777777" w:rsidR="0054073F" w:rsidRDefault="0054073F" w:rsidP="0054073F">
            <w:pPr>
              <w:pStyle w:val="BodyParagraph"/>
            </w:pPr>
            <w:r>
              <w:t>Email address:</w:t>
            </w:r>
          </w:p>
        </w:tc>
        <w:sdt>
          <w:sdtPr>
            <w:id w:val="-1218743869"/>
            <w:placeholder>
              <w:docPart w:val="3D514165047C4148A46E82892646610E"/>
            </w:placeholder>
            <w:showingPlcHdr/>
          </w:sdtPr>
          <w:sdtContent>
            <w:tc>
              <w:tcPr>
                <w:tcW w:w="7195" w:type="dxa"/>
              </w:tcPr>
              <w:p w14:paraId="40A11A4D" w14:textId="0789B914" w:rsidR="0054073F" w:rsidRDefault="0054073F" w:rsidP="0054073F">
                <w:pPr>
                  <w:pStyle w:val="BodyParagraph"/>
                </w:pPr>
                <w:r w:rsidRPr="00732C75">
                  <w:rPr>
                    <w:rStyle w:val="ae"/>
                  </w:rPr>
                  <w:t>Click here to enter text.</w:t>
                </w:r>
              </w:p>
            </w:tc>
          </w:sdtContent>
        </w:sdt>
      </w:tr>
      <w:tr w:rsidR="0054073F" w14:paraId="40A11A51" w14:textId="77777777" w:rsidTr="00FF2732">
        <w:tc>
          <w:tcPr>
            <w:tcW w:w="2155" w:type="dxa"/>
          </w:tcPr>
          <w:p w14:paraId="40A11A4F" w14:textId="77777777" w:rsidR="0054073F" w:rsidRDefault="0054073F" w:rsidP="0054073F">
            <w:pPr>
              <w:pStyle w:val="BodyParagraph"/>
            </w:pPr>
            <w:r>
              <w:t>Street address or P.O. Box:</w:t>
            </w:r>
          </w:p>
        </w:tc>
        <w:sdt>
          <w:sdtPr>
            <w:id w:val="-1782255090"/>
            <w:placeholder>
              <w:docPart w:val="3F70948CDAE84D56B04B5435E5B5EF86"/>
            </w:placeholder>
            <w:showingPlcHdr/>
          </w:sdtPr>
          <w:sdtContent>
            <w:tc>
              <w:tcPr>
                <w:tcW w:w="7195" w:type="dxa"/>
              </w:tcPr>
              <w:p w14:paraId="40A11A50" w14:textId="782023A6" w:rsidR="0054073F" w:rsidRDefault="0054073F" w:rsidP="0054073F">
                <w:pPr>
                  <w:pStyle w:val="BodyParagraph"/>
                </w:pPr>
                <w:r w:rsidRPr="00732C75">
                  <w:rPr>
                    <w:rStyle w:val="ae"/>
                  </w:rPr>
                  <w:t>Click here to enter text.</w:t>
                </w:r>
              </w:p>
            </w:tc>
          </w:sdtContent>
        </w:sdt>
      </w:tr>
      <w:tr w:rsidR="0054073F" w14:paraId="40A11A54" w14:textId="77777777" w:rsidTr="00FF2732">
        <w:tc>
          <w:tcPr>
            <w:tcW w:w="2155" w:type="dxa"/>
          </w:tcPr>
          <w:p w14:paraId="40A11A52" w14:textId="77777777" w:rsidR="0054073F" w:rsidRDefault="0054073F" w:rsidP="0054073F">
            <w:pPr>
              <w:pStyle w:val="BodyParagraph"/>
            </w:pPr>
            <w:r>
              <w:lastRenderedPageBreak/>
              <w:t>City:</w:t>
            </w:r>
          </w:p>
        </w:tc>
        <w:sdt>
          <w:sdtPr>
            <w:id w:val="-505512293"/>
            <w:placeholder>
              <w:docPart w:val="C85D42694CD44E42890FA99D1AEC11D2"/>
            </w:placeholder>
            <w:showingPlcHdr/>
          </w:sdtPr>
          <w:sdtContent>
            <w:tc>
              <w:tcPr>
                <w:tcW w:w="7195" w:type="dxa"/>
              </w:tcPr>
              <w:p w14:paraId="40A11A53" w14:textId="6D24394C" w:rsidR="0054073F" w:rsidRDefault="0054073F" w:rsidP="0054073F">
                <w:pPr>
                  <w:pStyle w:val="BodyParagraph"/>
                </w:pPr>
                <w:r w:rsidRPr="00732C75">
                  <w:rPr>
                    <w:rStyle w:val="ae"/>
                  </w:rPr>
                  <w:t>Click here to enter text.</w:t>
                </w:r>
              </w:p>
            </w:tc>
          </w:sdtContent>
        </w:sdt>
      </w:tr>
      <w:tr w:rsidR="0054073F" w14:paraId="00176C02" w14:textId="77777777" w:rsidTr="00FF2732">
        <w:tc>
          <w:tcPr>
            <w:tcW w:w="2155" w:type="dxa"/>
          </w:tcPr>
          <w:p w14:paraId="5FA7079C" w14:textId="15A7B0A2" w:rsidR="0054073F" w:rsidRDefault="0054073F" w:rsidP="0054073F">
            <w:pPr>
              <w:pStyle w:val="BodyParagraph"/>
            </w:pPr>
            <w:r>
              <w:t>State:</w:t>
            </w:r>
          </w:p>
        </w:tc>
        <w:sdt>
          <w:sdtPr>
            <w:id w:val="765814550"/>
            <w:placeholder>
              <w:docPart w:val="4CF1968EF11F4CC0B38595E0BA4FBF11"/>
            </w:placeholder>
            <w:showingPlcHdr/>
          </w:sdtPr>
          <w:sdtContent>
            <w:tc>
              <w:tcPr>
                <w:tcW w:w="7195" w:type="dxa"/>
              </w:tcPr>
              <w:p w14:paraId="25DBE61B" w14:textId="5E3BA7D3" w:rsidR="0054073F" w:rsidRDefault="0054073F" w:rsidP="0054073F">
                <w:pPr>
                  <w:pStyle w:val="BodyParagraph"/>
                </w:pPr>
                <w:r w:rsidRPr="00732C75">
                  <w:rPr>
                    <w:rStyle w:val="ae"/>
                  </w:rPr>
                  <w:t>Click here to enter text.</w:t>
                </w:r>
              </w:p>
            </w:tc>
          </w:sdtContent>
        </w:sdt>
      </w:tr>
      <w:tr w:rsidR="0054073F" w14:paraId="40A11A57" w14:textId="77777777" w:rsidTr="00FF2732">
        <w:tc>
          <w:tcPr>
            <w:tcW w:w="2155" w:type="dxa"/>
          </w:tcPr>
          <w:p w14:paraId="40A11A55" w14:textId="77777777" w:rsidR="0054073F" w:rsidRDefault="0054073F" w:rsidP="0054073F">
            <w:pPr>
              <w:pStyle w:val="BodyParagraph"/>
            </w:pPr>
            <w:r>
              <w:t>Postal code:</w:t>
            </w:r>
          </w:p>
        </w:tc>
        <w:sdt>
          <w:sdtPr>
            <w:id w:val="-567806618"/>
            <w:placeholder>
              <w:docPart w:val="ED8EFD2BCD364C0486E98DC15C75FBED"/>
            </w:placeholder>
            <w:showingPlcHdr/>
          </w:sdtPr>
          <w:sdtContent>
            <w:tc>
              <w:tcPr>
                <w:tcW w:w="7195" w:type="dxa"/>
              </w:tcPr>
              <w:p w14:paraId="40A11A56" w14:textId="7EC86549" w:rsidR="0054073F" w:rsidRDefault="0054073F" w:rsidP="0054073F">
                <w:pPr>
                  <w:pStyle w:val="BodyParagraph"/>
                </w:pPr>
                <w:r w:rsidRPr="00732C75">
                  <w:rPr>
                    <w:rStyle w:val="ae"/>
                  </w:rPr>
                  <w:t>Click here to enter text.</w:t>
                </w:r>
              </w:p>
            </w:tc>
          </w:sdtContent>
        </w:sdt>
      </w:tr>
      <w:tr w:rsidR="0054073F" w14:paraId="40A11A5A" w14:textId="77777777" w:rsidTr="00FF2732">
        <w:tc>
          <w:tcPr>
            <w:tcW w:w="2155" w:type="dxa"/>
          </w:tcPr>
          <w:p w14:paraId="40A11A58" w14:textId="77777777" w:rsidR="0054073F" w:rsidRDefault="0054073F" w:rsidP="0054073F">
            <w:pPr>
              <w:pStyle w:val="BodyParagraph"/>
            </w:pPr>
            <w:r>
              <w:t>Country:</w:t>
            </w:r>
          </w:p>
        </w:tc>
        <w:sdt>
          <w:sdtPr>
            <w:id w:val="-1600410214"/>
            <w:placeholder>
              <w:docPart w:val="A418937993384D7993E67569882DEAEC"/>
            </w:placeholder>
            <w:showingPlcHdr/>
          </w:sdtPr>
          <w:sdtContent>
            <w:tc>
              <w:tcPr>
                <w:tcW w:w="7195" w:type="dxa"/>
              </w:tcPr>
              <w:p w14:paraId="40A11A59" w14:textId="3B743658" w:rsidR="0054073F" w:rsidRDefault="0054073F" w:rsidP="0054073F">
                <w:pPr>
                  <w:pStyle w:val="BodyParagraph"/>
                </w:pPr>
                <w:r w:rsidRPr="00732C75">
                  <w:rPr>
                    <w:rStyle w:val="ae"/>
                  </w:rPr>
                  <w:t>Click here to enter text.</w:t>
                </w:r>
              </w:p>
            </w:tc>
          </w:sdtContent>
        </w:sdt>
      </w:tr>
      <w:tr w:rsidR="0054073F" w14:paraId="40A11A5D" w14:textId="77777777" w:rsidTr="00FF2732">
        <w:tc>
          <w:tcPr>
            <w:tcW w:w="2155" w:type="dxa"/>
          </w:tcPr>
          <w:p w14:paraId="40A11A5B" w14:textId="77777777" w:rsidR="0054073F" w:rsidRDefault="0054073F" w:rsidP="0054073F">
            <w:pPr>
              <w:pStyle w:val="BodyParagraph"/>
            </w:pPr>
            <w:r>
              <w:t>Primary telephone:</w:t>
            </w:r>
          </w:p>
        </w:tc>
        <w:sdt>
          <w:sdtPr>
            <w:id w:val="-709114917"/>
            <w:placeholder>
              <w:docPart w:val="C68DAD5AA19A4B2C9F32499694A1620F"/>
            </w:placeholder>
            <w:showingPlcHdr/>
          </w:sdtPr>
          <w:sdtContent>
            <w:tc>
              <w:tcPr>
                <w:tcW w:w="7195" w:type="dxa"/>
              </w:tcPr>
              <w:p w14:paraId="40A11A5C" w14:textId="65C2E237" w:rsidR="0054073F" w:rsidRDefault="0054073F" w:rsidP="0054073F">
                <w:pPr>
                  <w:pStyle w:val="BodyParagraph"/>
                </w:pPr>
                <w:r w:rsidRPr="00732C75">
                  <w:rPr>
                    <w:rStyle w:val="ae"/>
                  </w:rPr>
                  <w:t>Click here to enter text.</w:t>
                </w:r>
              </w:p>
            </w:tc>
          </w:sdtContent>
        </w:sdt>
      </w:tr>
      <w:tr w:rsidR="0054073F" w14:paraId="40A11A60" w14:textId="77777777" w:rsidTr="00FF2732">
        <w:tc>
          <w:tcPr>
            <w:tcW w:w="2155" w:type="dxa"/>
          </w:tcPr>
          <w:p w14:paraId="40A11A5E" w14:textId="77777777" w:rsidR="0054073F" w:rsidRDefault="0054073F" w:rsidP="0054073F">
            <w:pPr>
              <w:pStyle w:val="BodyParagraph"/>
            </w:pPr>
            <w:r>
              <w:t>Secondary telephone:</w:t>
            </w:r>
          </w:p>
        </w:tc>
        <w:sdt>
          <w:sdtPr>
            <w:id w:val="-1990237555"/>
            <w:placeholder>
              <w:docPart w:val="E9E2FA4111DC4EA683828EF05289DB13"/>
            </w:placeholder>
            <w:showingPlcHdr/>
          </w:sdtPr>
          <w:sdtContent>
            <w:tc>
              <w:tcPr>
                <w:tcW w:w="7195" w:type="dxa"/>
              </w:tcPr>
              <w:p w14:paraId="40A11A5F" w14:textId="6D6E7D5E" w:rsidR="0054073F" w:rsidRDefault="0054073F" w:rsidP="0054073F">
                <w:pPr>
                  <w:pStyle w:val="BodyParagraph"/>
                </w:pPr>
                <w:r w:rsidRPr="00732C75">
                  <w:rPr>
                    <w:rStyle w:val="ae"/>
                  </w:rPr>
                  <w:t>Click here to enter text.</w:t>
                </w:r>
              </w:p>
            </w:tc>
          </w:sdtContent>
        </w:sdt>
      </w:tr>
    </w:tbl>
    <w:p w14:paraId="40A11A61" w14:textId="77777777" w:rsidR="00FB78D4" w:rsidRPr="00E41358" w:rsidRDefault="00FB78D4" w:rsidP="00E41358"/>
    <w:p w14:paraId="40A11A62" w14:textId="77777777" w:rsidR="00FB78D4" w:rsidRDefault="00FB78D4" w:rsidP="00FB78D4">
      <w:pPr>
        <w:pStyle w:val="3"/>
      </w:pPr>
      <w:r>
        <w:t>LANGUAGE SKILLS</w:t>
      </w:r>
    </w:p>
    <w:p w14:paraId="40A11A63" w14:textId="77777777" w:rsidR="00FB78D4" w:rsidRPr="00FB78D4" w:rsidRDefault="00FB78D4" w:rsidP="0054073F">
      <w:pPr>
        <w:pStyle w:val="BodyParagraph"/>
      </w:pPr>
      <w:r>
        <w:t>List all the languages you speak, including your native language:</w:t>
      </w:r>
    </w:p>
    <w:tbl>
      <w:tblPr>
        <w:tblStyle w:val="aa"/>
        <w:tblW w:w="0" w:type="auto"/>
        <w:tblLook w:val="04A0" w:firstRow="1" w:lastRow="0" w:firstColumn="1" w:lastColumn="0" w:noHBand="0" w:noVBand="1"/>
      </w:tblPr>
      <w:tblGrid>
        <w:gridCol w:w="3114"/>
        <w:gridCol w:w="3118"/>
        <w:gridCol w:w="3118"/>
      </w:tblGrid>
      <w:tr w:rsidR="00FB78D4" w14:paraId="40A11A67" w14:textId="77777777" w:rsidTr="0054073F">
        <w:tc>
          <w:tcPr>
            <w:tcW w:w="3114" w:type="dxa"/>
            <w:shd w:val="clear" w:color="auto" w:fill="F2F2F2" w:themeFill="background1" w:themeFillShade="F2"/>
          </w:tcPr>
          <w:p w14:paraId="40A11A64" w14:textId="77777777" w:rsidR="00FB78D4" w:rsidRDefault="00FB78D4" w:rsidP="0054073F">
            <w:pPr>
              <w:pStyle w:val="BodyParagraph"/>
            </w:pPr>
            <w:r>
              <w:t>Language</w:t>
            </w:r>
          </w:p>
        </w:tc>
        <w:tc>
          <w:tcPr>
            <w:tcW w:w="3118" w:type="dxa"/>
            <w:shd w:val="clear" w:color="auto" w:fill="F2F2F2" w:themeFill="background1" w:themeFillShade="F2"/>
          </w:tcPr>
          <w:p w14:paraId="40A11A65" w14:textId="77777777" w:rsidR="00FB78D4" w:rsidRDefault="00FB78D4" w:rsidP="0054073F">
            <w:pPr>
              <w:pStyle w:val="BodyParagraph"/>
            </w:pPr>
            <w:r>
              <w:t>Written Proficiency</w:t>
            </w:r>
          </w:p>
        </w:tc>
        <w:tc>
          <w:tcPr>
            <w:tcW w:w="3118" w:type="dxa"/>
            <w:shd w:val="clear" w:color="auto" w:fill="F2F2F2" w:themeFill="background1" w:themeFillShade="F2"/>
          </w:tcPr>
          <w:p w14:paraId="40A11A66" w14:textId="77777777" w:rsidR="00FB78D4" w:rsidRDefault="00FB78D4" w:rsidP="0054073F">
            <w:pPr>
              <w:pStyle w:val="BodyParagraph"/>
            </w:pPr>
            <w:r>
              <w:t>Spoken Proficiency</w:t>
            </w:r>
          </w:p>
        </w:tc>
      </w:tr>
      <w:tr w:rsidR="0054073F" w14:paraId="40A11A6B" w14:textId="77777777" w:rsidTr="0054073F">
        <w:sdt>
          <w:sdtPr>
            <w:id w:val="-912007401"/>
            <w:placeholder>
              <w:docPart w:val="98393178AFD04EC99D72A963E7F6057E"/>
            </w:placeholder>
            <w:showingPlcHdr/>
          </w:sdtPr>
          <w:sdtContent>
            <w:tc>
              <w:tcPr>
                <w:tcW w:w="3114" w:type="dxa"/>
              </w:tcPr>
              <w:p w14:paraId="40A11A68" w14:textId="484BF2C7" w:rsidR="0054073F" w:rsidRDefault="0054073F" w:rsidP="0054073F">
                <w:pPr>
                  <w:pStyle w:val="BodyParagraph"/>
                </w:pPr>
                <w:r w:rsidRPr="00732C75">
                  <w:rPr>
                    <w:rStyle w:val="ae"/>
                  </w:rPr>
                  <w:t>Click here to enter text.</w:t>
                </w:r>
              </w:p>
            </w:tc>
          </w:sdtContent>
        </w:sdt>
        <w:sdt>
          <w:sdtPr>
            <w:id w:val="1442570430"/>
            <w:placeholder>
              <w:docPart w:val="5A868EBB577945178E3C00CC18A0AF70"/>
            </w:placeholder>
            <w:showingPlcHdr/>
          </w:sdtPr>
          <w:sdtContent>
            <w:tc>
              <w:tcPr>
                <w:tcW w:w="3118" w:type="dxa"/>
              </w:tcPr>
              <w:p w14:paraId="40A11A69" w14:textId="2D589922" w:rsidR="0054073F" w:rsidRDefault="0054073F" w:rsidP="0054073F">
                <w:pPr>
                  <w:pStyle w:val="BodyParagraph"/>
                </w:pPr>
                <w:r w:rsidRPr="00732C75">
                  <w:rPr>
                    <w:rStyle w:val="ae"/>
                  </w:rPr>
                  <w:t>Click here to enter text.</w:t>
                </w:r>
              </w:p>
            </w:tc>
          </w:sdtContent>
        </w:sdt>
        <w:sdt>
          <w:sdtPr>
            <w:id w:val="1751378048"/>
            <w:placeholder>
              <w:docPart w:val="8EF82833A4F94D68A8DCD9619F9DBB44"/>
            </w:placeholder>
            <w:showingPlcHdr/>
          </w:sdtPr>
          <w:sdtContent>
            <w:tc>
              <w:tcPr>
                <w:tcW w:w="3118" w:type="dxa"/>
              </w:tcPr>
              <w:p w14:paraId="40A11A6A" w14:textId="688AF287" w:rsidR="0054073F" w:rsidRDefault="0054073F" w:rsidP="0054073F">
                <w:pPr>
                  <w:pStyle w:val="BodyParagraph"/>
                </w:pPr>
                <w:r w:rsidRPr="00732C75">
                  <w:rPr>
                    <w:rStyle w:val="ae"/>
                  </w:rPr>
                  <w:t>Click here to enter text.</w:t>
                </w:r>
              </w:p>
            </w:tc>
          </w:sdtContent>
        </w:sdt>
      </w:tr>
      <w:tr w:rsidR="0054073F" w14:paraId="40A11A6F" w14:textId="77777777" w:rsidTr="0054073F">
        <w:sdt>
          <w:sdtPr>
            <w:id w:val="330576357"/>
            <w:placeholder>
              <w:docPart w:val="E0EB166B72B04320B1AFC49A510C775E"/>
            </w:placeholder>
            <w:showingPlcHdr/>
          </w:sdtPr>
          <w:sdtContent>
            <w:tc>
              <w:tcPr>
                <w:tcW w:w="3114" w:type="dxa"/>
              </w:tcPr>
              <w:p w14:paraId="40A11A6C" w14:textId="54A314DC" w:rsidR="0054073F" w:rsidRDefault="0054073F" w:rsidP="0054073F">
                <w:pPr>
                  <w:pStyle w:val="BodyParagraph"/>
                </w:pPr>
                <w:r w:rsidRPr="00732C75">
                  <w:rPr>
                    <w:rStyle w:val="ae"/>
                  </w:rPr>
                  <w:t>Click here to enter text.</w:t>
                </w:r>
              </w:p>
            </w:tc>
          </w:sdtContent>
        </w:sdt>
        <w:sdt>
          <w:sdtPr>
            <w:id w:val="-151903504"/>
            <w:placeholder>
              <w:docPart w:val="D37D04AD03A84837A2C9F475565890A9"/>
            </w:placeholder>
            <w:showingPlcHdr/>
          </w:sdtPr>
          <w:sdtContent>
            <w:tc>
              <w:tcPr>
                <w:tcW w:w="3118" w:type="dxa"/>
              </w:tcPr>
              <w:p w14:paraId="40A11A6D" w14:textId="0F2ABDC5" w:rsidR="0054073F" w:rsidRDefault="0054073F" w:rsidP="0054073F">
                <w:pPr>
                  <w:pStyle w:val="BodyParagraph"/>
                </w:pPr>
                <w:r w:rsidRPr="00732C75">
                  <w:rPr>
                    <w:rStyle w:val="ae"/>
                  </w:rPr>
                  <w:t>Click here to enter text.</w:t>
                </w:r>
              </w:p>
            </w:tc>
          </w:sdtContent>
        </w:sdt>
        <w:sdt>
          <w:sdtPr>
            <w:id w:val="1456215667"/>
            <w:placeholder>
              <w:docPart w:val="44D15E7F6AD044B0AFE71944B47A655F"/>
            </w:placeholder>
            <w:showingPlcHdr/>
          </w:sdtPr>
          <w:sdtContent>
            <w:tc>
              <w:tcPr>
                <w:tcW w:w="3118" w:type="dxa"/>
              </w:tcPr>
              <w:p w14:paraId="40A11A6E" w14:textId="71853583" w:rsidR="0054073F" w:rsidRDefault="0054073F" w:rsidP="0054073F">
                <w:pPr>
                  <w:pStyle w:val="BodyParagraph"/>
                </w:pPr>
                <w:r w:rsidRPr="00732C75">
                  <w:rPr>
                    <w:rStyle w:val="ae"/>
                  </w:rPr>
                  <w:t>Click here to enter text.</w:t>
                </w:r>
              </w:p>
            </w:tc>
          </w:sdtContent>
        </w:sdt>
      </w:tr>
    </w:tbl>
    <w:p w14:paraId="40A11A70" w14:textId="77777777" w:rsidR="005C5D13" w:rsidRPr="00E41358" w:rsidRDefault="005C5D13" w:rsidP="00E41358"/>
    <w:p w14:paraId="40A11A71" w14:textId="77777777" w:rsidR="00147C0F" w:rsidRPr="00D07D0B" w:rsidRDefault="00147C0F" w:rsidP="00147C0F">
      <w:pPr>
        <w:pStyle w:val="3"/>
      </w:pPr>
      <w:r>
        <w:t>EMERGENCY CONTACT INFORMATION</w:t>
      </w:r>
    </w:p>
    <w:tbl>
      <w:tblPr>
        <w:tblStyle w:val="aa"/>
        <w:tblW w:w="0" w:type="auto"/>
        <w:tblLook w:val="04A0" w:firstRow="1" w:lastRow="0" w:firstColumn="1" w:lastColumn="0" w:noHBand="0" w:noVBand="1"/>
      </w:tblPr>
      <w:tblGrid>
        <w:gridCol w:w="2155"/>
        <w:gridCol w:w="7195"/>
      </w:tblGrid>
      <w:tr w:rsidR="0054073F" w14:paraId="40A11A74" w14:textId="77777777" w:rsidTr="00FF2732">
        <w:tc>
          <w:tcPr>
            <w:tcW w:w="2155" w:type="dxa"/>
          </w:tcPr>
          <w:p w14:paraId="40A11A72" w14:textId="77777777" w:rsidR="0054073F" w:rsidRDefault="0054073F" w:rsidP="0054073F">
            <w:pPr>
              <w:pStyle w:val="BodyParagraph"/>
            </w:pPr>
            <w:r>
              <w:t>First name:</w:t>
            </w:r>
          </w:p>
        </w:tc>
        <w:sdt>
          <w:sdtPr>
            <w:id w:val="-184297990"/>
            <w:placeholder>
              <w:docPart w:val="CD07BAF11CE14EBBB5E4FBF7D4F0B0A0"/>
            </w:placeholder>
            <w:showingPlcHdr/>
          </w:sdtPr>
          <w:sdtContent>
            <w:tc>
              <w:tcPr>
                <w:tcW w:w="7195" w:type="dxa"/>
              </w:tcPr>
              <w:p w14:paraId="40A11A73" w14:textId="340F280E" w:rsidR="0054073F" w:rsidRDefault="0054073F" w:rsidP="0054073F">
                <w:pPr>
                  <w:pStyle w:val="BodyParagraph"/>
                </w:pPr>
                <w:r w:rsidRPr="00732C75">
                  <w:rPr>
                    <w:rStyle w:val="ae"/>
                  </w:rPr>
                  <w:t>Click here to enter text.</w:t>
                </w:r>
              </w:p>
            </w:tc>
          </w:sdtContent>
        </w:sdt>
      </w:tr>
      <w:tr w:rsidR="0054073F" w14:paraId="40A11A77" w14:textId="77777777" w:rsidTr="00FF2732">
        <w:tc>
          <w:tcPr>
            <w:tcW w:w="2155" w:type="dxa"/>
          </w:tcPr>
          <w:p w14:paraId="40A11A75" w14:textId="77777777" w:rsidR="0054073F" w:rsidRDefault="0054073F" w:rsidP="0054073F">
            <w:pPr>
              <w:pStyle w:val="BodyParagraph"/>
            </w:pPr>
            <w:r>
              <w:t>Family name:</w:t>
            </w:r>
          </w:p>
        </w:tc>
        <w:sdt>
          <w:sdtPr>
            <w:id w:val="-265625518"/>
            <w:placeholder>
              <w:docPart w:val="1DA74FD876A34F0BBC1BF6806675AAFE"/>
            </w:placeholder>
            <w:showingPlcHdr/>
          </w:sdtPr>
          <w:sdtContent>
            <w:tc>
              <w:tcPr>
                <w:tcW w:w="7195" w:type="dxa"/>
              </w:tcPr>
              <w:p w14:paraId="40A11A76" w14:textId="07F14B85" w:rsidR="0054073F" w:rsidRDefault="0054073F" w:rsidP="0054073F">
                <w:pPr>
                  <w:pStyle w:val="BodyParagraph"/>
                </w:pPr>
                <w:r w:rsidRPr="00732C75">
                  <w:rPr>
                    <w:rStyle w:val="ae"/>
                  </w:rPr>
                  <w:t>Click here to enter text.</w:t>
                </w:r>
              </w:p>
            </w:tc>
          </w:sdtContent>
        </w:sdt>
      </w:tr>
      <w:tr w:rsidR="0054073F" w14:paraId="40A11A7A" w14:textId="77777777" w:rsidTr="00FF2732">
        <w:tc>
          <w:tcPr>
            <w:tcW w:w="2155" w:type="dxa"/>
          </w:tcPr>
          <w:p w14:paraId="40A11A78" w14:textId="77777777" w:rsidR="0054073F" w:rsidRDefault="0054073F" w:rsidP="0054073F">
            <w:pPr>
              <w:pStyle w:val="BodyParagraph"/>
            </w:pPr>
            <w:r>
              <w:t>Relationship:</w:t>
            </w:r>
          </w:p>
        </w:tc>
        <w:sdt>
          <w:sdtPr>
            <w:id w:val="1034308498"/>
            <w:placeholder>
              <w:docPart w:val="05A03F7D13BB427B8AD274922127E71C"/>
            </w:placeholder>
            <w:showingPlcHdr/>
          </w:sdtPr>
          <w:sdtContent>
            <w:tc>
              <w:tcPr>
                <w:tcW w:w="7195" w:type="dxa"/>
              </w:tcPr>
              <w:p w14:paraId="40A11A79" w14:textId="5EB87FA2" w:rsidR="0054073F" w:rsidRDefault="0054073F" w:rsidP="0054073F">
                <w:pPr>
                  <w:pStyle w:val="BodyParagraph"/>
                </w:pPr>
                <w:r w:rsidRPr="00732C75">
                  <w:rPr>
                    <w:rStyle w:val="ae"/>
                  </w:rPr>
                  <w:t>Click here to enter text.</w:t>
                </w:r>
              </w:p>
            </w:tc>
          </w:sdtContent>
        </w:sdt>
      </w:tr>
      <w:tr w:rsidR="0054073F" w14:paraId="40A11A7D" w14:textId="77777777" w:rsidTr="00FF2732">
        <w:tc>
          <w:tcPr>
            <w:tcW w:w="2155" w:type="dxa"/>
          </w:tcPr>
          <w:p w14:paraId="40A11A7B" w14:textId="77777777" w:rsidR="0054073F" w:rsidRDefault="0054073F" w:rsidP="0054073F">
            <w:pPr>
              <w:pStyle w:val="BodyParagraph"/>
            </w:pPr>
            <w:r>
              <w:t>Email address:</w:t>
            </w:r>
          </w:p>
        </w:tc>
        <w:sdt>
          <w:sdtPr>
            <w:id w:val="1680937440"/>
            <w:placeholder>
              <w:docPart w:val="9CF5766AB8B640E092E9F612ECB01D02"/>
            </w:placeholder>
            <w:showingPlcHdr/>
          </w:sdtPr>
          <w:sdtContent>
            <w:tc>
              <w:tcPr>
                <w:tcW w:w="7195" w:type="dxa"/>
              </w:tcPr>
              <w:p w14:paraId="40A11A7C" w14:textId="47FE2791" w:rsidR="0054073F" w:rsidRDefault="0054073F" w:rsidP="0054073F">
                <w:pPr>
                  <w:pStyle w:val="BodyParagraph"/>
                </w:pPr>
                <w:r w:rsidRPr="00732C75">
                  <w:rPr>
                    <w:rStyle w:val="ae"/>
                  </w:rPr>
                  <w:t>Click here to enter text.</w:t>
                </w:r>
              </w:p>
            </w:tc>
          </w:sdtContent>
        </w:sdt>
      </w:tr>
      <w:tr w:rsidR="0054073F" w14:paraId="40A11A80" w14:textId="77777777" w:rsidTr="00FF2732">
        <w:tc>
          <w:tcPr>
            <w:tcW w:w="2155" w:type="dxa"/>
          </w:tcPr>
          <w:p w14:paraId="40A11A7E" w14:textId="77777777" w:rsidR="0054073F" w:rsidRDefault="0054073F" w:rsidP="0054073F">
            <w:pPr>
              <w:pStyle w:val="BodyParagraph"/>
            </w:pPr>
            <w:r>
              <w:t>Street address or P.O. Box:</w:t>
            </w:r>
          </w:p>
        </w:tc>
        <w:sdt>
          <w:sdtPr>
            <w:id w:val="1464624017"/>
            <w:placeholder>
              <w:docPart w:val="1E238496FE144BABB5274FE720724FF1"/>
            </w:placeholder>
            <w:showingPlcHdr/>
          </w:sdtPr>
          <w:sdtContent>
            <w:tc>
              <w:tcPr>
                <w:tcW w:w="7195" w:type="dxa"/>
              </w:tcPr>
              <w:p w14:paraId="40A11A7F" w14:textId="7E18CF4D" w:rsidR="0054073F" w:rsidRDefault="0054073F" w:rsidP="0054073F">
                <w:pPr>
                  <w:pStyle w:val="BodyParagraph"/>
                </w:pPr>
                <w:r w:rsidRPr="00732C75">
                  <w:rPr>
                    <w:rStyle w:val="ae"/>
                  </w:rPr>
                  <w:t>Click here to enter text.</w:t>
                </w:r>
              </w:p>
            </w:tc>
          </w:sdtContent>
        </w:sdt>
      </w:tr>
      <w:tr w:rsidR="0054073F" w14:paraId="40A11A83" w14:textId="77777777" w:rsidTr="00FF2732">
        <w:tc>
          <w:tcPr>
            <w:tcW w:w="2155" w:type="dxa"/>
          </w:tcPr>
          <w:p w14:paraId="40A11A81" w14:textId="77777777" w:rsidR="0054073F" w:rsidRDefault="0054073F" w:rsidP="0054073F">
            <w:pPr>
              <w:pStyle w:val="BodyParagraph"/>
            </w:pPr>
            <w:r>
              <w:t>City:</w:t>
            </w:r>
          </w:p>
        </w:tc>
        <w:sdt>
          <w:sdtPr>
            <w:id w:val="766883940"/>
            <w:placeholder>
              <w:docPart w:val="999481615DDF4BEFBAB9C8154A9B96CA"/>
            </w:placeholder>
            <w:showingPlcHdr/>
          </w:sdtPr>
          <w:sdtContent>
            <w:tc>
              <w:tcPr>
                <w:tcW w:w="7195" w:type="dxa"/>
              </w:tcPr>
              <w:p w14:paraId="40A11A82" w14:textId="38D82EE6" w:rsidR="0054073F" w:rsidRDefault="0054073F" w:rsidP="0054073F">
                <w:pPr>
                  <w:pStyle w:val="BodyParagraph"/>
                </w:pPr>
                <w:r w:rsidRPr="00732C75">
                  <w:rPr>
                    <w:rStyle w:val="ae"/>
                  </w:rPr>
                  <w:t>Click here to enter text.</w:t>
                </w:r>
              </w:p>
            </w:tc>
          </w:sdtContent>
        </w:sdt>
      </w:tr>
      <w:tr w:rsidR="0054073F" w14:paraId="40A11A86" w14:textId="77777777" w:rsidTr="00FF2732">
        <w:tc>
          <w:tcPr>
            <w:tcW w:w="2155" w:type="dxa"/>
          </w:tcPr>
          <w:p w14:paraId="40A11A84" w14:textId="77777777" w:rsidR="0054073F" w:rsidRDefault="0054073F" w:rsidP="0054073F">
            <w:pPr>
              <w:pStyle w:val="BodyParagraph"/>
            </w:pPr>
            <w:r>
              <w:t>Postal code:</w:t>
            </w:r>
          </w:p>
        </w:tc>
        <w:sdt>
          <w:sdtPr>
            <w:id w:val="-585684422"/>
            <w:placeholder>
              <w:docPart w:val="4F9FDB2A72364D3282EB2F5402B7626D"/>
            </w:placeholder>
            <w:showingPlcHdr/>
          </w:sdtPr>
          <w:sdtContent>
            <w:tc>
              <w:tcPr>
                <w:tcW w:w="7195" w:type="dxa"/>
              </w:tcPr>
              <w:p w14:paraId="40A11A85" w14:textId="1BD60707" w:rsidR="0054073F" w:rsidRDefault="0054073F" w:rsidP="0054073F">
                <w:pPr>
                  <w:pStyle w:val="BodyParagraph"/>
                </w:pPr>
                <w:r w:rsidRPr="00732C75">
                  <w:rPr>
                    <w:rStyle w:val="ae"/>
                  </w:rPr>
                  <w:t>Click here to enter text.</w:t>
                </w:r>
              </w:p>
            </w:tc>
          </w:sdtContent>
        </w:sdt>
      </w:tr>
      <w:tr w:rsidR="0054073F" w14:paraId="40A11A89" w14:textId="77777777" w:rsidTr="00FF2732">
        <w:tc>
          <w:tcPr>
            <w:tcW w:w="2155" w:type="dxa"/>
          </w:tcPr>
          <w:p w14:paraId="40A11A87" w14:textId="77777777" w:rsidR="0054073F" w:rsidRDefault="0054073F" w:rsidP="0054073F">
            <w:pPr>
              <w:pStyle w:val="BodyParagraph"/>
            </w:pPr>
            <w:r>
              <w:t>Country:</w:t>
            </w:r>
          </w:p>
        </w:tc>
        <w:sdt>
          <w:sdtPr>
            <w:id w:val="1638924450"/>
            <w:placeholder>
              <w:docPart w:val="6A0D95C0E1704B7C9739B51A9379103E"/>
            </w:placeholder>
            <w:showingPlcHdr/>
          </w:sdtPr>
          <w:sdtContent>
            <w:tc>
              <w:tcPr>
                <w:tcW w:w="7195" w:type="dxa"/>
              </w:tcPr>
              <w:p w14:paraId="40A11A88" w14:textId="10F0E64F" w:rsidR="0054073F" w:rsidRDefault="0054073F" w:rsidP="0054073F">
                <w:pPr>
                  <w:pStyle w:val="BodyParagraph"/>
                </w:pPr>
                <w:r w:rsidRPr="00732C75">
                  <w:rPr>
                    <w:rStyle w:val="ae"/>
                  </w:rPr>
                  <w:t>Click here to enter text.</w:t>
                </w:r>
              </w:p>
            </w:tc>
          </w:sdtContent>
        </w:sdt>
      </w:tr>
      <w:tr w:rsidR="0054073F" w14:paraId="40A11A8C" w14:textId="77777777" w:rsidTr="00FF2732">
        <w:tc>
          <w:tcPr>
            <w:tcW w:w="2155" w:type="dxa"/>
          </w:tcPr>
          <w:p w14:paraId="40A11A8A" w14:textId="77777777" w:rsidR="0054073F" w:rsidRDefault="0054073F" w:rsidP="0054073F">
            <w:pPr>
              <w:pStyle w:val="BodyParagraph"/>
            </w:pPr>
            <w:r>
              <w:t>Primary telephone:</w:t>
            </w:r>
          </w:p>
        </w:tc>
        <w:sdt>
          <w:sdtPr>
            <w:id w:val="420227113"/>
            <w:placeholder>
              <w:docPart w:val="76A57A7BD68C47E1A343CB8ECDA4C666"/>
            </w:placeholder>
            <w:showingPlcHdr/>
          </w:sdtPr>
          <w:sdtContent>
            <w:tc>
              <w:tcPr>
                <w:tcW w:w="7195" w:type="dxa"/>
              </w:tcPr>
              <w:p w14:paraId="40A11A8B" w14:textId="49BDCADE" w:rsidR="0054073F" w:rsidRDefault="0054073F" w:rsidP="0054073F">
                <w:pPr>
                  <w:pStyle w:val="BodyParagraph"/>
                </w:pPr>
                <w:r w:rsidRPr="00732C75">
                  <w:rPr>
                    <w:rStyle w:val="ae"/>
                  </w:rPr>
                  <w:t>Click here to enter text.</w:t>
                </w:r>
              </w:p>
            </w:tc>
          </w:sdtContent>
        </w:sdt>
      </w:tr>
      <w:tr w:rsidR="0054073F" w14:paraId="40A11A8F" w14:textId="77777777" w:rsidTr="00FF2732">
        <w:tc>
          <w:tcPr>
            <w:tcW w:w="2155" w:type="dxa"/>
          </w:tcPr>
          <w:p w14:paraId="40A11A8D" w14:textId="77777777" w:rsidR="0054073F" w:rsidRDefault="0054073F" w:rsidP="0054073F">
            <w:pPr>
              <w:pStyle w:val="BodyParagraph"/>
            </w:pPr>
            <w:r>
              <w:t>Secondary telephone:</w:t>
            </w:r>
          </w:p>
        </w:tc>
        <w:sdt>
          <w:sdtPr>
            <w:id w:val="338366373"/>
            <w:placeholder>
              <w:docPart w:val="93418DD682314F77AD0AD15866488BB5"/>
            </w:placeholder>
            <w:showingPlcHdr/>
          </w:sdtPr>
          <w:sdtContent>
            <w:tc>
              <w:tcPr>
                <w:tcW w:w="7195" w:type="dxa"/>
              </w:tcPr>
              <w:p w14:paraId="40A11A8E" w14:textId="242F5D2B" w:rsidR="0054073F" w:rsidRDefault="0054073F" w:rsidP="0054073F">
                <w:pPr>
                  <w:pStyle w:val="BodyParagraph"/>
                </w:pPr>
                <w:r w:rsidRPr="00732C75">
                  <w:rPr>
                    <w:rStyle w:val="ae"/>
                  </w:rPr>
                  <w:t>Click here to enter text.</w:t>
                </w:r>
              </w:p>
            </w:tc>
          </w:sdtContent>
        </w:sdt>
      </w:tr>
    </w:tbl>
    <w:p w14:paraId="40A11A90" w14:textId="77777777" w:rsidR="005C5D13" w:rsidRDefault="005C5D13" w:rsidP="005C5D13">
      <w:pPr>
        <w:pStyle w:val="3"/>
      </w:pPr>
    </w:p>
    <w:p w14:paraId="40A11A91" w14:textId="77777777" w:rsidR="005C5D13" w:rsidRDefault="005C5D13" w:rsidP="005C5D13">
      <w:pPr>
        <w:pStyle w:val="3"/>
      </w:pPr>
      <w:r>
        <w:t>PRIOR EDUCATION</w:t>
      </w:r>
    </w:p>
    <w:p w14:paraId="40A11A92" w14:textId="77777777" w:rsidR="005C5D13" w:rsidRDefault="005C5D13" w:rsidP="0054073F">
      <w:pPr>
        <w:pStyle w:val="BodyParagraph"/>
      </w:pPr>
      <w:r>
        <w:t>List the two educational institutions you have most recently attended.</w:t>
      </w:r>
    </w:p>
    <w:p w14:paraId="40A11A93" w14:textId="77777777" w:rsidR="005C5D13" w:rsidRDefault="005C5D13" w:rsidP="005C5D13">
      <w:pPr>
        <w:pStyle w:val="4"/>
      </w:pPr>
      <w:r>
        <w:t>Most recently attended:</w:t>
      </w:r>
    </w:p>
    <w:tbl>
      <w:tblPr>
        <w:tblStyle w:val="aa"/>
        <w:tblW w:w="0" w:type="auto"/>
        <w:tblLook w:val="04A0" w:firstRow="1" w:lastRow="0" w:firstColumn="1" w:lastColumn="0" w:noHBand="0" w:noVBand="1"/>
      </w:tblPr>
      <w:tblGrid>
        <w:gridCol w:w="2065"/>
        <w:gridCol w:w="7285"/>
      </w:tblGrid>
      <w:tr w:rsidR="0054073F" w14:paraId="40A11A96" w14:textId="77777777" w:rsidTr="0054073F">
        <w:tc>
          <w:tcPr>
            <w:tcW w:w="2065" w:type="dxa"/>
          </w:tcPr>
          <w:p w14:paraId="40A11A94" w14:textId="77777777" w:rsidR="0054073F" w:rsidRDefault="0054073F" w:rsidP="0054073F">
            <w:pPr>
              <w:pStyle w:val="BodyParagraph"/>
            </w:pPr>
            <w:r>
              <w:t>Name of institution:</w:t>
            </w:r>
          </w:p>
        </w:tc>
        <w:sdt>
          <w:sdtPr>
            <w:id w:val="-257990320"/>
            <w:placeholder>
              <w:docPart w:val="F3B4C635ACF7487B9816336329070844"/>
            </w:placeholder>
            <w:showingPlcHdr/>
          </w:sdtPr>
          <w:sdtContent>
            <w:tc>
              <w:tcPr>
                <w:tcW w:w="7285" w:type="dxa"/>
              </w:tcPr>
              <w:p w14:paraId="40A11A95" w14:textId="26AD2AC1" w:rsidR="0054073F" w:rsidRDefault="0054073F" w:rsidP="0054073F">
                <w:pPr>
                  <w:pStyle w:val="BodyParagraph"/>
                </w:pPr>
                <w:r w:rsidRPr="00732C75">
                  <w:rPr>
                    <w:rStyle w:val="ae"/>
                  </w:rPr>
                  <w:t>Click here to enter text.</w:t>
                </w:r>
              </w:p>
            </w:tc>
          </w:sdtContent>
        </w:sdt>
      </w:tr>
      <w:tr w:rsidR="0054073F" w14:paraId="40A11A99" w14:textId="77777777" w:rsidTr="0054073F">
        <w:tc>
          <w:tcPr>
            <w:tcW w:w="2065" w:type="dxa"/>
          </w:tcPr>
          <w:p w14:paraId="40A11A97" w14:textId="77777777" w:rsidR="0054073F" w:rsidRDefault="0054073F" w:rsidP="0054073F">
            <w:pPr>
              <w:pStyle w:val="BodyParagraph"/>
            </w:pPr>
            <w:r>
              <w:lastRenderedPageBreak/>
              <w:t>Degree received:</w:t>
            </w:r>
          </w:p>
        </w:tc>
        <w:sdt>
          <w:sdtPr>
            <w:id w:val="560684850"/>
            <w:placeholder>
              <w:docPart w:val="EDC3EA47C4ED41DC9D7EC4480DFA24D1"/>
            </w:placeholder>
            <w:showingPlcHdr/>
          </w:sdtPr>
          <w:sdtContent>
            <w:tc>
              <w:tcPr>
                <w:tcW w:w="7285" w:type="dxa"/>
              </w:tcPr>
              <w:p w14:paraId="40A11A98" w14:textId="6B5F781F" w:rsidR="0054073F" w:rsidRDefault="0054073F" w:rsidP="0054073F">
                <w:pPr>
                  <w:pStyle w:val="BodyParagraph"/>
                </w:pPr>
                <w:r w:rsidRPr="00732C75">
                  <w:rPr>
                    <w:rStyle w:val="ae"/>
                  </w:rPr>
                  <w:t>Click here to enter text.</w:t>
                </w:r>
              </w:p>
            </w:tc>
          </w:sdtContent>
        </w:sdt>
      </w:tr>
      <w:tr w:rsidR="0054073F" w14:paraId="40A11A9C" w14:textId="77777777" w:rsidTr="0054073F">
        <w:tc>
          <w:tcPr>
            <w:tcW w:w="2065" w:type="dxa"/>
          </w:tcPr>
          <w:p w14:paraId="40A11A9A" w14:textId="77777777" w:rsidR="0054073F" w:rsidRDefault="0054073F" w:rsidP="0054073F">
            <w:pPr>
              <w:pStyle w:val="BodyParagraph"/>
            </w:pPr>
            <w:r>
              <w:t>Place of study:</w:t>
            </w:r>
          </w:p>
        </w:tc>
        <w:sdt>
          <w:sdtPr>
            <w:id w:val="2027984243"/>
            <w:placeholder>
              <w:docPart w:val="8E24F1E48C3A43D5870EDC312E39FC0C"/>
            </w:placeholder>
            <w:showingPlcHdr/>
          </w:sdtPr>
          <w:sdtContent>
            <w:tc>
              <w:tcPr>
                <w:tcW w:w="7285" w:type="dxa"/>
              </w:tcPr>
              <w:p w14:paraId="40A11A9B" w14:textId="1D57D4A8" w:rsidR="0054073F" w:rsidRDefault="0054073F" w:rsidP="0054073F">
                <w:pPr>
                  <w:pStyle w:val="BodyParagraph"/>
                </w:pPr>
                <w:r w:rsidRPr="00732C75">
                  <w:rPr>
                    <w:rStyle w:val="ae"/>
                  </w:rPr>
                  <w:t>Click here to enter text.</w:t>
                </w:r>
              </w:p>
            </w:tc>
          </w:sdtContent>
        </w:sdt>
      </w:tr>
      <w:tr w:rsidR="0054073F" w14:paraId="40A11A9F" w14:textId="77777777" w:rsidTr="0054073F">
        <w:tc>
          <w:tcPr>
            <w:tcW w:w="2065" w:type="dxa"/>
          </w:tcPr>
          <w:p w14:paraId="40A11A9D" w14:textId="77777777" w:rsidR="0054073F" w:rsidRDefault="0054073F" w:rsidP="0054073F">
            <w:pPr>
              <w:pStyle w:val="BodyParagraph"/>
            </w:pPr>
            <w:r>
              <w:t>Field of study:</w:t>
            </w:r>
          </w:p>
        </w:tc>
        <w:sdt>
          <w:sdtPr>
            <w:id w:val="708613975"/>
            <w:placeholder>
              <w:docPart w:val="53BDA000A05948939D049D5ED78B933C"/>
            </w:placeholder>
            <w:showingPlcHdr/>
          </w:sdtPr>
          <w:sdtContent>
            <w:tc>
              <w:tcPr>
                <w:tcW w:w="7285" w:type="dxa"/>
              </w:tcPr>
              <w:p w14:paraId="40A11A9E" w14:textId="2675D895" w:rsidR="0054073F" w:rsidRDefault="0054073F" w:rsidP="0054073F">
                <w:pPr>
                  <w:pStyle w:val="BodyParagraph"/>
                </w:pPr>
                <w:r w:rsidRPr="00732C75">
                  <w:rPr>
                    <w:rStyle w:val="ae"/>
                  </w:rPr>
                  <w:t>Click here to enter text.</w:t>
                </w:r>
              </w:p>
            </w:tc>
          </w:sdtContent>
        </w:sdt>
      </w:tr>
      <w:tr w:rsidR="0054073F" w14:paraId="40A11AA2" w14:textId="77777777" w:rsidTr="0054073F">
        <w:tc>
          <w:tcPr>
            <w:tcW w:w="2065" w:type="dxa"/>
          </w:tcPr>
          <w:p w14:paraId="40A11AA0" w14:textId="77777777" w:rsidR="0054073F" w:rsidRDefault="0054073F" w:rsidP="0054073F">
            <w:pPr>
              <w:pStyle w:val="BodyParagraph"/>
            </w:pPr>
            <w:r>
              <w:t>GPA:</w:t>
            </w:r>
          </w:p>
        </w:tc>
        <w:sdt>
          <w:sdtPr>
            <w:id w:val="-1211187938"/>
            <w:placeholder>
              <w:docPart w:val="CAE3C3766EE34FDF8CDCE8BBBEDA71C1"/>
            </w:placeholder>
            <w:showingPlcHdr/>
          </w:sdtPr>
          <w:sdtContent>
            <w:tc>
              <w:tcPr>
                <w:tcW w:w="7285" w:type="dxa"/>
              </w:tcPr>
              <w:p w14:paraId="40A11AA1" w14:textId="1FC5165C" w:rsidR="0054073F" w:rsidRDefault="0054073F" w:rsidP="0054073F">
                <w:pPr>
                  <w:pStyle w:val="BodyParagraph"/>
                </w:pPr>
                <w:r w:rsidRPr="00732C75">
                  <w:rPr>
                    <w:rStyle w:val="ae"/>
                  </w:rPr>
                  <w:t>Click here to enter text.</w:t>
                </w:r>
              </w:p>
            </w:tc>
          </w:sdtContent>
        </w:sdt>
      </w:tr>
    </w:tbl>
    <w:p w14:paraId="40A11AA3" w14:textId="77777777" w:rsidR="005C5D13" w:rsidRDefault="005C5D13" w:rsidP="005C5D13">
      <w:pPr>
        <w:pStyle w:val="4"/>
      </w:pPr>
      <w:r>
        <w:t>Previously attended:</w:t>
      </w:r>
    </w:p>
    <w:tbl>
      <w:tblPr>
        <w:tblStyle w:val="aa"/>
        <w:tblW w:w="0" w:type="auto"/>
        <w:tblLook w:val="04A0" w:firstRow="1" w:lastRow="0" w:firstColumn="1" w:lastColumn="0" w:noHBand="0" w:noVBand="1"/>
      </w:tblPr>
      <w:tblGrid>
        <w:gridCol w:w="2065"/>
        <w:gridCol w:w="7285"/>
      </w:tblGrid>
      <w:tr w:rsidR="0054073F" w14:paraId="40A11AA6" w14:textId="77777777" w:rsidTr="0054073F">
        <w:tc>
          <w:tcPr>
            <w:tcW w:w="2065" w:type="dxa"/>
          </w:tcPr>
          <w:p w14:paraId="40A11AA4" w14:textId="77777777" w:rsidR="0054073F" w:rsidRDefault="0054073F" w:rsidP="0054073F">
            <w:pPr>
              <w:pStyle w:val="BodyParagraph"/>
            </w:pPr>
            <w:r>
              <w:t>Name of institution:</w:t>
            </w:r>
          </w:p>
        </w:tc>
        <w:sdt>
          <w:sdtPr>
            <w:id w:val="-769699176"/>
            <w:placeholder>
              <w:docPart w:val="97CD773DC712414189D00A919653209F"/>
            </w:placeholder>
            <w:showingPlcHdr/>
          </w:sdtPr>
          <w:sdtContent>
            <w:tc>
              <w:tcPr>
                <w:tcW w:w="7285" w:type="dxa"/>
              </w:tcPr>
              <w:p w14:paraId="40A11AA5" w14:textId="16F8FCE5" w:rsidR="0054073F" w:rsidRDefault="0054073F" w:rsidP="0054073F">
                <w:pPr>
                  <w:pStyle w:val="BodyParagraph"/>
                </w:pPr>
                <w:r w:rsidRPr="00732C75">
                  <w:rPr>
                    <w:rStyle w:val="ae"/>
                  </w:rPr>
                  <w:t>Click here to enter text.</w:t>
                </w:r>
              </w:p>
            </w:tc>
          </w:sdtContent>
        </w:sdt>
      </w:tr>
      <w:tr w:rsidR="0054073F" w14:paraId="40A11AA9" w14:textId="77777777" w:rsidTr="0054073F">
        <w:tc>
          <w:tcPr>
            <w:tcW w:w="2065" w:type="dxa"/>
          </w:tcPr>
          <w:p w14:paraId="40A11AA7" w14:textId="77777777" w:rsidR="0054073F" w:rsidRDefault="0054073F" w:rsidP="0054073F">
            <w:pPr>
              <w:pStyle w:val="BodyParagraph"/>
            </w:pPr>
            <w:r>
              <w:t>Degree received:</w:t>
            </w:r>
          </w:p>
        </w:tc>
        <w:sdt>
          <w:sdtPr>
            <w:id w:val="1324318963"/>
            <w:placeholder>
              <w:docPart w:val="6A285D65A2D5417690A1B0F7FD28B131"/>
            </w:placeholder>
            <w:showingPlcHdr/>
          </w:sdtPr>
          <w:sdtContent>
            <w:tc>
              <w:tcPr>
                <w:tcW w:w="7285" w:type="dxa"/>
              </w:tcPr>
              <w:p w14:paraId="40A11AA8" w14:textId="469313BA" w:rsidR="0054073F" w:rsidRDefault="0054073F" w:rsidP="0054073F">
                <w:pPr>
                  <w:pStyle w:val="BodyParagraph"/>
                </w:pPr>
                <w:r w:rsidRPr="00732C75">
                  <w:rPr>
                    <w:rStyle w:val="ae"/>
                  </w:rPr>
                  <w:t>Click here to enter text.</w:t>
                </w:r>
              </w:p>
            </w:tc>
          </w:sdtContent>
        </w:sdt>
      </w:tr>
      <w:tr w:rsidR="0054073F" w14:paraId="40A11AAC" w14:textId="77777777" w:rsidTr="0054073F">
        <w:tc>
          <w:tcPr>
            <w:tcW w:w="2065" w:type="dxa"/>
          </w:tcPr>
          <w:p w14:paraId="40A11AAA" w14:textId="77777777" w:rsidR="0054073F" w:rsidRDefault="0054073F" w:rsidP="0054073F">
            <w:pPr>
              <w:pStyle w:val="BodyParagraph"/>
            </w:pPr>
            <w:r>
              <w:t>Place of study:</w:t>
            </w:r>
          </w:p>
        </w:tc>
        <w:sdt>
          <w:sdtPr>
            <w:id w:val="-517081474"/>
            <w:placeholder>
              <w:docPart w:val="34B85215D77D4C3CAB2B6D02C02C5A05"/>
            </w:placeholder>
            <w:showingPlcHdr/>
          </w:sdtPr>
          <w:sdtContent>
            <w:tc>
              <w:tcPr>
                <w:tcW w:w="7285" w:type="dxa"/>
              </w:tcPr>
              <w:p w14:paraId="40A11AAB" w14:textId="7ACAF348" w:rsidR="0054073F" w:rsidRDefault="0054073F" w:rsidP="0054073F">
                <w:pPr>
                  <w:pStyle w:val="BodyParagraph"/>
                </w:pPr>
                <w:r w:rsidRPr="00732C75">
                  <w:rPr>
                    <w:rStyle w:val="ae"/>
                  </w:rPr>
                  <w:t>Click here to enter text.</w:t>
                </w:r>
              </w:p>
            </w:tc>
          </w:sdtContent>
        </w:sdt>
      </w:tr>
      <w:tr w:rsidR="0054073F" w14:paraId="40A11AAF" w14:textId="77777777" w:rsidTr="0054073F">
        <w:tc>
          <w:tcPr>
            <w:tcW w:w="2065" w:type="dxa"/>
          </w:tcPr>
          <w:p w14:paraId="40A11AAD" w14:textId="77777777" w:rsidR="0054073F" w:rsidRDefault="0054073F" w:rsidP="0054073F">
            <w:pPr>
              <w:pStyle w:val="BodyParagraph"/>
            </w:pPr>
            <w:r>
              <w:t>Field of study:</w:t>
            </w:r>
          </w:p>
        </w:tc>
        <w:sdt>
          <w:sdtPr>
            <w:id w:val="506325870"/>
            <w:placeholder>
              <w:docPart w:val="696CAFDD330E4BD191C3782550E3BAA7"/>
            </w:placeholder>
            <w:showingPlcHdr/>
          </w:sdtPr>
          <w:sdtContent>
            <w:tc>
              <w:tcPr>
                <w:tcW w:w="7285" w:type="dxa"/>
              </w:tcPr>
              <w:p w14:paraId="40A11AAE" w14:textId="48B87E00" w:rsidR="0054073F" w:rsidRDefault="0054073F" w:rsidP="0054073F">
                <w:pPr>
                  <w:pStyle w:val="BodyParagraph"/>
                </w:pPr>
                <w:r w:rsidRPr="00732C75">
                  <w:rPr>
                    <w:rStyle w:val="ae"/>
                  </w:rPr>
                  <w:t>Click here to enter text.</w:t>
                </w:r>
              </w:p>
            </w:tc>
          </w:sdtContent>
        </w:sdt>
      </w:tr>
      <w:tr w:rsidR="0054073F" w14:paraId="40A11AB2" w14:textId="77777777" w:rsidTr="0054073F">
        <w:tc>
          <w:tcPr>
            <w:tcW w:w="2065" w:type="dxa"/>
          </w:tcPr>
          <w:p w14:paraId="40A11AB0" w14:textId="77777777" w:rsidR="0054073F" w:rsidRDefault="0054073F" w:rsidP="0054073F">
            <w:pPr>
              <w:pStyle w:val="BodyParagraph"/>
            </w:pPr>
            <w:r>
              <w:t>GPA:</w:t>
            </w:r>
          </w:p>
        </w:tc>
        <w:sdt>
          <w:sdtPr>
            <w:id w:val="-1350108014"/>
            <w:placeholder>
              <w:docPart w:val="57FE328CA357463EA196421FCD205723"/>
            </w:placeholder>
            <w:showingPlcHdr/>
          </w:sdtPr>
          <w:sdtContent>
            <w:tc>
              <w:tcPr>
                <w:tcW w:w="7285" w:type="dxa"/>
              </w:tcPr>
              <w:p w14:paraId="40A11AB1" w14:textId="0E8B97F9" w:rsidR="0054073F" w:rsidRDefault="0054073F" w:rsidP="0054073F">
                <w:pPr>
                  <w:pStyle w:val="BodyParagraph"/>
                </w:pPr>
                <w:r w:rsidRPr="00732C75">
                  <w:rPr>
                    <w:rStyle w:val="ae"/>
                  </w:rPr>
                  <w:t>Click here to enter text.</w:t>
                </w:r>
              </w:p>
            </w:tc>
          </w:sdtContent>
        </w:sdt>
      </w:tr>
    </w:tbl>
    <w:p w14:paraId="40A11AB3" w14:textId="77777777" w:rsidR="005C5D13" w:rsidRPr="00E41358" w:rsidRDefault="005C5D13" w:rsidP="00E41358"/>
    <w:p w14:paraId="40A11AB4" w14:textId="77777777" w:rsidR="00723F9D" w:rsidRDefault="005C5D13" w:rsidP="005C5D13">
      <w:pPr>
        <w:pStyle w:val="3"/>
      </w:pPr>
      <w:r>
        <w:t>SUMMARY AND OBJECTIVES</w:t>
      </w:r>
    </w:p>
    <w:p w14:paraId="40A11AB5" w14:textId="77777777" w:rsidR="005C5D13" w:rsidRDefault="005C5D13" w:rsidP="0054073F">
      <w:pPr>
        <w:pStyle w:val="BodyParagraph"/>
      </w:pPr>
      <w:r w:rsidRPr="005C5D13">
        <w:t>In 2-3 short sentences, tell us your objectives for this scholarship (</w:t>
      </w:r>
      <w:r w:rsidR="00CE5C4A">
        <w:t xml:space="preserve">program of </w:t>
      </w:r>
      <w:r w:rsidRPr="005C5D13">
        <w:t xml:space="preserve">study/degree sought, </w:t>
      </w:r>
      <w:hyperlink r:id="rId8" w:history="1">
        <w:r w:rsidRPr="00CE5C4A">
          <w:rPr>
            <w:rStyle w:val="ab"/>
          </w:rPr>
          <w:t>Rotary area of focus</w:t>
        </w:r>
      </w:hyperlink>
      <w:r w:rsidRPr="005C5D13">
        <w:t>, etc.).</w:t>
      </w:r>
    </w:p>
    <w:tbl>
      <w:tblPr>
        <w:tblStyle w:val="aa"/>
        <w:tblW w:w="0" w:type="auto"/>
        <w:tblLook w:val="04A0" w:firstRow="1" w:lastRow="0" w:firstColumn="1" w:lastColumn="0" w:noHBand="0" w:noVBand="1"/>
      </w:tblPr>
      <w:tblGrid>
        <w:gridCol w:w="9350"/>
      </w:tblGrid>
      <w:tr w:rsidR="00E41358" w14:paraId="40A11AB7" w14:textId="77777777" w:rsidTr="00E41358">
        <w:sdt>
          <w:sdtPr>
            <w:id w:val="1071771650"/>
            <w:placeholder>
              <w:docPart w:val="C6D34FA6F0EA40B4BBE6DA1C819AE06E"/>
            </w:placeholder>
            <w:showingPlcHdr/>
          </w:sdtPr>
          <w:sdtContent>
            <w:tc>
              <w:tcPr>
                <w:tcW w:w="9576" w:type="dxa"/>
              </w:tcPr>
              <w:p w14:paraId="40A11AB6" w14:textId="2832AC1F" w:rsidR="00E41358" w:rsidRDefault="0054073F" w:rsidP="0054073F">
                <w:pPr>
                  <w:pStyle w:val="BodyParagraph"/>
                </w:pPr>
                <w:r w:rsidRPr="00732C75">
                  <w:rPr>
                    <w:rStyle w:val="ae"/>
                  </w:rPr>
                  <w:t>Click here to enter text.</w:t>
                </w:r>
              </w:p>
            </w:tc>
          </w:sdtContent>
        </w:sdt>
      </w:tr>
    </w:tbl>
    <w:p w14:paraId="40A11AB8" w14:textId="77777777" w:rsidR="00E41358" w:rsidRDefault="00E41358" w:rsidP="0054073F">
      <w:pPr>
        <w:pStyle w:val="BodyParagraph"/>
      </w:pPr>
    </w:p>
    <w:p w14:paraId="40A11AB9" w14:textId="77777777" w:rsidR="005C5D13" w:rsidRDefault="005C5D13" w:rsidP="0054073F">
      <w:pPr>
        <w:pStyle w:val="BodyParagraph"/>
      </w:pPr>
      <w:r w:rsidRPr="005C5D13">
        <w:t>In 200 words or less, please summarize your qualifications to receive this scholarship. (volunteer/work/</w:t>
      </w:r>
      <w:r w:rsidR="00197BC1">
        <w:t>academic</w:t>
      </w:r>
      <w:r w:rsidRPr="005C5D13">
        <w:t xml:space="preserve"> experience, philosophy and perspective, etc.)</w:t>
      </w:r>
    </w:p>
    <w:tbl>
      <w:tblPr>
        <w:tblStyle w:val="aa"/>
        <w:tblW w:w="0" w:type="auto"/>
        <w:tblLook w:val="04A0" w:firstRow="1" w:lastRow="0" w:firstColumn="1" w:lastColumn="0" w:noHBand="0" w:noVBand="1"/>
      </w:tblPr>
      <w:tblGrid>
        <w:gridCol w:w="9350"/>
      </w:tblGrid>
      <w:tr w:rsidR="00E41358" w14:paraId="40A11ABB" w14:textId="77777777" w:rsidTr="00E41358">
        <w:sdt>
          <w:sdtPr>
            <w:id w:val="-281724108"/>
            <w:placeholder>
              <w:docPart w:val="A2F575E736DB429CADAE67C4D520BDCD"/>
            </w:placeholder>
            <w:showingPlcHdr/>
          </w:sdtPr>
          <w:sdtContent>
            <w:tc>
              <w:tcPr>
                <w:tcW w:w="9576" w:type="dxa"/>
              </w:tcPr>
              <w:p w14:paraId="40A11ABA" w14:textId="183DF397" w:rsidR="00E41358" w:rsidRDefault="0054073F" w:rsidP="0054073F">
                <w:pPr>
                  <w:pStyle w:val="BodyParagraph"/>
                </w:pPr>
                <w:r w:rsidRPr="00732C75">
                  <w:rPr>
                    <w:rStyle w:val="ae"/>
                  </w:rPr>
                  <w:t>Click here to enter text.</w:t>
                </w:r>
              </w:p>
            </w:tc>
          </w:sdtContent>
        </w:sdt>
      </w:tr>
    </w:tbl>
    <w:p w14:paraId="40A11ABC" w14:textId="77777777" w:rsidR="001A3A6F" w:rsidRPr="00E41358" w:rsidRDefault="001A3A6F" w:rsidP="00E41358"/>
    <w:p w14:paraId="40A11ABD" w14:textId="77777777" w:rsidR="001A3A6F" w:rsidRDefault="001A3A6F" w:rsidP="001A3A6F">
      <w:pPr>
        <w:pStyle w:val="3"/>
      </w:pPr>
      <w:r>
        <w:t>AREAS OF FOCUS</w:t>
      </w:r>
    </w:p>
    <w:p w14:paraId="40A11ABE" w14:textId="77777777" w:rsidR="005C5D13" w:rsidRDefault="00573227" w:rsidP="0054073F">
      <w:pPr>
        <w:pStyle w:val="BodyParagraph"/>
      </w:pPr>
      <w:r>
        <w:t>What is your area of focus?</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
        <w:gridCol w:w="8893"/>
      </w:tblGrid>
      <w:tr w:rsidR="00573227" w14:paraId="40A11AC1" w14:textId="77777777" w:rsidTr="00573227">
        <w:sdt>
          <w:sdtPr>
            <w:id w:val="-1326132347"/>
            <w14:checkbox>
              <w14:checked w14:val="0"/>
              <w14:checkedState w14:val="2612" w14:font="ＭＳ ゴシック"/>
              <w14:uncheckedState w14:val="2610" w14:font="ＭＳ ゴシック"/>
            </w14:checkbox>
          </w:sdtPr>
          <w:sdtContent>
            <w:tc>
              <w:tcPr>
                <w:tcW w:w="468" w:type="dxa"/>
              </w:tcPr>
              <w:p w14:paraId="40A11ABF" w14:textId="77777777" w:rsidR="00573227" w:rsidRDefault="00846BE9" w:rsidP="0054073F">
                <w:pPr>
                  <w:pStyle w:val="BodyParagraph"/>
                </w:pPr>
                <w:r>
                  <w:rPr>
                    <w:rFonts w:ascii="ＭＳ ゴシック" w:eastAsia="ＭＳ ゴシック" w:hAnsi="ＭＳ ゴシック" w:hint="eastAsia"/>
                  </w:rPr>
                  <w:t>☐</w:t>
                </w:r>
              </w:p>
            </w:tc>
          </w:sdtContent>
        </w:sdt>
        <w:tc>
          <w:tcPr>
            <w:tcW w:w="9108" w:type="dxa"/>
          </w:tcPr>
          <w:p w14:paraId="40A11AC0" w14:textId="1E7A46AF" w:rsidR="00573227" w:rsidRDefault="00F33D1E" w:rsidP="0054073F">
            <w:pPr>
              <w:pStyle w:val="BodyParagraph"/>
            </w:pPr>
            <w:r w:rsidRPr="00F33D1E">
              <w:t>Peacebuilding and conflict prevention</w:t>
            </w:r>
          </w:p>
        </w:tc>
      </w:tr>
      <w:tr w:rsidR="00573227" w14:paraId="40A11AC4" w14:textId="77777777" w:rsidTr="00573227">
        <w:sdt>
          <w:sdtPr>
            <w:id w:val="-1723195778"/>
            <w14:checkbox>
              <w14:checked w14:val="0"/>
              <w14:checkedState w14:val="2612" w14:font="ＭＳ ゴシック"/>
              <w14:uncheckedState w14:val="2610" w14:font="ＭＳ ゴシック"/>
            </w14:checkbox>
          </w:sdtPr>
          <w:sdtContent>
            <w:tc>
              <w:tcPr>
                <w:tcW w:w="468" w:type="dxa"/>
              </w:tcPr>
              <w:p w14:paraId="40A11AC2" w14:textId="77777777" w:rsidR="00573227" w:rsidRDefault="00573227" w:rsidP="0054073F">
                <w:pPr>
                  <w:pStyle w:val="BodyParagraph"/>
                </w:pPr>
                <w:r>
                  <w:rPr>
                    <w:rFonts w:ascii="ＭＳ ゴシック" w:eastAsia="ＭＳ ゴシック" w:hAnsi="ＭＳ ゴシック" w:hint="eastAsia"/>
                  </w:rPr>
                  <w:t>☐</w:t>
                </w:r>
              </w:p>
            </w:tc>
          </w:sdtContent>
        </w:sdt>
        <w:tc>
          <w:tcPr>
            <w:tcW w:w="9108" w:type="dxa"/>
          </w:tcPr>
          <w:p w14:paraId="40A11AC3" w14:textId="29A5307C" w:rsidR="00573227" w:rsidRDefault="00F33D1E" w:rsidP="0054073F">
            <w:pPr>
              <w:pStyle w:val="BodyParagraph"/>
            </w:pPr>
            <w:r w:rsidRPr="00F33D1E">
              <w:t>Disease prevention and treatment</w:t>
            </w:r>
          </w:p>
        </w:tc>
      </w:tr>
      <w:tr w:rsidR="00573227" w14:paraId="40A11AC7" w14:textId="77777777" w:rsidTr="00573227">
        <w:sdt>
          <w:sdtPr>
            <w:id w:val="1981882342"/>
            <w14:checkbox>
              <w14:checked w14:val="0"/>
              <w14:checkedState w14:val="2612" w14:font="ＭＳ ゴシック"/>
              <w14:uncheckedState w14:val="2610" w14:font="ＭＳ ゴシック"/>
            </w14:checkbox>
          </w:sdtPr>
          <w:sdtContent>
            <w:tc>
              <w:tcPr>
                <w:tcW w:w="468" w:type="dxa"/>
              </w:tcPr>
              <w:p w14:paraId="40A11AC5" w14:textId="77777777" w:rsidR="00573227" w:rsidRDefault="00573227" w:rsidP="0054073F">
                <w:pPr>
                  <w:pStyle w:val="BodyParagraph"/>
                </w:pPr>
                <w:r>
                  <w:rPr>
                    <w:rFonts w:ascii="ＭＳ ゴシック" w:eastAsia="ＭＳ ゴシック" w:hAnsi="ＭＳ ゴシック" w:hint="eastAsia"/>
                  </w:rPr>
                  <w:t>☐</w:t>
                </w:r>
              </w:p>
            </w:tc>
          </w:sdtContent>
        </w:sdt>
        <w:tc>
          <w:tcPr>
            <w:tcW w:w="9108" w:type="dxa"/>
          </w:tcPr>
          <w:p w14:paraId="40A11AC6" w14:textId="48B7FCC1" w:rsidR="00573227" w:rsidRDefault="00F33D1E" w:rsidP="0054073F">
            <w:pPr>
              <w:pStyle w:val="BodyParagraph"/>
            </w:pPr>
            <w:r w:rsidRPr="00F33D1E">
              <w:t>Water, sanitation, and hygiene</w:t>
            </w:r>
          </w:p>
        </w:tc>
      </w:tr>
      <w:tr w:rsidR="00573227" w14:paraId="40A11ACA" w14:textId="77777777" w:rsidTr="00573227">
        <w:sdt>
          <w:sdtPr>
            <w:id w:val="207220793"/>
            <w14:checkbox>
              <w14:checked w14:val="0"/>
              <w14:checkedState w14:val="2612" w14:font="ＭＳ ゴシック"/>
              <w14:uncheckedState w14:val="2610" w14:font="ＭＳ ゴシック"/>
            </w14:checkbox>
          </w:sdtPr>
          <w:sdtContent>
            <w:tc>
              <w:tcPr>
                <w:tcW w:w="468" w:type="dxa"/>
              </w:tcPr>
              <w:p w14:paraId="40A11AC8" w14:textId="77777777" w:rsidR="00573227" w:rsidRDefault="00573227" w:rsidP="0054073F">
                <w:pPr>
                  <w:pStyle w:val="BodyParagraph"/>
                </w:pPr>
                <w:r>
                  <w:rPr>
                    <w:rFonts w:ascii="ＭＳ ゴシック" w:eastAsia="ＭＳ ゴシック" w:hAnsi="ＭＳ ゴシック" w:hint="eastAsia"/>
                  </w:rPr>
                  <w:t>☐</w:t>
                </w:r>
              </w:p>
            </w:tc>
          </w:sdtContent>
        </w:sdt>
        <w:tc>
          <w:tcPr>
            <w:tcW w:w="9108" w:type="dxa"/>
          </w:tcPr>
          <w:p w14:paraId="40A11AC9" w14:textId="6AC6EF8B" w:rsidR="00573227" w:rsidRDefault="00F33D1E" w:rsidP="0054073F">
            <w:pPr>
              <w:pStyle w:val="BodyParagraph"/>
            </w:pPr>
            <w:r w:rsidRPr="00F33D1E">
              <w:t>Maternal and child health</w:t>
            </w:r>
          </w:p>
        </w:tc>
      </w:tr>
      <w:tr w:rsidR="00573227" w14:paraId="40A11ACD" w14:textId="77777777" w:rsidTr="00573227">
        <w:sdt>
          <w:sdtPr>
            <w:id w:val="-97945654"/>
            <w14:checkbox>
              <w14:checked w14:val="0"/>
              <w14:checkedState w14:val="2612" w14:font="ＭＳ ゴシック"/>
              <w14:uncheckedState w14:val="2610" w14:font="ＭＳ ゴシック"/>
            </w14:checkbox>
          </w:sdtPr>
          <w:sdtContent>
            <w:tc>
              <w:tcPr>
                <w:tcW w:w="468" w:type="dxa"/>
              </w:tcPr>
              <w:p w14:paraId="40A11ACB" w14:textId="77777777" w:rsidR="00573227" w:rsidRDefault="00573227" w:rsidP="0054073F">
                <w:pPr>
                  <w:pStyle w:val="BodyParagraph"/>
                </w:pPr>
                <w:r>
                  <w:rPr>
                    <w:rFonts w:ascii="ＭＳ ゴシック" w:eastAsia="ＭＳ ゴシック" w:hAnsi="ＭＳ ゴシック" w:hint="eastAsia"/>
                  </w:rPr>
                  <w:t>☐</w:t>
                </w:r>
              </w:p>
            </w:tc>
          </w:sdtContent>
        </w:sdt>
        <w:tc>
          <w:tcPr>
            <w:tcW w:w="9108" w:type="dxa"/>
          </w:tcPr>
          <w:p w14:paraId="40A11ACC" w14:textId="206006B3" w:rsidR="00573227" w:rsidRDefault="00F33D1E" w:rsidP="0054073F">
            <w:pPr>
              <w:pStyle w:val="BodyParagraph"/>
            </w:pPr>
            <w:r w:rsidRPr="00F33D1E">
              <w:t>Basic education and literacy</w:t>
            </w:r>
          </w:p>
        </w:tc>
      </w:tr>
      <w:tr w:rsidR="00573227" w14:paraId="40A11AD0" w14:textId="77777777" w:rsidTr="00573227">
        <w:sdt>
          <w:sdtPr>
            <w:id w:val="589591222"/>
            <w14:checkbox>
              <w14:checked w14:val="0"/>
              <w14:checkedState w14:val="2612" w14:font="ＭＳ ゴシック"/>
              <w14:uncheckedState w14:val="2610" w14:font="ＭＳ ゴシック"/>
            </w14:checkbox>
          </w:sdtPr>
          <w:sdtContent>
            <w:tc>
              <w:tcPr>
                <w:tcW w:w="468" w:type="dxa"/>
              </w:tcPr>
              <w:p w14:paraId="40A11ACE" w14:textId="77777777" w:rsidR="00573227" w:rsidRDefault="00573227" w:rsidP="0054073F">
                <w:pPr>
                  <w:pStyle w:val="BodyParagraph"/>
                </w:pPr>
                <w:r>
                  <w:rPr>
                    <w:rFonts w:ascii="ＭＳ ゴシック" w:eastAsia="ＭＳ ゴシック" w:hAnsi="ＭＳ ゴシック" w:hint="eastAsia"/>
                  </w:rPr>
                  <w:t>☐</w:t>
                </w:r>
              </w:p>
            </w:tc>
          </w:sdtContent>
        </w:sdt>
        <w:tc>
          <w:tcPr>
            <w:tcW w:w="9108" w:type="dxa"/>
          </w:tcPr>
          <w:p w14:paraId="40A11ACF" w14:textId="5E3C07BE" w:rsidR="00573227" w:rsidRDefault="00F33D1E" w:rsidP="0054073F">
            <w:pPr>
              <w:pStyle w:val="BodyParagraph"/>
            </w:pPr>
            <w:r w:rsidRPr="00F33D1E">
              <w:t>Community economic development</w:t>
            </w:r>
          </w:p>
        </w:tc>
      </w:tr>
      <w:tr w:rsidR="00E656FF" w14:paraId="3BEF56DF" w14:textId="77777777" w:rsidTr="00573227">
        <w:sdt>
          <w:sdtPr>
            <w:rPr>
              <w:rFonts w:eastAsia="ＭＳ ゴシック" w:hint="eastAsia"/>
            </w:rPr>
            <w:id w:val="-1105261024"/>
            <w14:checkbox>
              <w14:checked w14:val="0"/>
              <w14:checkedState w14:val="2612" w14:font="ＭＳ ゴシック"/>
              <w14:uncheckedState w14:val="2610" w14:font="ＭＳ ゴシック"/>
            </w14:checkbox>
          </w:sdtPr>
          <w:sdtContent>
            <w:tc>
              <w:tcPr>
                <w:tcW w:w="468" w:type="dxa"/>
              </w:tcPr>
              <w:p w14:paraId="14FECE5E" w14:textId="1D895A45" w:rsidR="00E656FF" w:rsidRDefault="00E656FF" w:rsidP="0054073F">
                <w:pPr>
                  <w:pStyle w:val="BodyParagraph"/>
                  <w:rPr>
                    <w:rFonts w:eastAsia="ＭＳ ゴシック"/>
                  </w:rPr>
                </w:pPr>
                <w:r>
                  <w:rPr>
                    <w:rFonts w:eastAsia="ＭＳ ゴシック" w:hint="eastAsia"/>
                  </w:rPr>
                  <w:t>☐</w:t>
                </w:r>
              </w:p>
            </w:tc>
          </w:sdtContent>
        </w:sdt>
        <w:tc>
          <w:tcPr>
            <w:tcW w:w="9108" w:type="dxa"/>
          </w:tcPr>
          <w:p w14:paraId="0E3FAD7D" w14:textId="12F3A504" w:rsidR="00E656FF" w:rsidRPr="00F33D1E" w:rsidRDefault="00E656FF" w:rsidP="0054073F">
            <w:pPr>
              <w:pStyle w:val="BodyParagraph"/>
            </w:pPr>
            <w:r w:rsidRPr="00E656FF">
              <w:t>Environment</w:t>
            </w:r>
          </w:p>
        </w:tc>
      </w:tr>
    </w:tbl>
    <w:p w14:paraId="40A11AD1" w14:textId="77777777" w:rsidR="00573227" w:rsidRDefault="00573227" w:rsidP="0054073F">
      <w:pPr>
        <w:pStyle w:val="BodyParagraph"/>
      </w:pPr>
    </w:p>
    <w:p w14:paraId="40A11AD2" w14:textId="77777777" w:rsidR="00573227" w:rsidRDefault="00573227" w:rsidP="0054073F">
      <w:pPr>
        <w:pStyle w:val="BodyParagraph"/>
      </w:pPr>
      <w:r>
        <w:t xml:space="preserve">Which goals of your selected area of focus will </w:t>
      </w:r>
      <w:r w:rsidRPr="00573227">
        <w:t>your scholarship activities support?</w:t>
      </w:r>
      <w:r>
        <w:t xml:space="preserve"> Refer to the </w:t>
      </w:r>
      <w:hyperlink r:id="rId9" w:history="1">
        <w:r w:rsidRPr="00573227">
          <w:rPr>
            <w:rStyle w:val="ab"/>
          </w:rPr>
          <w:t>Areas of Focus Policy Statements</w:t>
        </w:r>
      </w:hyperlink>
      <w:r>
        <w:t xml:space="preserve"> for more information.</w:t>
      </w:r>
    </w:p>
    <w:tbl>
      <w:tblPr>
        <w:tblStyle w:val="aa"/>
        <w:tblW w:w="0" w:type="auto"/>
        <w:tblLook w:val="04A0" w:firstRow="1" w:lastRow="0" w:firstColumn="1" w:lastColumn="0" w:noHBand="0" w:noVBand="1"/>
      </w:tblPr>
      <w:tblGrid>
        <w:gridCol w:w="9350"/>
      </w:tblGrid>
      <w:tr w:rsidR="00E41358" w14:paraId="40A11AD4" w14:textId="77777777" w:rsidTr="00E41358">
        <w:sdt>
          <w:sdtPr>
            <w:id w:val="1726330396"/>
            <w:placeholder>
              <w:docPart w:val="10BDAA55531C46D7984A5995FD48F0AF"/>
            </w:placeholder>
            <w:showingPlcHdr/>
          </w:sdtPr>
          <w:sdtContent>
            <w:tc>
              <w:tcPr>
                <w:tcW w:w="9576" w:type="dxa"/>
              </w:tcPr>
              <w:p w14:paraId="40A11AD3" w14:textId="5540A167" w:rsidR="00E41358" w:rsidRDefault="0054073F" w:rsidP="0054073F">
                <w:pPr>
                  <w:pStyle w:val="BodyParagraph"/>
                </w:pPr>
                <w:r w:rsidRPr="00732C75">
                  <w:rPr>
                    <w:rStyle w:val="ae"/>
                  </w:rPr>
                  <w:t>Click here to enter text.</w:t>
                </w:r>
              </w:p>
            </w:tc>
          </w:sdtContent>
        </w:sdt>
      </w:tr>
    </w:tbl>
    <w:p w14:paraId="40A11AD5" w14:textId="77777777" w:rsidR="00E41358" w:rsidRDefault="00E41358" w:rsidP="0054073F">
      <w:pPr>
        <w:pStyle w:val="BodyParagraph"/>
      </w:pPr>
    </w:p>
    <w:p w14:paraId="40A11AD6" w14:textId="77777777" w:rsidR="00573227" w:rsidRDefault="00573227" w:rsidP="0054073F">
      <w:pPr>
        <w:pStyle w:val="BodyParagraph"/>
      </w:pPr>
      <w:r>
        <w:t>How will you meet these goals?</w:t>
      </w:r>
    </w:p>
    <w:tbl>
      <w:tblPr>
        <w:tblStyle w:val="aa"/>
        <w:tblW w:w="0" w:type="auto"/>
        <w:tblLook w:val="04A0" w:firstRow="1" w:lastRow="0" w:firstColumn="1" w:lastColumn="0" w:noHBand="0" w:noVBand="1"/>
      </w:tblPr>
      <w:tblGrid>
        <w:gridCol w:w="9350"/>
      </w:tblGrid>
      <w:tr w:rsidR="00E41358" w14:paraId="40A11AD8" w14:textId="77777777" w:rsidTr="00E41358">
        <w:sdt>
          <w:sdtPr>
            <w:id w:val="307672871"/>
            <w:placeholder>
              <w:docPart w:val="0DBFA8D2F62C4C3F9CBF2D6C0A086A7D"/>
            </w:placeholder>
            <w:showingPlcHdr/>
          </w:sdtPr>
          <w:sdtContent>
            <w:tc>
              <w:tcPr>
                <w:tcW w:w="9576" w:type="dxa"/>
              </w:tcPr>
              <w:p w14:paraId="40A11AD7" w14:textId="08815054" w:rsidR="00E41358" w:rsidRDefault="0054073F" w:rsidP="0054073F">
                <w:pPr>
                  <w:pStyle w:val="BodyParagraph"/>
                </w:pPr>
                <w:r w:rsidRPr="00732C75">
                  <w:rPr>
                    <w:rStyle w:val="ae"/>
                  </w:rPr>
                  <w:t>Click here to enter text.</w:t>
                </w:r>
              </w:p>
            </w:tc>
          </w:sdtContent>
        </w:sdt>
      </w:tr>
    </w:tbl>
    <w:p w14:paraId="40A11AD9" w14:textId="77777777" w:rsidR="00573227" w:rsidRPr="00E41358" w:rsidRDefault="00573227" w:rsidP="00E41358"/>
    <w:p w14:paraId="40A11ADA" w14:textId="77777777" w:rsidR="00573227" w:rsidRDefault="00573227" w:rsidP="00573227">
      <w:pPr>
        <w:pStyle w:val="3"/>
      </w:pPr>
      <w:r>
        <w:t>SCHOLARSHIP INFORMATION</w:t>
      </w:r>
    </w:p>
    <w:p w14:paraId="40A11ADB" w14:textId="77777777" w:rsidR="00573227" w:rsidRDefault="009436D2" w:rsidP="0054073F">
      <w:pPr>
        <w:pStyle w:val="BodyParagraph"/>
      </w:pPr>
      <w:r>
        <w:t>Provide the following information about the academic program you plan to attend:</w:t>
      </w:r>
    </w:p>
    <w:tbl>
      <w:tblPr>
        <w:tblStyle w:val="aa"/>
        <w:tblW w:w="0" w:type="auto"/>
        <w:tblLook w:val="04A0" w:firstRow="1" w:lastRow="0" w:firstColumn="1" w:lastColumn="0" w:noHBand="0" w:noVBand="1"/>
      </w:tblPr>
      <w:tblGrid>
        <w:gridCol w:w="2853"/>
        <w:gridCol w:w="6497"/>
      </w:tblGrid>
      <w:tr w:rsidR="009436D2" w14:paraId="40A11ADE" w14:textId="77777777" w:rsidTr="0054073F">
        <w:tc>
          <w:tcPr>
            <w:tcW w:w="2853" w:type="dxa"/>
          </w:tcPr>
          <w:p w14:paraId="40A11ADC" w14:textId="77777777" w:rsidR="009436D2" w:rsidRDefault="009436D2" w:rsidP="0054073F">
            <w:pPr>
              <w:pStyle w:val="BodyParagraph"/>
            </w:pPr>
            <w:r>
              <w:t>Name of institution:</w:t>
            </w:r>
          </w:p>
        </w:tc>
        <w:sdt>
          <w:sdtPr>
            <w:id w:val="-2042435027"/>
            <w:placeholder>
              <w:docPart w:val="92A1321D814E4F7ABE86CECA1627EA7F"/>
            </w:placeholder>
            <w:showingPlcHdr/>
          </w:sdtPr>
          <w:sdtContent>
            <w:tc>
              <w:tcPr>
                <w:tcW w:w="6497" w:type="dxa"/>
              </w:tcPr>
              <w:p w14:paraId="40A11ADD" w14:textId="79EC0C92" w:rsidR="009436D2" w:rsidRDefault="0054073F" w:rsidP="0054073F">
                <w:pPr>
                  <w:pStyle w:val="BodyParagraph"/>
                </w:pPr>
                <w:r w:rsidRPr="00732C75">
                  <w:rPr>
                    <w:rStyle w:val="ae"/>
                  </w:rPr>
                  <w:t>Click here to enter text.</w:t>
                </w:r>
              </w:p>
            </w:tc>
          </w:sdtContent>
        </w:sdt>
      </w:tr>
      <w:tr w:rsidR="0054073F" w14:paraId="40A11AE1" w14:textId="77777777" w:rsidTr="0054073F">
        <w:tc>
          <w:tcPr>
            <w:tcW w:w="2853" w:type="dxa"/>
          </w:tcPr>
          <w:p w14:paraId="40A11ADF" w14:textId="77777777" w:rsidR="0054073F" w:rsidRDefault="0054073F" w:rsidP="0054073F">
            <w:pPr>
              <w:pStyle w:val="BodyParagraph"/>
            </w:pPr>
            <w:r>
              <w:t>City:</w:t>
            </w:r>
          </w:p>
        </w:tc>
        <w:sdt>
          <w:sdtPr>
            <w:id w:val="491536762"/>
            <w:placeholder>
              <w:docPart w:val="B525DC2B761F4625A46793463CE72644"/>
            </w:placeholder>
            <w:showingPlcHdr/>
          </w:sdtPr>
          <w:sdtContent>
            <w:tc>
              <w:tcPr>
                <w:tcW w:w="6497" w:type="dxa"/>
              </w:tcPr>
              <w:p w14:paraId="40A11AE0" w14:textId="032778F0" w:rsidR="0054073F" w:rsidRDefault="0054073F" w:rsidP="0054073F">
                <w:pPr>
                  <w:pStyle w:val="BodyParagraph"/>
                </w:pPr>
                <w:r w:rsidRPr="00732C75">
                  <w:rPr>
                    <w:rStyle w:val="ae"/>
                  </w:rPr>
                  <w:t>Click here to enter text.</w:t>
                </w:r>
              </w:p>
            </w:tc>
          </w:sdtContent>
        </w:sdt>
      </w:tr>
      <w:tr w:rsidR="0054073F" w14:paraId="40A11AE4" w14:textId="77777777" w:rsidTr="0054073F">
        <w:tc>
          <w:tcPr>
            <w:tcW w:w="2853" w:type="dxa"/>
          </w:tcPr>
          <w:p w14:paraId="40A11AE2" w14:textId="77777777" w:rsidR="0054073F" w:rsidRDefault="0054073F" w:rsidP="0054073F">
            <w:pPr>
              <w:pStyle w:val="BodyParagraph"/>
            </w:pPr>
            <w:r>
              <w:t>Language of instruction:</w:t>
            </w:r>
          </w:p>
        </w:tc>
        <w:sdt>
          <w:sdtPr>
            <w:id w:val="-431047904"/>
            <w:placeholder>
              <w:docPart w:val="06DC16D6944F4BD2B57D20A2F3840E13"/>
            </w:placeholder>
            <w:showingPlcHdr/>
          </w:sdtPr>
          <w:sdtContent>
            <w:tc>
              <w:tcPr>
                <w:tcW w:w="6497" w:type="dxa"/>
              </w:tcPr>
              <w:p w14:paraId="40A11AE3" w14:textId="348BA8A8" w:rsidR="0054073F" w:rsidRDefault="0054073F" w:rsidP="0054073F">
                <w:pPr>
                  <w:pStyle w:val="BodyParagraph"/>
                </w:pPr>
                <w:r w:rsidRPr="00732C75">
                  <w:rPr>
                    <w:rStyle w:val="ae"/>
                  </w:rPr>
                  <w:t>Click here to enter text.</w:t>
                </w:r>
              </w:p>
            </w:tc>
          </w:sdtContent>
        </w:sdt>
      </w:tr>
      <w:tr w:rsidR="0054073F" w14:paraId="40A11AE7" w14:textId="77777777" w:rsidTr="0054073F">
        <w:tc>
          <w:tcPr>
            <w:tcW w:w="2853" w:type="dxa"/>
          </w:tcPr>
          <w:p w14:paraId="40A11AE5" w14:textId="77777777" w:rsidR="0054073F" w:rsidRDefault="0054073F" w:rsidP="0054073F">
            <w:pPr>
              <w:pStyle w:val="BodyParagraph"/>
            </w:pPr>
            <w:r>
              <w:t>Website:</w:t>
            </w:r>
          </w:p>
        </w:tc>
        <w:sdt>
          <w:sdtPr>
            <w:id w:val="-2038574418"/>
            <w:placeholder>
              <w:docPart w:val="6F170A4B2A7E4FA2B8830D444769F5C9"/>
            </w:placeholder>
            <w:showingPlcHdr/>
          </w:sdtPr>
          <w:sdtContent>
            <w:tc>
              <w:tcPr>
                <w:tcW w:w="6497" w:type="dxa"/>
              </w:tcPr>
              <w:p w14:paraId="40A11AE6" w14:textId="08071318" w:rsidR="0054073F" w:rsidRDefault="0054073F" w:rsidP="0054073F">
                <w:pPr>
                  <w:pStyle w:val="BodyParagraph"/>
                </w:pPr>
                <w:r w:rsidRPr="00732C75">
                  <w:rPr>
                    <w:rStyle w:val="ae"/>
                  </w:rPr>
                  <w:t>Click here to enter text.</w:t>
                </w:r>
              </w:p>
            </w:tc>
          </w:sdtContent>
        </w:sdt>
      </w:tr>
      <w:tr w:rsidR="0054073F" w14:paraId="40A11AEA" w14:textId="77777777" w:rsidTr="0054073F">
        <w:tc>
          <w:tcPr>
            <w:tcW w:w="2853" w:type="dxa"/>
          </w:tcPr>
          <w:p w14:paraId="40A11AE8" w14:textId="77777777" w:rsidR="0054073F" w:rsidRDefault="0054073F" w:rsidP="0054073F">
            <w:pPr>
              <w:pStyle w:val="BodyParagraph"/>
            </w:pPr>
            <w:r>
              <w:t>Academic program:</w:t>
            </w:r>
          </w:p>
        </w:tc>
        <w:sdt>
          <w:sdtPr>
            <w:id w:val="63078914"/>
            <w:placeholder>
              <w:docPart w:val="710D710F9732494C98B1A05CFEFE9C69"/>
            </w:placeholder>
            <w:showingPlcHdr/>
          </w:sdtPr>
          <w:sdtContent>
            <w:tc>
              <w:tcPr>
                <w:tcW w:w="6497" w:type="dxa"/>
              </w:tcPr>
              <w:p w14:paraId="40A11AE9" w14:textId="26387C69" w:rsidR="0054073F" w:rsidRDefault="0054073F" w:rsidP="0054073F">
                <w:pPr>
                  <w:pStyle w:val="BodyParagraph"/>
                </w:pPr>
                <w:r w:rsidRPr="00732C75">
                  <w:rPr>
                    <w:rStyle w:val="ae"/>
                  </w:rPr>
                  <w:t>Click here to enter text.</w:t>
                </w:r>
              </w:p>
            </w:tc>
          </w:sdtContent>
        </w:sdt>
      </w:tr>
      <w:tr w:rsidR="0054073F" w14:paraId="40A11AED" w14:textId="77777777" w:rsidTr="0054073F">
        <w:tc>
          <w:tcPr>
            <w:tcW w:w="2853" w:type="dxa"/>
          </w:tcPr>
          <w:p w14:paraId="40A11AEB" w14:textId="77777777" w:rsidR="0054073F" w:rsidRDefault="0054073F" w:rsidP="0054073F">
            <w:pPr>
              <w:pStyle w:val="BodyParagraph"/>
            </w:pPr>
            <w:r>
              <w:t>Academic program start date:</w:t>
            </w:r>
          </w:p>
        </w:tc>
        <w:sdt>
          <w:sdtPr>
            <w:id w:val="2038072914"/>
            <w:placeholder>
              <w:docPart w:val="83970CD9930C4944905CC73CD5E33977"/>
            </w:placeholder>
            <w:showingPlcHdr/>
          </w:sdtPr>
          <w:sdtContent>
            <w:tc>
              <w:tcPr>
                <w:tcW w:w="6497" w:type="dxa"/>
              </w:tcPr>
              <w:p w14:paraId="40A11AEC" w14:textId="37314358" w:rsidR="0054073F" w:rsidRDefault="0054073F" w:rsidP="0054073F">
                <w:pPr>
                  <w:pStyle w:val="BodyParagraph"/>
                </w:pPr>
                <w:r w:rsidRPr="00732C75">
                  <w:rPr>
                    <w:rStyle w:val="ae"/>
                  </w:rPr>
                  <w:t>Click here to enter text.</w:t>
                </w:r>
              </w:p>
            </w:tc>
          </w:sdtContent>
        </w:sdt>
      </w:tr>
      <w:tr w:rsidR="0054073F" w14:paraId="40A11AF0" w14:textId="77777777" w:rsidTr="0054073F">
        <w:tc>
          <w:tcPr>
            <w:tcW w:w="2853" w:type="dxa"/>
          </w:tcPr>
          <w:p w14:paraId="40A11AEE" w14:textId="77777777" w:rsidR="0054073F" w:rsidRDefault="0054073F" w:rsidP="0054073F">
            <w:pPr>
              <w:pStyle w:val="BodyParagraph"/>
            </w:pPr>
            <w:r>
              <w:t>Academic program end date:</w:t>
            </w:r>
          </w:p>
        </w:tc>
        <w:sdt>
          <w:sdtPr>
            <w:id w:val="911663154"/>
            <w:placeholder>
              <w:docPart w:val="51A0E5BE7BAF45F9AC608DC2B8192D12"/>
            </w:placeholder>
            <w:showingPlcHdr/>
          </w:sdtPr>
          <w:sdtContent>
            <w:tc>
              <w:tcPr>
                <w:tcW w:w="6497" w:type="dxa"/>
              </w:tcPr>
              <w:p w14:paraId="40A11AEF" w14:textId="0593776C" w:rsidR="0054073F" w:rsidRDefault="0054073F" w:rsidP="0054073F">
                <w:pPr>
                  <w:pStyle w:val="BodyParagraph"/>
                </w:pPr>
                <w:r w:rsidRPr="00732C75">
                  <w:rPr>
                    <w:rStyle w:val="ae"/>
                  </w:rPr>
                  <w:t>Click here to enter text.</w:t>
                </w:r>
              </w:p>
            </w:tc>
          </w:sdtContent>
        </w:sdt>
      </w:tr>
      <w:tr w:rsidR="0054073F" w14:paraId="40A11AF3" w14:textId="77777777" w:rsidTr="0054073F">
        <w:tc>
          <w:tcPr>
            <w:tcW w:w="2853" w:type="dxa"/>
          </w:tcPr>
          <w:p w14:paraId="40A11AF1" w14:textId="77777777" w:rsidR="0054073F" w:rsidRDefault="0054073F" w:rsidP="0054073F">
            <w:pPr>
              <w:pStyle w:val="BodyParagraph"/>
            </w:pPr>
            <w:r>
              <w:t>Planned departure date:</w:t>
            </w:r>
          </w:p>
        </w:tc>
        <w:sdt>
          <w:sdtPr>
            <w:id w:val="-987397122"/>
            <w:placeholder>
              <w:docPart w:val="C31CFA675AD94F75B21D078E5302AF04"/>
            </w:placeholder>
            <w:showingPlcHdr/>
          </w:sdtPr>
          <w:sdtContent>
            <w:tc>
              <w:tcPr>
                <w:tcW w:w="6497" w:type="dxa"/>
              </w:tcPr>
              <w:p w14:paraId="40A11AF2" w14:textId="0BA2745D" w:rsidR="0054073F" w:rsidRDefault="0054073F" w:rsidP="0054073F">
                <w:pPr>
                  <w:pStyle w:val="BodyParagraph"/>
                </w:pPr>
                <w:r w:rsidRPr="00732C75">
                  <w:rPr>
                    <w:rStyle w:val="ae"/>
                  </w:rPr>
                  <w:t>Click here to enter text.</w:t>
                </w:r>
              </w:p>
            </w:tc>
          </w:sdtContent>
        </w:sdt>
      </w:tr>
      <w:tr w:rsidR="0054073F" w14:paraId="40A11AF6" w14:textId="77777777" w:rsidTr="0054073F">
        <w:tc>
          <w:tcPr>
            <w:tcW w:w="2853" w:type="dxa"/>
          </w:tcPr>
          <w:p w14:paraId="40A11AF4" w14:textId="77777777" w:rsidR="0054073F" w:rsidRDefault="0054073F" w:rsidP="0054073F">
            <w:pPr>
              <w:pStyle w:val="BodyParagraph"/>
            </w:pPr>
            <w:r>
              <w:t>Planned return date:</w:t>
            </w:r>
          </w:p>
        </w:tc>
        <w:sdt>
          <w:sdtPr>
            <w:id w:val="-292834581"/>
            <w:placeholder>
              <w:docPart w:val="5B3623AE72684FD98F7DC215FDE1307F"/>
            </w:placeholder>
            <w:showingPlcHdr/>
          </w:sdtPr>
          <w:sdtContent>
            <w:tc>
              <w:tcPr>
                <w:tcW w:w="6497" w:type="dxa"/>
              </w:tcPr>
              <w:p w14:paraId="40A11AF5" w14:textId="7190E4E8" w:rsidR="0054073F" w:rsidRDefault="0054073F" w:rsidP="0054073F">
                <w:pPr>
                  <w:pStyle w:val="BodyParagraph"/>
                </w:pPr>
                <w:r w:rsidRPr="00732C75">
                  <w:rPr>
                    <w:rStyle w:val="ae"/>
                  </w:rPr>
                  <w:t>Click here to enter text.</w:t>
                </w:r>
              </w:p>
            </w:tc>
          </w:sdtContent>
        </w:sdt>
      </w:tr>
    </w:tbl>
    <w:p w14:paraId="40A11AF7" w14:textId="77777777" w:rsidR="009436D2" w:rsidRDefault="009436D2" w:rsidP="0054073F">
      <w:pPr>
        <w:pStyle w:val="BodyParagraph"/>
      </w:pPr>
    </w:p>
    <w:p w14:paraId="40A11AF8" w14:textId="1556ACC1" w:rsidR="00A8393B" w:rsidRDefault="00A8393B" w:rsidP="0054073F">
      <w:pPr>
        <w:pStyle w:val="BodyParagraph"/>
      </w:pPr>
      <w:r w:rsidRPr="00A8393B">
        <w:t xml:space="preserve">List the </w:t>
      </w:r>
      <w:r w:rsidR="00F710D2">
        <w:t xml:space="preserve">specific </w:t>
      </w:r>
      <w:r w:rsidRPr="00A8393B">
        <w:t>classes you plan to take</w:t>
      </w:r>
      <w:r w:rsidR="00F710D2">
        <w:t xml:space="preserve"> during the scholarship period</w:t>
      </w:r>
      <w:r w:rsidRPr="00A8393B">
        <w:t xml:space="preserve"> and provide any relevant links to information about the program.  Explain how th</w:t>
      </w:r>
      <w:r w:rsidR="000E0EEA">
        <w:t xml:space="preserve">e program and </w:t>
      </w:r>
      <w:r w:rsidR="003C0AAA">
        <w:t>courses</w:t>
      </w:r>
      <w:r w:rsidR="000E0EEA">
        <w:t xml:space="preserve"> align</w:t>
      </w:r>
      <w:r w:rsidRPr="00A8393B">
        <w:t xml:space="preserve"> with Rotary's goals in the selected area of focus and your future career plans.</w:t>
      </w:r>
    </w:p>
    <w:tbl>
      <w:tblPr>
        <w:tblStyle w:val="aa"/>
        <w:tblW w:w="0" w:type="auto"/>
        <w:tblLook w:val="04A0" w:firstRow="1" w:lastRow="0" w:firstColumn="1" w:lastColumn="0" w:noHBand="0" w:noVBand="1"/>
      </w:tblPr>
      <w:tblGrid>
        <w:gridCol w:w="9350"/>
      </w:tblGrid>
      <w:tr w:rsidR="00457312" w14:paraId="40A11AFA" w14:textId="77777777" w:rsidTr="00457312">
        <w:sdt>
          <w:sdtPr>
            <w:id w:val="-1275399555"/>
            <w:placeholder>
              <w:docPart w:val="46FABA144AA7436BBC54578229DFE8B2"/>
            </w:placeholder>
            <w:showingPlcHdr/>
          </w:sdtPr>
          <w:sdtContent>
            <w:tc>
              <w:tcPr>
                <w:tcW w:w="9576" w:type="dxa"/>
              </w:tcPr>
              <w:p w14:paraId="40A11AF9" w14:textId="2B48A17F" w:rsidR="00457312" w:rsidRDefault="00716047" w:rsidP="0054073F">
                <w:pPr>
                  <w:pStyle w:val="BodyParagraph"/>
                </w:pPr>
                <w:r w:rsidRPr="00732C75">
                  <w:rPr>
                    <w:rStyle w:val="ae"/>
                  </w:rPr>
                  <w:t>Click here to enter text.</w:t>
                </w:r>
              </w:p>
            </w:tc>
          </w:sdtContent>
        </w:sdt>
      </w:tr>
    </w:tbl>
    <w:p w14:paraId="40A11AFB" w14:textId="77777777" w:rsidR="00A8393B" w:rsidRDefault="00A8393B" w:rsidP="0054073F">
      <w:pPr>
        <w:pStyle w:val="BodyParagraph"/>
      </w:pPr>
    </w:p>
    <w:p w14:paraId="40A11AFC" w14:textId="77777777" w:rsidR="00573227" w:rsidRDefault="00C64BFD" w:rsidP="0054073F">
      <w:pPr>
        <w:pStyle w:val="BodyParagraph"/>
      </w:pPr>
      <w:r w:rsidRPr="00C64BFD">
        <w:t xml:space="preserve">How does your previous and current educational, professional, </w:t>
      </w:r>
      <w:r w:rsidR="00F15666">
        <w:t>and/</w:t>
      </w:r>
      <w:r w:rsidRPr="00C64BFD">
        <w:t>or volunteer experience align with Rotary's goals in the selected area of focus (500 words or less)?</w:t>
      </w:r>
    </w:p>
    <w:tbl>
      <w:tblPr>
        <w:tblStyle w:val="aa"/>
        <w:tblW w:w="0" w:type="auto"/>
        <w:tblLook w:val="04A0" w:firstRow="1" w:lastRow="0" w:firstColumn="1" w:lastColumn="0" w:noHBand="0" w:noVBand="1"/>
      </w:tblPr>
      <w:tblGrid>
        <w:gridCol w:w="9350"/>
      </w:tblGrid>
      <w:tr w:rsidR="00457312" w14:paraId="40A11AFE" w14:textId="77777777" w:rsidTr="00457312">
        <w:sdt>
          <w:sdtPr>
            <w:id w:val="-1911915713"/>
            <w:placeholder>
              <w:docPart w:val="CE1225D0388D45F58CE07D912563A208"/>
            </w:placeholder>
            <w:showingPlcHdr/>
          </w:sdtPr>
          <w:sdtContent>
            <w:tc>
              <w:tcPr>
                <w:tcW w:w="9576" w:type="dxa"/>
              </w:tcPr>
              <w:p w14:paraId="40A11AFD" w14:textId="108071E6" w:rsidR="00457312" w:rsidRDefault="00716047" w:rsidP="0054073F">
                <w:pPr>
                  <w:pStyle w:val="BodyParagraph"/>
                </w:pPr>
                <w:r w:rsidRPr="00732C75">
                  <w:rPr>
                    <w:rStyle w:val="ae"/>
                  </w:rPr>
                  <w:t>Click here to enter text.</w:t>
                </w:r>
              </w:p>
            </w:tc>
          </w:sdtContent>
        </w:sdt>
      </w:tr>
    </w:tbl>
    <w:p w14:paraId="40A11AFF" w14:textId="77777777" w:rsidR="00C64BFD" w:rsidRPr="00573227" w:rsidRDefault="00C64BFD" w:rsidP="0054073F">
      <w:pPr>
        <w:pStyle w:val="BodyParagraph"/>
      </w:pPr>
    </w:p>
    <w:p w14:paraId="40A11B00" w14:textId="77777777" w:rsidR="00573227" w:rsidRDefault="00C64BFD" w:rsidP="0054073F">
      <w:pPr>
        <w:pStyle w:val="BodyParagraph"/>
      </w:pPr>
      <w:r w:rsidRPr="00C64BFD">
        <w:t>What are your</w:t>
      </w:r>
      <w:r w:rsidR="00F15666">
        <w:t xml:space="preserve"> professional and/or academic</w:t>
      </w:r>
      <w:r w:rsidRPr="00C64BFD">
        <w:t xml:space="preserve"> plans immediately after the scholarship period (500 words or less)?</w:t>
      </w:r>
    </w:p>
    <w:tbl>
      <w:tblPr>
        <w:tblStyle w:val="aa"/>
        <w:tblW w:w="0" w:type="auto"/>
        <w:tblLook w:val="04A0" w:firstRow="1" w:lastRow="0" w:firstColumn="1" w:lastColumn="0" w:noHBand="0" w:noVBand="1"/>
      </w:tblPr>
      <w:tblGrid>
        <w:gridCol w:w="9350"/>
      </w:tblGrid>
      <w:tr w:rsidR="00457312" w14:paraId="40A11B02" w14:textId="77777777" w:rsidTr="00457312">
        <w:sdt>
          <w:sdtPr>
            <w:id w:val="-1905437117"/>
            <w:placeholder>
              <w:docPart w:val="6CA0E114121F428AB97A652514E74B71"/>
            </w:placeholder>
            <w:showingPlcHdr/>
          </w:sdtPr>
          <w:sdtContent>
            <w:tc>
              <w:tcPr>
                <w:tcW w:w="9576" w:type="dxa"/>
              </w:tcPr>
              <w:p w14:paraId="40A11B01" w14:textId="730FD8BA" w:rsidR="00457312" w:rsidRDefault="00F970E1" w:rsidP="0054073F">
                <w:pPr>
                  <w:pStyle w:val="BodyParagraph"/>
                </w:pPr>
                <w:r w:rsidRPr="00732C75">
                  <w:rPr>
                    <w:rStyle w:val="ae"/>
                  </w:rPr>
                  <w:t>Click here to enter text.</w:t>
                </w:r>
              </w:p>
            </w:tc>
          </w:sdtContent>
        </w:sdt>
      </w:tr>
    </w:tbl>
    <w:p w14:paraId="40A11B03" w14:textId="77777777" w:rsidR="00C64BFD" w:rsidRDefault="00C64BFD" w:rsidP="0054073F">
      <w:pPr>
        <w:pStyle w:val="BodyParagraph"/>
      </w:pPr>
    </w:p>
    <w:p w14:paraId="40A11B04" w14:textId="77777777" w:rsidR="00C64BFD" w:rsidRDefault="00C64BFD" w:rsidP="0054073F">
      <w:pPr>
        <w:pStyle w:val="BodyParagraph"/>
      </w:pPr>
      <w:r w:rsidRPr="00C64BFD">
        <w:t>How do your long-term professional goals align with Rotary's goals in the selected area of focus (500 words or less)?</w:t>
      </w:r>
    </w:p>
    <w:tbl>
      <w:tblPr>
        <w:tblStyle w:val="aa"/>
        <w:tblW w:w="0" w:type="auto"/>
        <w:tblLook w:val="04A0" w:firstRow="1" w:lastRow="0" w:firstColumn="1" w:lastColumn="0" w:noHBand="0" w:noVBand="1"/>
      </w:tblPr>
      <w:tblGrid>
        <w:gridCol w:w="9350"/>
      </w:tblGrid>
      <w:tr w:rsidR="00457312" w14:paraId="40A11B06" w14:textId="77777777" w:rsidTr="00457312">
        <w:sdt>
          <w:sdtPr>
            <w:id w:val="-509524840"/>
            <w:placeholder>
              <w:docPart w:val="2C961586F5744A2599ABC430B866D568"/>
            </w:placeholder>
            <w:showingPlcHdr/>
          </w:sdtPr>
          <w:sdtContent>
            <w:tc>
              <w:tcPr>
                <w:tcW w:w="9576" w:type="dxa"/>
              </w:tcPr>
              <w:p w14:paraId="40A11B05" w14:textId="11069FEB" w:rsidR="00457312" w:rsidRDefault="00F970E1" w:rsidP="0054073F">
                <w:pPr>
                  <w:pStyle w:val="BodyParagraph"/>
                </w:pPr>
                <w:r w:rsidRPr="00732C75">
                  <w:rPr>
                    <w:rStyle w:val="ae"/>
                  </w:rPr>
                  <w:t>Click here to enter text.</w:t>
                </w:r>
              </w:p>
            </w:tc>
          </w:sdtContent>
        </w:sdt>
      </w:tr>
    </w:tbl>
    <w:p w14:paraId="40A11B07" w14:textId="77777777" w:rsidR="000E0EEA" w:rsidRPr="00457312" w:rsidRDefault="000E0EEA" w:rsidP="00457312"/>
    <w:p w14:paraId="40A11B08" w14:textId="77777777" w:rsidR="00E4056B" w:rsidRDefault="00E4056B" w:rsidP="00E4056B">
      <w:pPr>
        <w:pStyle w:val="3"/>
      </w:pPr>
      <w:r>
        <w:t>BUDGET</w:t>
      </w:r>
    </w:p>
    <w:p w14:paraId="40A11B09" w14:textId="77777777" w:rsidR="00E4056B" w:rsidRDefault="00E4056B" w:rsidP="0054073F">
      <w:pPr>
        <w:pStyle w:val="BodyParagraph"/>
      </w:pPr>
      <w:r w:rsidRPr="00E4056B">
        <w:t>Select the local currency for your budget and enter the current rate of exchange to 1 U.S. dollar.</w:t>
      </w:r>
    </w:p>
    <w:tbl>
      <w:tblPr>
        <w:tblStyle w:val="aa"/>
        <w:tblW w:w="0" w:type="auto"/>
        <w:tblLook w:val="04A0" w:firstRow="1" w:lastRow="0" w:firstColumn="1" w:lastColumn="0" w:noHBand="0" w:noVBand="1"/>
      </w:tblPr>
      <w:tblGrid>
        <w:gridCol w:w="1616"/>
        <w:gridCol w:w="2885"/>
        <w:gridCol w:w="2380"/>
        <w:gridCol w:w="2469"/>
      </w:tblGrid>
      <w:tr w:rsidR="00E4056B" w14:paraId="40A11B0E" w14:textId="77777777" w:rsidTr="00F970E1">
        <w:tc>
          <w:tcPr>
            <w:tcW w:w="1638" w:type="dxa"/>
          </w:tcPr>
          <w:p w14:paraId="40A11B0A" w14:textId="77777777" w:rsidR="00E4056B" w:rsidRDefault="00E4056B" w:rsidP="0054073F">
            <w:pPr>
              <w:pStyle w:val="BodyParagraph"/>
            </w:pPr>
            <w:r>
              <w:t>Local currency:</w:t>
            </w:r>
          </w:p>
        </w:tc>
        <w:sdt>
          <w:sdtPr>
            <w:id w:val="997928170"/>
            <w:placeholder>
              <w:docPart w:val="066301E65D5B426C906A60FF20E19EA0"/>
            </w:placeholder>
            <w:showingPlcHdr/>
          </w:sdtPr>
          <w:sdtContent>
            <w:tc>
              <w:tcPr>
                <w:tcW w:w="2970" w:type="dxa"/>
              </w:tcPr>
              <w:p w14:paraId="40A11B0B" w14:textId="2125137A" w:rsidR="00E4056B" w:rsidRDefault="00F970E1" w:rsidP="0054073F">
                <w:pPr>
                  <w:pStyle w:val="BodyParagraph"/>
                </w:pPr>
                <w:r w:rsidRPr="00732C75">
                  <w:rPr>
                    <w:rStyle w:val="ae"/>
                  </w:rPr>
                  <w:t>Click here to enter text.</w:t>
                </w:r>
              </w:p>
            </w:tc>
          </w:sdtContent>
        </w:sdt>
        <w:tc>
          <w:tcPr>
            <w:tcW w:w="2430" w:type="dxa"/>
          </w:tcPr>
          <w:p w14:paraId="40A11B0C" w14:textId="77777777" w:rsidR="00E4056B" w:rsidRDefault="00E4056B" w:rsidP="0054073F">
            <w:pPr>
              <w:pStyle w:val="BodyParagraph"/>
            </w:pPr>
            <w:r>
              <w:t>Exchange rate to 1 USD:</w:t>
            </w:r>
          </w:p>
        </w:tc>
        <w:sdt>
          <w:sdtPr>
            <w:id w:val="-461122371"/>
            <w:placeholder>
              <w:docPart w:val="6D6CDD23D1CC475BAEFEF82F085BA6B2"/>
            </w:placeholder>
            <w:showingPlcHdr/>
          </w:sdtPr>
          <w:sdtContent>
            <w:tc>
              <w:tcPr>
                <w:tcW w:w="2538" w:type="dxa"/>
              </w:tcPr>
              <w:p w14:paraId="40A11B0D" w14:textId="2E174BF1" w:rsidR="00E4056B" w:rsidRDefault="00F970E1" w:rsidP="0054073F">
                <w:pPr>
                  <w:pStyle w:val="BodyParagraph"/>
                </w:pPr>
                <w:r w:rsidRPr="00732C75">
                  <w:rPr>
                    <w:rStyle w:val="ae"/>
                  </w:rPr>
                  <w:t>Click here to enter text.</w:t>
                </w:r>
              </w:p>
            </w:tc>
          </w:sdtContent>
        </w:sdt>
      </w:tr>
    </w:tbl>
    <w:p w14:paraId="40A11B0F" w14:textId="77777777" w:rsidR="00E4056B" w:rsidRDefault="00E4056B" w:rsidP="0054073F">
      <w:pPr>
        <w:pStyle w:val="BodyParagraph"/>
      </w:pPr>
    </w:p>
    <w:p w14:paraId="40A11B10" w14:textId="77777777" w:rsidR="009C4ECA" w:rsidRDefault="009C4ECA" w:rsidP="0054073F">
      <w:pPr>
        <w:pStyle w:val="BodyParagraph"/>
      </w:pPr>
      <w:r w:rsidRPr="009C4ECA">
        <w:t>Detail your proposed expenses.  Note that the total budget must be equal to the total financing of your scholarship grant amount.  Attach any documents, such as price sheets, bids or estimates, to support the expenses listed.</w:t>
      </w:r>
    </w:p>
    <w:tbl>
      <w:tblPr>
        <w:tblStyle w:val="aa"/>
        <w:tblW w:w="0" w:type="auto"/>
        <w:tblLook w:val="04A0" w:firstRow="1" w:lastRow="0" w:firstColumn="1" w:lastColumn="0" w:noHBand="0" w:noVBand="1"/>
      </w:tblPr>
      <w:tblGrid>
        <w:gridCol w:w="489"/>
        <w:gridCol w:w="2836"/>
        <w:gridCol w:w="1890"/>
        <w:gridCol w:w="1980"/>
        <w:gridCol w:w="2155"/>
      </w:tblGrid>
      <w:tr w:rsidR="009C4ECA" w14:paraId="40A11B16" w14:textId="77777777" w:rsidTr="00F970E1">
        <w:tc>
          <w:tcPr>
            <w:tcW w:w="489" w:type="dxa"/>
            <w:shd w:val="clear" w:color="auto" w:fill="F2F2F2" w:themeFill="background1" w:themeFillShade="F2"/>
          </w:tcPr>
          <w:p w14:paraId="40A11B11" w14:textId="77777777" w:rsidR="009C4ECA" w:rsidRDefault="009C4ECA" w:rsidP="0054073F">
            <w:pPr>
              <w:pStyle w:val="BodyParagraph"/>
            </w:pPr>
            <w:r>
              <w:t>#</w:t>
            </w:r>
          </w:p>
        </w:tc>
        <w:tc>
          <w:tcPr>
            <w:tcW w:w="2836" w:type="dxa"/>
            <w:shd w:val="clear" w:color="auto" w:fill="F2F2F2" w:themeFill="background1" w:themeFillShade="F2"/>
          </w:tcPr>
          <w:p w14:paraId="40A11B12" w14:textId="77777777" w:rsidR="009C4ECA" w:rsidRDefault="009C4ECA" w:rsidP="0054073F">
            <w:pPr>
              <w:pStyle w:val="BodyParagraph"/>
            </w:pPr>
            <w:r>
              <w:t>Description</w:t>
            </w:r>
          </w:p>
        </w:tc>
        <w:tc>
          <w:tcPr>
            <w:tcW w:w="1890" w:type="dxa"/>
            <w:shd w:val="clear" w:color="auto" w:fill="F2F2F2" w:themeFill="background1" w:themeFillShade="F2"/>
          </w:tcPr>
          <w:p w14:paraId="40A11B13" w14:textId="77777777" w:rsidR="009C4ECA" w:rsidRDefault="009C4ECA" w:rsidP="0054073F">
            <w:pPr>
              <w:pStyle w:val="BodyParagraph"/>
            </w:pPr>
            <w:r>
              <w:t>Category</w:t>
            </w:r>
          </w:p>
        </w:tc>
        <w:tc>
          <w:tcPr>
            <w:tcW w:w="1980" w:type="dxa"/>
            <w:shd w:val="clear" w:color="auto" w:fill="F2F2F2" w:themeFill="background1" w:themeFillShade="F2"/>
          </w:tcPr>
          <w:p w14:paraId="40A11B14" w14:textId="77777777" w:rsidR="009C4ECA" w:rsidRDefault="009C4ECA" w:rsidP="0054073F">
            <w:pPr>
              <w:pStyle w:val="BodyParagraph"/>
            </w:pPr>
            <w:r>
              <w:t>Local cost</w:t>
            </w:r>
          </w:p>
        </w:tc>
        <w:tc>
          <w:tcPr>
            <w:tcW w:w="2155" w:type="dxa"/>
            <w:shd w:val="clear" w:color="auto" w:fill="F2F2F2" w:themeFill="background1" w:themeFillShade="F2"/>
          </w:tcPr>
          <w:p w14:paraId="40A11B15" w14:textId="77777777" w:rsidR="009C4ECA" w:rsidRDefault="009C4ECA" w:rsidP="0054073F">
            <w:pPr>
              <w:pStyle w:val="BodyParagraph"/>
            </w:pPr>
            <w:r>
              <w:t>Cost in USD</w:t>
            </w:r>
          </w:p>
        </w:tc>
      </w:tr>
      <w:tr w:rsidR="00F970E1" w14:paraId="40A11B1C" w14:textId="77777777" w:rsidTr="00F970E1">
        <w:tc>
          <w:tcPr>
            <w:tcW w:w="489" w:type="dxa"/>
          </w:tcPr>
          <w:p w14:paraId="40A11B17" w14:textId="77777777" w:rsidR="00F970E1" w:rsidRDefault="00F970E1" w:rsidP="00F970E1">
            <w:pPr>
              <w:pStyle w:val="BodyParagraph"/>
            </w:pPr>
            <w:r>
              <w:t>1:</w:t>
            </w:r>
          </w:p>
        </w:tc>
        <w:tc>
          <w:tcPr>
            <w:tcW w:w="2836" w:type="dxa"/>
          </w:tcPr>
          <w:p w14:paraId="40A11B18" w14:textId="77777777" w:rsidR="00F970E1" w:rsidRDefault="00F970E1" w:rsidP="00F970E1">
            <w:pPr>
              <w:pStyle w:val="BodyParagraph"/>
            </w:pPr>
            <w:r>
              <w:t>Tuition &amp; fees</w:t>
            </w:r>
          </w:p>
        </w:tc>
        <w:tc>
          <w:tcPr>
            <w:tcW w:w="1890" w:type="dxa"/>
          </w:tcPr>
          <w:p w14:paraId="40A11B19" w14:textId="77777777" w:rsidR="00F970E1" w:rsidRDefault="00F970E1" w:rsidP="00F970E1">
            <w:pPr>
              <w:pStyle w:val="BodyParagraph"/>
            </w:pPr>
            <w:r>
              <w:t>Tuition</w:t>
            </w:r>
          </w:p>
        </w:tc>
        <w:sdt>
          <w:sdtPr>
            <w:id w:val="-131022325"/>
            <w:placeholder>
              <w:docPart w:val="B74B460D253D409DAB201546085A872A"/>
            </w:placeholder>
            <w:showingPlcHdr/>
          </w:sdtPr>
          <w:sdtContent>
            <w:tc>
              <w:tcPr>
                <w:tcW w:w="1980" w:type="dxa"/>
              </w:tcPr>
              <w:p w14:paraId="40A11B1A" w14:textId="2B52C4B8" w:rsidR="00F970E1" w:rsidRDefault="00F970E1" w:rsidP="00F970E1">
                <w:pPr>
                  <w:pStyle w:val="BodyParagraph"/>
                </w:pPr>
                <w:r w:rsidRPr="00732C75">
                  <w:rPr>
                    <w:rStyle w:val="ae"/>
                  </w:rPr>
                  <w:t>Click here to enter text.</w:t>
                </w:r>
              </w:p>
            </w:tc>
          </w:sdtContent>
        </w:sdt>
        <w:sdt>
          <w:sdtPr>
            <w:id w:val="-237629883"/>
            <w:placeholder>
              <w:docPart w:val="411DFDF7F6054470ACFB2103026248CE"/>
            </w:placeholder>
            <w:showingPlcHdr/>
          </w:sdtPr>
          <w:sdtContent>
            <w:tc>
              <w:tcPr>
                <w:tcW w:w="2155" w:type="dxa"/>
              </w:tcPr>
              <w:p w14:paraId="40A11B1B" w14:textId="65B9C747" w:rsidR="00F970E1" w:rsidRDefault="00F970E1" w:rsidP="00F970E1">
                <w:pPr>
                  <w:pStyle w:val="BodyParagraph"/>
                </w:pPr>
                <w:r w:rsidRPr="00732C75">
                  <w:rPr>
                    <w:rStyle w:val="ae"/>
                  </w:rPr>
                  <w:t>Click here to enter text.</w:t>
                </w:r>
              </w:p>
            </w:tc>
          </w:sdtContent>
        </w:sdt>
      </w:tr>
      <w:tr w:rsidR="00F970E1" w14:paraId="40A11B22" w14:textId="77777777" w:rsidTr="00F970E1">
        <w:tc>
          <w:tcPr>
            <w:tcW w:w="489" w:type="dxa"/>
          </w:tcPr>
          <w:p w14:paraId="40A11B1D" w14:textId="77777777" w:rsidR="00F970E1" w:rsidRDefault="00F970E1" w:rsidP="00F970E1">
            <w:pPr>
              <w:pStyle w:val="BodyParagraph"/>
            </w:pPr>
            <w:r>
              <w:t>2:</w:t>
            </w:r>
          </w:p>
        </w:tc>
        <w:tc>
          <w:tcPr>
            <w:tcW w:w="2836" w:type="dxa"/>
          </w:tcPr>
          <w:p w14:paraId="40A11B1E" w14:textId="77777777" w:rsidR="00F970E1" w:rsidRDefault="00F970E1" w:rsidP="00F970E1">
            <w:pPr>
              <w:pStyle w:val="BodyParagraph"/>
            </w:pPr>
            <w:r>
              <w:t>Local housing</w:t>
            </w:r>
          </w:p>
        </w:tc>
        <w:tc>
          <w:tcPr>
            <w:tcW w:w="1890" w:type="dxa"/>
          </w:tcPr>
          <w:p w14:paraId="40A11B1F" w14:textId="77777777" w:rsidR="00F970E1" w:rsidRDefault="00F970E1" w:rsidP="00F970E1">
            <w:pPr>
              <w:pStyle w:val="BodyParagraph"/>
            </w:pPr>
            <w:r>
              <w:t>Accommodations</w:t>
            </w:r>
          </w:p>
        </w:tc>
        <w:sdt>
          <w:sdtPr>
            <w:id w:val="595366712"/>
            <w:placeholder>
              <w:docPart w:val="7E781533FE65430BA8CDBD39D80C064F"/>
            </w:placeholder>
            <w:showingPlcHdr/>
          </w:sdtPr>
          <w:sdtContent>
            <w:tc>
              <w:tcPr>
                <w:tcW w:w="1980" w:type="dxa"/>
              </w:tcPr>
              <w:p w14:paraId="40A11B20" w14:textId="22C31713" w:rsidR="00F970E1" w:rsidRDefault="00F970E1" w:rsidP="00F970E1">
                <w:pPr>
                  <w:pStyle w:val="BodyParagraph"/>
                </w:pPr>
                <w:r w:rsidRPr="00732C75">
                  <w:rPr>
                    <w:rStyle w:val="ae"/>
                  </w:rPr>
                  <w:t>Click here to enter text.</w:t>
                </w:r>
              </w:p>
            </w:tc>
          </w:sdtContent>
        </w:sdt>
        <w:sdt>
          <w:sdtPr>
            <w:id w:val="769051686"/>
            <w:placeholder>
              <w:docPart w:val="ED10D14CE0E64670BAE7ADAE0336D9D2"/>
            </w:placeholder>
            <w:showingPlcHdr/>
          </w:sdtPr>
          <w:sdtContent>
            <w:tc>
              <w:tcPr>
                <w:tcW w:w="2155" w:type="dxa"/>
              </w:tcPr>
              <w:p w14:paraId="40A11B21" w14:textId="441B3C24" w:rsidR="00F970E1" w:rsidRDefault="00F970E1" w:rsidP="00F970E1">
                <w:pPr>
                  <w:pStyle w:val="BodyParagraph"/>
                </w:pPr>
                <w:r w:rsidRPr="00732C75">
                  <w:rPr>
                    <w:rStyle w:val="ae"/>
                  </w:rPr>
                  <w:t>Click here to enter text.</w:t>
                </w:r>
              </w:p>
            </w:tc>
          </w:sdtContent>
        </w:sdt>
      </w:tr>
      <w:tr w:rsidR="00F970E1" w14:paraId="40A11B28" w14:textId="77777777" w:rsidTr="00F970E1">
        <w:tc>
          <w:tcPr>
            <w:tcW w:w="489" w:type="dxa"/>
          </w:tcPr>
          <w:p w14:paraId="40A11B23" w14:textId="77777777" w:rsidR="00F970E1" w:rsidRDefault="00F970E1" w:rsidP="00F970E1">
            <w:pPr>
              <w:pStyle w:val="BodyParagraph"/>
            </w:pPr>
            <w:r>
              <w:t>3:</w:t>
            </w:r>
          </w:p>
        </w:tc>
        <w:tc>
          <w:tcPr>
            <w:tcW w:w="2836" w:type="dxa"/>
          </w:tcPr>
          <w:p w14:paraId="40A11B24" w14:textId="77777777" w:rsidR="00F970E1" w:rsidRDefault="00F970E1" w:rsidP="00F970E1">
            <w:pPr>
              <w:pStyle w:val="BodyParagraph"/>
            </w:pPr>
            <w:r>
              <w:t>Books</w:t>
            </w:r>
          </w:p>
        </w:tc>
        <w:tc>
          <w:tcPr>
            <w:tcW w:w="1890" w:type="dxa"/>
          </w:tcPr>
          <w:p w14:paraId="40A11B25" w14:textId="77777777" w:rsidR="00F970E1" w:rsidRDefault="00F970E1" w:rsidP="00F970E1">
            <w:pPr>
              <w:pStyle w:val="BodyParagraph"/>
            </w:pPr>
            <w:r>
              <w:t>Supplies</w:t>
            </w:r>
          </w:p>
        </w:tc>
        <w:sdt>
          <w:sdtPr>
            <w:id w:val="1227576662"/>
            <w:placeholder>
              <w:docPart w:val="F17E0368DDAF422FA796ECD5B7E4C4A0"/>
            </w:placeholder>
            <w:showingPlcHdr/>
          </w:sdtPr>
          <w:sdtContent>
            <w:tc>
              <w:tcPr>
                <w:tcW w:w="1980" w:type="dxa"/>
              </w:tcPr>
              <w:p w14:paraId="40A11B26" w14:textId="07426968" w:rsidR="00F970E1" w:rsidRDefault="00F970E1" w:rsidP="00F970E1">
                <w:pPr>
                  <w:pStyle w:val="BodyParagraph"/>
                </w:pPr>
                <w:r w:rsidRPr="00732C75">
                  <w:rPr>
                    <w:rStyle w:val="ae"/>
                  </w:rPr>
                  <w:t>Click here to enter text.</w:t>
                </w:r>
              </w:p>
            </w:tc>
          </w:sdtContent>
        </w:sdt>
        <w:sdt>
          <w:sdtPr>
            <w:id w:val="420066442"/>
            <w:placeholder>
              <w:docPart w:val="20FEE56B739C477F8DC693518DC27372"/>
            </w:placeholder>
            <w:showingPlcHdr/>
          </w:sdtPr>
          <w:sdtContent>
            <w:tc>
              <w:tcPr>
                <w:tcW w:w="2155" w:type="dxa"/>
              </w:tcPr>
              <w:p w14:paraId="40A11B27" w14:textId="0AACF4E9" w:rsidR="00F970E1" w:rsidRDefault="00F970E1" w:rsidP="00F970E1">
                <w:pPr>
                  <w:pStyle w:val="BodyParagraph"/>
                </w:pPr>
                <w:r w:rsidRPr="00732C75">
                  <w:rPr>
                    <w:rStyle w:val="ae"/>
                  </w:rPr>
                  <w:t>Click here to enter text.</w:t>
                </w:r>
              </w:p>
            </w:tc>
          </w:sdtContent>
        </w:sdt>
      </w:tr>
      <w:tr w:rsidR="00F970E1" w14:paraId="40A11B2E" w14:textId="77777777" w:rsidTr="00F970E1">
        <w:tc>
          <w:tcPr>
            <w:tcW w:w="489" w:type="dxa"/>
          </w:tcPr>
          <w:p w14:paraId="40A11B29" w14:textId="77777777" w:rsidR="00F970E1" w:rsidRDefault="00F970E1" w:rsidP="00F970E1">
            <w:pPr>
              <w:pStyle w:val="BodyParagraph"/>
            </w:pPr>
            <w:r>
              <w:t>4:</w:t>
            </w:r>
          </w:p>
        </w:tc>
        <w:tc>
          <w:tcPr>
            <w:tcW w:w="2836" w:type="dxa"/>
          </w:tcPr>
          <w:p w14:paraId="40A11B2A" w14:textId="77777777" w:rsidR="00F970E1" w:rsidRDefault="00F970E1" w:rsidP="00F970E1">
            <w:pPr>
              <w:pStyle w:val="BodyParagraph"/>
            </w:pPr>
            <w:r>
              <w:t>Food</w:t>
            </w:r>
          </w:p>
        </w:tc>
        <w:tc>
          <w:tcPr>
            <w:tcW w:w="1890" w:type="dxa"/>
          </w:tcPr>
          <w:p w14:paraId="40A11B2B" w14:textId="77777777" w:rsidR="00F970E1" w:rsidRDefault="00F970E1" w:rsidP="00F970E1">
            <w:pPr>
              <w:pStyle w:val="BodyParagraph"/>
            </w:pPr>
            <w:r>
              <w:t>Supplies</w:t>
            </w:r>
          </w:p>
        </w:tc>
        <w:sdt>
          <w:sdtPr>
            <w:id w:val="1170981986"/>
            <w:placeholder>
              <w:docPart w:val="55761837C7CE49A8AD686DB4E503776D"/>
            </w:placeholder>
            <w:showingPlcHdr/>
          </w:sdtPr>
          <w:sdtContent>
            <w:tc>
              <w:tcPr>
                <w:tcW w:w="1980" w:type="dxa"/>
              </w:tcPr>
              <w:p w14:paraId="40A11B2C" w14:textId="20264B8A" w:rsidR="00F970E1" w:rsidRDefault="00F970E1" w:rsidP="00F970E1">
                <w:pPr>
                  <w:pStyle w:val="BodyParagraph"/>
                </w:pPr>
                <w:r w:rsidRPr="00732C75">
                  <w:rPr>
                    <w:rStyle w:val="ae"/>
                  </w:rPr>
                  <w:t>Click here to enter text.</w:t>
                </w:r>
              </w:p>
            </w:tc>
          </w:sdtContent>
        </w:sdt>
        <w:sdt>
          <w:sdtPr>
            <w:id w:val="1564598504"/>
            <w:placeholder>
              <w:docPart w:val="04E3EED662EA418E965040735A7EC136"/>
            </w:placeholder>
            <w:showingPlcHdr/>
          </w:sdtPr>
          <w:sdtContent>
            <w:tc>
              <w:tcPr>
                <w:tcW w:w="2155" w:type="dxa"/>
              </w:tcPr>
              <w:p w14:paraId="40A11B2D" w14:textId="6B52A8C8" w:rsidR="00F970E1" w:rsidRDefault="00F970E1" w:rsidP="00F970E1">
                <w:pPr>
                  <w:pStyle w:val="BodyParagraph"/>
                </w:pPr>
                <w:r w:rsidRPr="00732C75">
                  <w:rPr>
                    <w:rStyle w:val="ae"/>
                  </w:rPr>
                  <w:t>Click here to enter text.</w:t>
                </w:r>
              </w:p>
            </w:tc>
          </w:sdtContent>
        </w:sdt>
      </w:tr>
      <w:tr w:rsidR="00F970E1" w14:paraId="40A11B34" w14:textId="77777777" w:rsidTr="00F970E1">
        <w:tc>
          <w:tcPr>
            <w:tcW w:w="489" w:type="dxa"/>
          </w:tcPr>
          <w:p w14:paraId="40A11B2F" w14:textId="77777777" w:rsidR="00F970E1" w:rsidRDefault="00F970E1" w:rsidP="00F970E1">
            <w:pPr>
              <w:pStyle w:val="BodyParagraph"/>
            </w:pPr>
            <w:r>
              <w:t>5:</w:t>
            </w:r>
          </w:p>
        </w:tc>
        <w:tc>
          <w:tcPr>
            <w:tcW w:w="2836" w:type="dxa"/>
          </w:tcPr>
          <w:p w14:paraId="40A11B30" w14:textId="77777777" w:rsidR="00F970E1" w:rsidRDefault="00F970E1" w:rsidP="00F970E1">
            <w:pPr>
              <w:pStyle w:val="BodyParagraph"/>
            </w:pPr>
            <w:r>
              <w:t>Airfare</w:t>
            </w:r>
          </w:p>
        </w:tc>
        <w:tc>
          <w:tcPr>
            <w:tcW w:w="1890" w:type="dxa"/>
          </w:tcPr>
          <w:p w14:paraId="40A11B31" w14:textId="77777777" w:rsidR="00F970E1" w:rsidRDefault="00F970E1" w:rsidP="00F970E1">
            <w:pPr>
              <w:pStyle w:val="BodyParagraph"/>
            </w:pPr>
            <w:r>
              <w:t>Travel</w:t>
            </w:r>
          </w:p>
        </w:tc>
        <w:sdt>
          <w:sdtPr>
            <w:id w:val="389620960"/>
            <w:placeholder>
              <w:docPart w:val="B4E9A3E68B184CDFBBDC2CCB7E142050"/>
            </w:placeholder>
            <w:showingPlcHdr/>
          </w:sdtPr>
          <w:sdtContent>
            <w:tc>
              <w:tcPr>
                <w:tcW w:w="1980" w:type="dxa"/>
              </w:tcPr>
              <w:p w14:paraId="40A11B32" w14:textId="5DCC6427" w:rsidR="00F970E1" w:rsidRDefault="00F970E1" w:rsidP="00F970E1">
                <w:pPr>
                  <w:pStyle w:val="BodyParagraph"/>
                </w:pPr>
                <w:r w:rsidRPr="00732C75">
                  <w:rPr>
                    <w:rStyle w:val="ae"/>
                  </w:rPr>
                  <w:t>Click here to enter text.</w:t>
                </w:r>
              </w:p>
            </w:tc>
          </w:sdtContent>
        </w:sdt>
        <w:sdt>
          <w:sdtPr>
            <w:id w:val="5171130"/>
            <w:placeholder>
              <w:docPart w:val="A34EEBA229834ACCA641564DCAEFD1E0"/>
            </w:placeholder>
            <w:showingPlcHdr/>
          </w:sdtPr>
          <w:sdtContent>
            <w:tc>
              <w:tcPr>
                <w:tcW w:w="2155" w:type="dxa"/>
              </w:tcPr>
              <w:p w14:paraId="40A11B33" w14:textId="7B98F107" w:rsidR="00F970E1" w:rsidRDefault="00F970E1" w:rsidP="00F970E1">
                <w:pPr>
                  <w:pStyle w:val="BodyParagraph"/>
                </w:pPr>
                <w:r w:rsidRPr="00732C75">
                  <w:rPr>
                    <w:rStyle w:val="ae"/>
                  </w:rPr>
                  <w:t>Click here to enter text.</w:t>
                </w:r>
              </w:p>
            </w:tc>
          </w:sdtContent>
        </w:sdt>
      </w:tr>
      <w:tr w:rsidR="00F970E1" w14:paraId="40A11B3A" w14:textId="77777777" w:rsidTr="00F970E1">
        <w:tc>
          <w:tcPr>
            <w:tcW w:w="489" w:type="dxa"/>
          </w:tcPr>
          <w:p w14:paraId="40A11B35" w14:textId="77777777" w:rsidR="00F970E1" w:rsidRDefault="00F970E1" w:rsidP="00F970E1">
            <w:pPr>
              <w:pStyle w:val="BodyParagraph"/>
            </w:pPr>
            <w:r>
              <w:t>6:</w:t>
            </w:r>
          </w:p>
        </w:tc>
        <w:tc>
          <w:tcPr>
            <w:tcW w:w="2836" w:type="dxa"/>
          </w:tcPr>
          <w:p w14:paraId="40A11B36" w14:textId="77777777" w:rsidR="00F970E1" w:rsidRDefault="00F970E1" w:rsidP="00F970E1">
            <w:pPr>
              <w:pStyle w:val="BodyParagraph"/>
            </w:pPr>
            <w:r>
              <w:t>Consular/visa fees</w:t>
            </w:r>
          </w:p>
        </w:tc>
        <w:tc>
          <w:tcPr>
            <w:tcW w:w="1890" w:type="dxa"/>
          </w:tcPr>
          <w:p w14:paraId="40A11B37" w14:textId="77777777" w:rsidR="00F970E1" w:rsidRDefault="00F970E1" w:rsidP="00F970E1">
            <w:pPr>
              <w:pStyle w:val="BodyParagraph"/>
            </w:pPr>
            <w:r>
              <w:t>Travel</w:t>
            </w:r>
          </w:p>
        </w:tc>
        <w:sdt>
          <w:sdtPr>
            <w:id w:val="-1769991728"/>
            <w:placeholder>
              <w:docPart w:val="6240155BB04440FFB393BB5FAC57D8A7"/>
            </w:placeholder>
            <w:showingPlcHdr/>
          </w:sdtPr>
          <w:sdtContent>
            <w:tc>
              <w:tcPr>
                <w:tcW w:w="1980" w:type="dxa"/>
              </w:tcPr>
              <w:p w14:paraId="40A11B38" w14:textId="1065AC9A" w:rsidR="00F970E1" w:rsidRDefault="00F970E1" w:rsidP="00F970E1">
                <w:pPr>
                  <w:pStyle w:val="BodyParagraph"/>
                </w:pPr>
                <w:r w:rsidRPr="00732C75">
                  <w:rPr>
                    <w:rStyle w:val="ae"/>
                  </w:rPr>
                  <w:t>Click here to enter text.</w:t>
                </w:r>
              </w:p>
            </w:tc>
          </w:sdtContent>
        </w:sdt>
        <w:sdt>
          <w:sdtPr>
            <w:id w:val="-1686438367"/>
            <w:placeholder>
              <w:docPart w:val="3C1A448228F747D4959BF5EEF7AD7652"/>
            </w:placeholder>
            <w:showingPlcHdr/>
          </w:sdtPr>
          <w:sdtContent>
            <w:tc>
              <w:tcPr>
                <w:tcW w:w="2155" w:type="dxa"/>
              </w:tcPr>
              <w:p w14:paraId="40A11B39" w14:textId="77A9B222" w:rsidR="00F970E1" w:rsidRDefault="00F970E1" w:rsidP="00F970E1">
                <w:pPr>
                  <w:pStyle w:val="BodyParagraph"/>
                </w:pPr>
                <w:r w:rsidRPr="00732C75">
                  <w:rPr>
                    <w:rStyle w:val="ae"/>
                  </w:rPr>
                  <w:t>Click here to enter text.</w:t>
                </w:r>
              </w:p>
            </w:tc>
          </w:sdtContent>
        </w:sdt>
      </w:tr>
      <w:tr w:rsidR="00F970E1" w14:paraId="40A11B40" w14:textId="77777777" w:rsidTr="00F970E1">
        <w:tc>
          <w:tcPr>
            <w:tcW w:w="489" w:type="dxa"/>
          </w:tcPr>
          <w:p w14:paraId="40A11B3B" w14:textId="77777777" w:rsidR="00F970E1" w:rsidRDefault="00F970E1" w:rsidP="00F970E1">
            <w:pPr>
              <w:pStyle w:val="BodyParagraph"/>
            </w:pPr>
            <w:r>
              <w:t>7:</w:t>
            </w:r>
          </w:p>
        </w:tc>
        <w:tc>
          <w:tcPr>
            <w:tcW w:w="2836" w:type="dxa"/>
          </w:tcPr>
          <w:p w14:paraId="40A11B3C" w14:textId="77777777" w:rsidR="00F970E1" w:rsidRDefault="00F970E1" w:rsidP="00F970E1">
            <w:pPr>
              <w:pStyle w:val="BodyParagraph"/>
            </w:pPr>
            <w:r>
              <w:t>Local transportation</w:t>
            </w:r>
          </w:p>
        </w:tc>
        <w:tc>
          <w:tcPr>
            <w:tcW w:w="1890" w:type="dxa"/>
          </w:tcPr>
          <w:p w14:paraId="40A11B3D" w14:textId="77777777" w:rsidR="00F970E1" w:rsidRDefault="00F970E1" w:rsidP="00F970E1">
            <w:pPr>
              <w:pStyle w:val="BodyParagraph"/>
            </w:pPr>
            <w:r>
              <w:t>Travel</w:t>
            </w:r>
          </w:p>
        </w:tc>
        <w:sdt>
          <w:sdtPr>
            <w:id w:val="-2129929370"/>
            <w:placeholder>
              <w:docPart w:val="BE3E50064AE84C8E9B1D2135B5D967E1"/>
            </w:placeholder>
            <w:showingPlcHdr/>
          </w:sdtPr>
          <w:sdtContent>
            <w:tc>
              <w:tcPr>
                <w:tcW w:w="1980" w:type="dxa"/>
              </w:tcPr>
              <w:p w14:paraId="40A11B3E" w14:textId="5981E959" w:rsidR="00F970E1" w:rsidRDefault="00F970E1" w:rsidP="00F970E1">
                <w:pPr>
                  <w:pStyle w:val="BodyParagraph"/>
                </w:pPr>
                <w:r w:rsidRPr="00732C75">
                  <w:rPr>
                    <w:rStyle w:val="ae"/>
                  </w:rPr>
                  <w:t>Click here to enter text.</w:t>
                </w:r>
              </w:p>
            </w:tc>
          </w:sdtContent>
        </w:sdt>
        <w:sdt>
          <w:sdtPr>
            <w:id w:val="1172149633"/>
            <w:placeholder>
              <w:docPart w:val="039383B21B194C8DA6C265CF836026B4"/>
            </w:placeholder>
            <w:showingPlcHdr/>
          </w:sdtPr>
          <w:sdtContent>
            <w:tc>
              <w:tcPr>
                <w:tcW w:w="2155" w:type="dxa"/>
              </w:tcPr>
              <w:p w14:paraId="40A11B3F" w14:textId="07E3505C" w:rsidR="00F970E1" w:rsidRDefault="00F970E1" w:rsidP="00F970E1">
                <w:pPr>
                  <w:pStyle w:val="BodyParagraph"/>
                </w:pPr>
                <w:r w:rsidRPr="00732C75">
                  <w:rPr>
                    <w:rStyle w:val="ae"/>
                  </w:rPr>
                  <w:t>Click here to enter text.</w:t>
                </w:r>
              </w:p>
            </w:tc>
          </w:sdtContent>
        </w:sdt>
      </w:tr>
      <w:tr w:rsidR="00F970E1" w14:paraId="40A11B46" w14:textId="77777777" w:rsidTr="00F970E1">
        <w:tc>
          <w:tcPr>
            <w:tcW w:w="489" w:type="dxa"/>
          </w:tcPr>
          <w:p w14:paraId="40A11B41" w14:textId="77777777" w:rsidR="00F970E1" w:rsidRDefault="00F970E1" w:rsidP="00F970E1">
            <w:pPr>
              <w:pStyle w:val="BodyParagraph"/>
            </w:pPr>
            <w:r>
              <w:t>8:</w:t>
            </w:r>
          </w:p>
        </w:tc>
        <w:sdt>
          <w:sdtPr>
            <w:id w:val="9581983"/>
            <w:placeholder>
              <w:docPart w:val="7A9349C3C0D545E292BCFA07FE993FEA"/>
            </w:placeholder>
            <w:showingPlcHdr/>
          </w:sdtPr>
          <w:sdtContent>
            <w:tc>
              <w:tcPr>
                <w:tcW w:w="2836" w:type="dxa"/>
              </w:tcPr>
              <w:p w14:paraId="40A11B42" w14:textId="07BBC1A0" w:rsidR="00F970E1" w:rsidRDefault="00F970E1" w:rsidP="00F970E1">
                <w:pPr>
                  <w:pStyle w:val="BodyParagraph"/>
                </w:pPr>
                <w:r w:rsidRPr="00732C75">
                  <w:rPr>
                    <w:rStyle w:val="ae"/>
                  </w:rPr>
                  <w:t>Click here to enter text.</w:t>
                </w:r>
              </w:p>
            </w:tc>
          </w:sdtContent>
        </w:sdt>
        <w:sdt>
          <w:sdtPr>
            <w:id w:val="1959911834"/>
            <w:placeholder>
              <w:docPart w:val="2CDF3C292174445287A2E07CC2D7530D"/>
            </w:placeholder>
            <w:showingPlcHdr/>
          </w:sdtPr>
          <w:sdtContent>
            <w:tc>
              <w:tcPr>
                <w:tcW w:w="1890" w:type="dxa"/>
              </w:tcPr>
              <w:p w14:paraId="40A11B43" w14:textId="6DA58A09" w:rsidR="00F970E1" w:rsidRDefault="00F970E1" w:rsidP="00F970E1">
                <w:pPr>
                  <w:pStyle w:val="BodyParagraph"/>
                </w:pPr>
                <w:r w:rsidRPr="00732C75">
                  <w:rPr>
                    <w:rStyle w:val="ae"/>
                  </w:rPr>
                  <w:t>Click here to enter text.</w:t>
                </w:r>
              </w:p>
            </w:tc>
          </w:sdtContent>
        </w:sdt>
        <w:sdt>
          <w:sdtPr>
            <w:id w:val="841206480"/>
            <w:placeholder>
              <w:docPart w:val="9AB5C63DA8324AA09C775C6009F2F3DA"/>
            </w:placeholder>
            <w:showingPlcHdr/>
          </w:sdtPr>
          <w:sdtContent>
            <w:tc>
              <w:tcPr>
                <w:tcW w:w="1980" w:type="dxa"/>
              </w:tcPr>
              <w:p w14:paraId="40A11B44" w14:textId="61668E8A" w:rsidR="00F970E1" w:rsidRDefault="00F970E1" w:rsidP="00F970E1">
                <w:pPr>
                  <w:pStyle w:val="BodyParagraph"/>
                </w:pPr>
                <w:r w:rsidRPr="00732C75">
                  <w:rPr>
                    <w:rStyle w:val="ae"/>
                  </w:rPr>
                  <w:t>Click here to enter text.</w:t>
                </w:r>
              </w:p>
            </w:tc>
          </w:sdtContent>
        </w:sdt>
        <w:sdt>
          <w:sdtPr>
            <w:id w:val="-3439727"/>
            <w:placeholder>
              <w:docPart w:val="5B0E2CBEE26148DDB9909D9449F2D5A1"/>
            </w:placeholder>
            <w:showingPlcHdr/>
          </w:sdtPr>
          <w:sdtContent>
            <w:tc>
              <w:tcPr>
                <w:tcW w:w="2155" w:type="dxa"/>
              </w:tcPr>
              <w:p w14:paraId="40A11B45" w14:textId="2E3E0A8E" w:rsidR="00F970E1" w:rsidRDefault="00F970E1" w:rsidP="00F970E1">
                <w:pPr>
                  <w:pStyle w:val="BodyParagraph"/>
                </w:pPr>
                <w:r w:rsidRPr="00732C75">
                  <w:rPr>
                    <w:rStyle w:val="ae"/>
                  </w:rPr>
                  <w:t>Click here to enter text.</w:t>
                </w:r>
              </w:p>
            </w:tc>
          </w:sdtContent>
        </w:sdt>
      </w:tr>
      <w:tr w:rsidR="00F970E1" w14:paraId="40A11B4C" w14:textId="77777777" w:rsidTr="00F970E1">
        <w:tc>
          <w:tcPr>
            <w:tcW w:w="489" w:type="dxa"/>
          </w:tcPr>
          <w:p w14:paraId="40A11B47" w14:textId="77777777" w:rsidR="00F970E1" w:rsidRDefault="00F970E1" w:rsidP="00F970E1">
            <w:pPr>
              <w:pStyle w:val="BodyParagraph"/>
            </w:pPr>
            <w:r>
              <w:t>9:</w:t>
            </w:r>
          </w:p>
        </w:tc>
        <w:sdt>
          <w:sdtPr>
            <w:id w:val="851687407"/>
            <w:placeholder>
              <w:docPart w:val="09A51664A60F4765BD32695121BADCDB"/>
            </w:placeholder>
            <w:showingPlcHdr/>
          </w:sdtPr>
          <w:sdtContent>
            <w:tc>
              <w:tcPr>
                <w:tcW w:w="2836" w:type="dxa"/>
              </w:tcPr>
              <w:p w14:paraId="40A11B48" w14:textId="1D13FBD6" w:rsidR="00F970E1" w:rsidRDefault="00F970E1" w:rsidP="00F970E1">
                <w:pPr>
                  <w:pStyle w:val="BodyParagraph"/>
                </w:pPr>
                <w:r w:rsidRPr="00732C75">
                  <w:rPr>
                    <w:rStyle w:val="ae"/>
                  </w:rPr>
                  <w:t>Click here to enter text.</w:t>
                </w:r>
              </w:p>
            </w:tc>
          </w:sdtContent>
        </w:sdt>
        <w:sdt>
          <w:sdtPr>
            <w:id w:val="-1573737945"/>
            <w:placeholder>
              <w:docPart w:val="287CFC87D994428F96E5E2C315547A2A"/>
            </w:placeholder>
            <w:showingPlcHdr/>
          </w:sdtPr>
          <w:sdtContent>
            <w:tc>
              <w:tcPr>
                <w:tcW w:w="1890" w:type="dxa"/>
              </w:tcPr>
              <w:p w14:paraId="40A11B49" w14:textId="0FADECCB" w:rsidR="00F970E1" w:rsidRDefault="00F970E1" w:rsidP="00F970E1">
                <w:pPr>
                  <w:pStyle w:val="BodyParagraph"/>
                </w:pPr>
                <w:r w:rsidRPr="00732C75">
                  <w:rPr>
                    <w:rStyle w:val="ae"/>
                  </w:rPr>
                  <w:t>Click here to enter text.</w:t>
                </w:r>
              </w:p>
            </w:tc>
          </w:sdtContent>
        </w:sdt>
        <w:sdt>
          <w:sdtPr>
            <w:id w:val="1395236252"/>
            <w:placeholder>
              <w:docPart w:val="8E9A314BC5AC4ECBBB0F9E9BFFAE1948"/>
            </w:placeholder>
            <w:showingPlcHdr/>
          </w:sdtPr>
          <w:sdtContent>
            <w:tc>
              <w:tcPr>
                <w:tcW w:w="1980" w:type="dxa"/>
              </w:tcPr>
              <w:p w14:paraId="40A11B4A" w14:textId="4B074083" w:rsidR="00F970E1" w:rsidRDefault="00F970E1" w:rsidP="00F970E1">
                <w:pPr>
                  <w:pStyle w:val="BodyParagraph"/>
                </w:pPr>
                <w:r w:rsidRPr="00732C75">
                  <w:rPr>
                    <w:rStyle w:val="ae"/>
                  </w:rPr>
                  <w:t>Click here to enter text.</w:t>
                </w:r>
              </w:p>
            </w:tc>
          </w:sdtContent>
        </w:sdt>
        <w:sdt>
          <w:sdtPr>
            <w:id w:val="-1052071543"/>
            <w:placeholder>
              <w:docPart w:val="DCA714F49E3244B0A6E7479F872EF903"/>
            </w:placeholder>
            <w:showingPlcHdr/>
          </w:sdtPr>
          <w:sdtContent>
            <w:tc>
              <w:tcPr>
                <w:tcW w:w="2155" w:type="dxa"/>
              </w:tcPr>
              <w:p w14:paraId="40A11B4B" w14:textId="4B0BF3D5" w:rsidR="00F970E1" w:rsidRDefault="00F970E1" w:rsidP="00F970E1">
                <w:pPr>
                  <w:pStyle w:val="BodyParagraph"/>
                </w:pPr>
                <w:r w:rsidRPr="00732C75">
                  <w:rPr>
                    <w:rStyle w:val="ae"/>
                  </w:rPr>
                  <w:t>Click here to enter text.</w:t>
                </w:r>
              </w:p>
            </w:tc>
          </w:sdtContent>
        </w:sdt>
      </w:tr>
      <w:tr w:rsidR="00F970E1" w14:paraId="40A11B52" w14:textId="77777777" w:rsidTr="00F970E1">
        <w:tc>
          <w:tcPr>
            <w:tcW w:w="489" w:type="dxa"/>
          </w:tcPr>
          <w:p w14:paraId="40A11B4D" w14:textId="77777777" w:rsidR="00F970E1" w:rsidRDefault="00F970E1" w:rsidP="00F970E1">
            <w:pPr>
              <w:pStyle w:val="BodyParagraph"/>
            </w:pPr>
            <w:r>
              <w:t>10:</w:t>
            </w:r>
          </w:p>
        </w:tc>
        <w:sdt>
          <w:sdtPr>
            <w:id w:val="-396975684"/>
            <w:placeholder>
              <w:docPart w:val="458E77E8E89D49B7A26841257DAE5DD9"/>
            </w:placeholder>
            <w:showingPlcHdr/>
          </w:sdtPr>
          <w:sdtContent>
            <w:tc>
              <w:tcPr>
                <w:tcW w:w="2836" w:type="dxa"/>
              </w:tcPr>
              <w:p w14:paraId="40A11B4E" w14:textId="4C0757A2" w:rsidR="00F970E1" w:rsidRDefault="00F970E1" w:rsidP="00F970E1">
                <w:pPr>
                  <w:pStyle w:val="BodyParagraph"/>
                </w:pPr>
                <w:r w:rsidRPr="00732C75">
                  <w:rPr>
                    <w:rStyle w:val="ae"/>
                  </w:rPr>
                  <w:t>Click here to enter text.</w:t>
                </w:r>
              </w:p>
            </w:tc>
          </w:sdtContent>
        </w:sdt>
        <w:sdt>
          <w:sdtPr>
            <w:id w:val="164982909"/>
            <w:placeholder>
              <w:docPart w:val="2B0CB3951B49444CABF83C209A3EA872"/>
            </w:placeholder>
            <w:showingPlcHdr/>
          </w:sdtPr>
          <w:sdtContent>
            <w:tc>
              <w:tcPr>
                <w:tcW w:w="1890" w:type="dxa"/>
              </w:tcPr>
              <w:p w14:paraId="40A11B4F" w14:textId="4812CFEC" w:rsidR="00F970E1" w:rsidRDefault="00F970E1" w:rsidP="00F970E1">
                <w:pPr>
                  <w:pStyle w:val="BodyParagraph"/>
                </w:pPr>
                <w:r w:rsidRPr="00732C75">
                  <w:rPr>
                    <w:rStyle w:val="ae"/>
                  </w:rPr>
                  <w:t>Click here to enter text.</w:t>
                </w:r>
              </w:p>
            </w:tc>
          </w:sdtContent>
        </w:sdt>
        <w:sdt>
          <w:sdtPr>
            <w:id w:val="1654872754"/>
            <w:placeholder>
              <w:docPart w:val="C2A133741039421DA6CB674D505A4C7A"/>
            </w:placeholder>
            <w:showingPlcHdr/>
          </w:sdtPr>
          <w:sdtContent>
            <w:tc>
              <w:tcPr>
                <w:tcW w:w="1980" w:type="dxa"/>
              </w:tcPr>
              <w:p w14:paraId="40A11B50" w14:textId="1607A7D3" w:rsidR="00F970E1" w:rsidRDefault="00F970E1" w:rsidP="00F970E1">
                <w:pPr>
                  <w:pStyle w:val="BodyParagraph"/>
                </w:pPr>
                <w:r w:rsidRPr="00732C75">
                  <w:rPr>
                    <w:rStyle w:val="ae"/>
                  </w:rPr>
                  <w:t>Click here to enter text.</w:t>
                </w:r>
              </w:p>
            </w:tc>
          </w:sdtContent>
        </w:sdt>
        <w:sdt>
          <w:sdtPr>
            <w:id w:val="-1474361943"/>
            <w:placeholder>
              <w:docPart w:val="9EA3864E90D5488C94A3C998F53AD892"/>
            </w:placeholder>
            <w:showingPlcHdr/>
          </w:sdtPr>
          <w:sdtContent>
            <w:tc>
              <w:tcPr>
                <w:tcW w:w="2155" w:type="dxa"/>
              </w:tcPr>
              <w:p w14:paraId="40A11B51" w14:textId="60A17A50" w:rsidR="00F970E1" w:rsidRDefault="00F970E1" w:rsidP="00F970E1">
                <w:pPr>
                  <w:pStyle w:val="BodyParagraph"/>
                </w:pPr>
                <w:r w:rsidRPr="00732C75">
                  <w:rPr>
                    <w:rStyle w:val="ae"/>
                  </w:rPr>
                  <w:t>Click here to enter text.</w:t>
                </w:r>
              </w:p>
            </w:tc>
          </w:sdtContent>
        </w:sdt>
      </w:tr>
      <w:tr w:rsidR="00F970E1" w14:paraId="40A11B58" w14:textId="77777777" w:rsidTr="00F970E1">
        <w:tc>
          <w:tcPr>
            <w:tcW w:w="489" w:type="dxa"/>
          </w:tcPr>
          <w:p w14:paraId="40A11B53" w14:textId="77777777" w:rsidR="00F970E1" w:rsidRDefault="00F970E1" w:rsidP="00F970E1">
            <w:pPr>
              <w:pStyle w:val="BodyParagraph"/>
            </w:pPr>
            <w:r>
              <w:t>11:</w:t>
            </w:r>
          </w:p>
        </w:tc>
        <w:sdt>
          <w:sdtPr>
            <w:id w:val="1734039837"/>
            <w:placeholder>
              <w:docPart w:val="3DAB977149F941D282CF8BF3B68281D2"/>
            </w:placeholder>
            <w:showingPlcHdr/>
          </w:sdtPr>
          <w:sdtContent>
            <w:tc>
              <w:tcPr>
                <w:tcW w:w="2836" w:type="dxa"/>
              </w:tcPr>
              <w:p w14:paraId="40A11B54" w14:textId="32C30C97" w:rsidR="00F970E1" w:rsidRDefault="00F970E1" w:rsidP="00F970E1">
                <w:pPr>
                  <w:pStyle w:val="BodyParagraph"/>
                </w:pPr>
                <w:r w:rsidRPr="00732C75">
                  <w:rPr>
                    <w:rStyle w:val="ae"/>
                  </w:rPr>
                  <w:t>Click here to enter text.</w:t>
                </w:r>
              </w:p>
            </w:tc>
          </w:sdtContent>
        </w:sdt>
        <w:sdt>
          <w:sdtPr>
            <w:id w:val="-52238541"/>
            <w:placeholder>
              <w:docPart w:val="235140D2BC9F4734A6CA590805319358"/>
            </w:placeholder>
            <w:showingPlcHdr/>
          </w:sdtPr>
          <w:sdtContent>
            <w:tc>
              <w:tcPr>
                <w:tcW w:w="1890" w:type="dxa"/>
              </w:tcPr>
              <w:p w14:paraId="40A11B55" w14:textId="7F35D48A" w:rsidR="00F970E1" w:rsidRDefault="00F970E1" w:rsidP="00F970E1">
                <w:pPr>
                  <w:pStyle w:val="BodyParagraph"/>
                </w:pPr>
                <w:r w:rsidRPr="00732C75">
                  <w:rPr>
                    <w:rStyle w:val="ae"/>
                  </w:rPr>
                  <w:t>Click here to enter text.</w:t>
                </w:r>
              </w:p>
            </w:tc>
          </w:sdtContent>
        </w:sdt>
        <w:sdt>
          <w:sdtPr>
            <w:id w:val="-566184708"/>
            <w:placeholder>
              <w:docPart w:val="EE92D88A7B0B4E6EBDB133A10A6780EE"/>
            </w:placeholder>
            <w:showingPlcHdr/>
          </w:sdtPr>
          <w:sdtContent>
            <w:tc>
              <w:tcPr>
                <w:tcW w:w="1980" w:type="dxa"/>
              </w:tcPr>
              <w:p w14:paraId="40A11B56" w14:textId="02C4CAD4" w:rsidR="00F970E1" w:rsidRDefault="00F970E1" w:rsidP="00F970E1">
                <w:pPr>
                  <w:pStyle w:val="BodyParagraph"/>
                </w:pPr>
                <w:r w:rsidRPr="00732C75">
                  <w:rPr>
                    <w:rStyle w:val="ae"/>
                  </w:rPr>
                  <w:t>Click here to enter text.</w:t>
                </w:r>
              </w:p>
            </w:tc>
          </w:sdtContent>
        </w:sdt>
        <w:sdt>
          <w:sdtPr>
            <w:id w:val="-1995868931"/>
            <w:placeholder>
              <w:docPart w:val="0E07C61FB8CE4D44B0B4D94DD24B375F"/>
            </w:placeholder>
            <w:showingPlcHdr/>
          </w:sdtPr>
          <w:sdtContent>
            <w:tc>
              <w:tcPr>
                <w:tcW w:w="2155" w:type="dxa"/>
              </w:tcPr>
              <w:p w14:paraId="40A11B57" w14:textId="2F7C51C2" w:rsidR="00F970E1" w:rsidRDefault="00F970E1" w:rsidP="00F970E1">
                <w:pPr>
                  <w:pStyle w:val="BodyParagraph"/>
                </w:pPr>
                <w:r w:rsidRPr="00732C75">
                  <w:rPr>
                    <w:rStyle w:val="ae"/>
                  </w:rPr>
                  <w:t>Click here to enter text.</w:t>
                </w:r>
              </w:p>
            </w:tc>
          </w:sdtContent>
        </w:sdt>
      </w:tr>
      <w:tr w:rsidR="00F970E1" w14:paraId="40A11B5E" w14:textId="77777777" w:rsidTr="00F970E1">
        <w:tc>
          <w:tcPr>
            <w:tcW w:w="489" w:type="dxa"/>
          </w:tcPr>
          <w:p w14:paraId="40A11B59" w14:textId="77777777" w:rsidR="00F970E1" w:rsidRDefault="00F970E1" w:rsidP="00F970E1">
            <w:pPr>
              <w:pStyle w:val="BodyParagraph"/>
            </w:pPr>
            <w:r>
              <w:t>12:</w:t>
            </w:r>
          </w:p>
        </w:tc>
        <w:sdt>
          <w:sdtPr>
            <w:id w:val="341742732"/>
            <w:placeholder>
              <w:docPart w:val="C99C09026A4740EF97EB385BD41C2BA3"/>
            </w:placeholder>
            <w:showingPlcHdr/>
          </w:sdtPr>
          <w:sdtContent>
            <w:tc>
              <w:tcPr>
                <w:tcW w:w="2836" w:type="dxa"/>
              </w:tcPr>
              <w:p w14:paraId="40A11B5A" w14:textId="75DFAFC5" w:rsidR="00F970E1" w:rsidRDefault="00F970E1" w:rsidP="00F970E1">
                <w:pPr>
                  <w:pStyle w:val="BodyParagraph"/>
                </w:pPr>
                <w:r w:rsidRPr="00732C75">
                  <w:rPr>
                    <w:rStyle w:val="ae"/>
                  </w:rPr>
                  <w:t>Click here to enter text.</w:t>
                </w:r>
              </w:p>
            </w:tc>
          </w:sdtContent>
        </w:sdt>
        <w:sdt>
          <w:sdtPr>
            <w:id w:val="398564478"/>
            <w:placeholder>
              <w:docPart w:val="6DEE3D383BC547668D6C774FCE959456"/>
            </w:placeholder>
            <w:showingPlcHdr/>
          </w:sdtPr>
          <w:sdtContent>
            <w:tc>
              <w:tcPr>
                <w:tcW w:w="1890" w:type="dxa"/>
              </w:tcPr>
              <w:p w14:paraId="40A11B5B" w14:textId="17A8DC41" w:rsidR="00F970E1" w:rsidRDefault="00F970E1" w:rsidP="00F970E1">
                <w:pPr>
                  <w:pStyle w:val="BodyParagraph"/>
                </w:pPr>
                <w:r w:rsidRPr="00732C75">
                  <w:rPr>
                    <w:rStyle w:val="ae"/>
                  </w:rPr>
                  <w:t>Click here to enter text.</w:t>
                </w:r>
              </w:p>
            </w:tc>
          </w:sdtContent>
        </w:sdt>
        <w:sdt>
          <w:sdtPr>
            <w:id w:val="302434600"/>
            <w:placeholder>
              <w:docPart w:val="F8A37B5086684949AE9DB8FF44A9FB1F"/>
            </w:placeholder>
            <w:showingPlcHdr/>
          </w:sdtPr>
          <w:sdtContent>
            <w:tc>
              <w:tcPr>
                <w:tcW w:w="1980" w:type="dxa"/>
              </w:tcPr>
              <w:p w14:paraId="40A11B5C" w14:textId="2B145870" w:rsidR="00F970E1" w:rsidRDefault="00F970E1" w:rsidP="00F970E1">
                <w:pPr>
                  <w:pStyle w:val="BodyParagraph"/>
                </w:pPr>
                <w:r w:rsidRPr="00732C75">
                  <w:rPr>
                    <w:rStyle w:val="ae"/>
                  </w:rPr>
                  <w:t>Click here to enter text.</w:t>
                </w:r>
              </w:p>
            </w:tc>
          </w:sdtContent>
        </w:sdt>
        <w:sdt>
          <w:sdtPr>
            <w:id w:val="1935853368"/>
            <w:placeholder>
              <w:docPart w:val="1DEE36DECA8246B5B6E444000D5BB979"/>
            </w:placeholder>
            <w:showingPlcHdr/>
          </w:sdtPr>
          <w:sdtContent>
            <w:tc>
              <w:tcPr>
                <w:tcW w:w="2155" w:type="dxa"/>
              </w:tcPr>
              <w:p w14:paraId="40A11B5D" w14:textId="60992611" w:rsidR="00F970E1" w:rsidRDefault="00F970E1" w:rsidP="00F970E1">
                <w:pPr>
                  <w:pStyle w:val="BodyParagraph"/>
                </w:pPr>
                <w:r w:rsidRPr="00732C75">
                  <w:rPr>
                    <w:rStyle w:val="ae"/>
                  </w:rPr>
                  <w:t>Click here to enter text.</w:t>
                </w:r>
              </w:p>
            </w:tc>
          </w:sdtContent>
        </w:sdt>
      </w:tr>
      <w:tr w:rsidR="00F970E1" w14:paraId="40A11B64" w14:textId="77777777" w:rsidTr="00F970E1">
        <w:tc>
          <w:tcPr>
            <w:tcW w:w="489" w:type="dxa"/>
          </w:tcPr>
          <w:p w14:paraId="40A11B5F" w14:textId="77777777" w:rsidR="00F970E1" w:rsidRDefault="00F970E1" w:rsidP="00F970E1">
            <w:pPr>
              <w:pStyle w:val="BodyParagraph"/>
            </w:pPr>
            <w:r>
              <w:t>13:</w:t>
            </w:r>
          </w:p>
        </w:tc>
        <w:sdt>
          <w:sdtPr>
            <w:id w:val="1987046882"/>
            <w:placeholder>
              <w:docPart w:val="C1E5267EB53F4E069D9A6FE421408D6D"/>
            </w:placeholder>
            <w:showingPlcHdr/>
          </w:sdtPr>
          <w:sdtContent>
            <w:tc>
              <w:tcPr>
                <w:tcW w:w="2836" w:type="dxa"/>
              </w:tcPr>
              <w:p w14:paraId="40A11B60" w14:textId="478F9453" w:rsidR="00F970E1" w:rsidRDefault="00F970E1" w:rsidP="00F970E1">
                <w:pPr>
                  <w:pStyle w:val="BodyParagraph"/>
                </w:pPr>
                <w:r w:rsidRPr="00732C75">
                  <w:rPr>
                    <w:rStyle w:val="ae"/>
                  </w:rPr>
                  <w:t>Click here to enter text.</w:t>
                </w:r>
              </w:p>
            </w:tc>
          </w:sdtContent>
        </w:sdt>
        <w:sdt>
          <w:sdtPr>
            <w:id w:val="1656189145"/>
            <w:placeholder>
              <w:docPart w:val="1267D28257C84A6DAFE03382A4FB3AC3"/>
            </w:placeholder>
            <w:showingPlcHdr/>
          </w:sdtPr>
          <w:sdtContent>
            <w:tc>
              <w:tcPr>
                <w:tcW w:w="1890" w:type="dxa"/>
              </w:tcPr>
              <w:p w14:paraId="40A11B61" w14:textId="34C076DB" w:rsidR="00F970E1" w:rsidRDefault="00F970E1" w:rsidP="00F970E1">
                <w:pPr>
                  <w:pStyle w:val="BodyParagraph"/>
                </w:pPr>
                <w:r w:rsidRPr="00732C75">
                  <w:rPr>
                    <w:rStyle w:val="ae"/>
                  </w:rPr>
                  <w:t xml:space="preserve">Click here to enter </w:t>
                </w:r>
                <w:r w:rsidRPr="00732C75">
                  <w:rPr>
                    <w:rStyle w:val="ae"/>
                  </w:rPr>
                  <w:lastRenderedPageBreak/>
                  <w:t>text.</w:t>
                </w:r>
              </w:p>
            </w:tc>
          </w:sdtContent>
        </w:sdt>
        <w:sdt>
          <w:sdtPr>
            <w:id w:val="1980577497"/>
            <w:placeholder>
              <w:docPart w:val="15BC6B7F0BFB455F8E78B37D7A4D2B46"/>
            </w:placeholder>
            <w:showingPlcHdr/>
          </w:sdtPr>
          <w:sdtContent>
            <w:tc>
              <w:tcPr>
                <w:tcW w:w="1980" w:type="dxa"/>
              </w:tcPr>
              <w:p w14:paraId="40A11B62" w14:textId="2290BBFC" w:rsidR="00F970E1" w:rsidRDefault="00F970E1" w:rsidP="00F970E1">
                <w:pPr>
                  <w:pStyle w:val="BodyParagraph"/>
                </w:pPr>
                <w:r w:rsidRPr="00732C75">
                  <w:rPr>
                    <w:rStyle w:val="ae"/>
                  </w:rPr>
                  <w:t xml:space="preserve">Click here to enter </w:t>
                </w:r>
                <w:r w:rsidRPr="00732C75">
                  <w:rPr>
                    <w:rStyle w:val="ae"/>
                  </w:rPr>
                  <w:lastRenderedPageBreak/>
                  <w:t>text.</w:t>
                </w:r>
              </w:p>
            </w:tc>
          </w:sdtContent>
        </w:sdt>
        <w:sdt>
          <w:sdtPr>
            <w:id w:val="-1299145867"/>
            <w:placeholder>
              <w:docPart w:val="00F03406A1414E7EAFEBE9093F62950B"/>
            </w:placeholder>
            <w:showingPlcHdr/>
          </w:sdtPr>
          <w:sdtContent>
            <w:tc>
              <w:tcPr>
                <w:tcW w:w="2155" w:type="dxa"/>
              </w:tcPr>
              <w:p w14:paraId="40A11B63" w14:textId="66FF96FD" w:rsidR="00F970E1" w:rsidRDefault="00F970E1" w:rsidP="00F970E1">
                <w:pPr>
                  <w:pStyle w:val="BodyParagraph"/>
                </w:pPr>
                <w:r w:rsidRPr="00732C75">
                  <w:rPr>
                    <w:rStyle w:val="ae"/>
                  </w:rPr>
                  <w:t xml:space="preserve">Click here to enter </w:t>
                </w:r>
                <w:r w:rsidRPr="00732C75">
                  <w:rPr>
                    <w:rStyle w:val="ae"/>
                  </w:rPr>
                  <w:lastRenderedPageBreak/>
                  <w:t>text.</w:t>
                </w:r>
              </w:p>
            </w:tc>
          </w:sdtContent>
        </w:sdt>
      </w:tr>
      <w:tr w:rsidR="00F970E1" w14:paraId="40A11B6A" w14:textId="77777777" w:rsidTr="00F970E1">
        <w:tc>
          <w:tcPr>
            <w:tcW w:w="489" w:type="dxa"/>
          </w:tcPr>
          <w:p w14:paraId="40A11B65" w14:textId="77777777" w:rsidR="00F970E1" w:rsidRDefault="00F970E1" w:rsidP="00F970E1">
            <w:pPr>
              <w:pStyle w:val="BodyParagraph"/>
            </w:pPr>
            <w:r>
              <w:lastRenderedPageBreak/>
              <w:t>14:</w:t>
            </w:r>
          </w:p>
        </w:tc>
        <w:sdt>
          <w:sdtPr>
            <w:id w:val="-2024165206"/>
            <w:placeholder>
              <w:docPart w:val="01B512313CF54E018347B6C54AE0738D"/>
            </w:placeholder>
            <w:showingPlcHdr/>
          </w:sdtPr>
          <w:sdtContent>
            <w:tc>
              <w:tcPr>
                <w:tcW w:w="2836" w:type="dxa"/>
              </w:tcPr>
              <w:p w14:paraId="40A11B66" w14:textId="0370D08A" w:rsidR="00F970E1" w:rsidRDefault="00F970E1" w:rsidP="00F970E1">
                <w:pPr>
                  <w:pStyle w:val="BodyParagraph"/>
                </w:pPr>
                <w:r w:rsidRPr="00732C75">
                  <w:rPr>
                    <w:rStyle w:val="ae"/>
                  </w:rPr>
                  <w:t>Click here to enter text.</w:t>
                </w:r>
              </w:p>
            </w:tc>
          </w:sdtContent>
        </w:sdt>
        <w:sdt>
          <w:sdtPr>
            <w:id w:val="-932277875"/>
            <w:placeholder>
              <w:docPart w:val="F96630CB895748F4AE272E1A5DC42E23"/>
            </w:placeholder>
            <w:showingPlcHdr/>
          </w:sdtPr>
          <w:sdtContent>
            <w:tc>
              <w:tcPr>
                <w:tcW w:w="1890" w:type="dxa"/>
              </w:tcPr>
              <w:p w14:paraId="40A11B67" w14:textId="4AB25A97" w:rsidR="00F970E1" w:rsidRDefault="00F970E1" w:rsidP="00F970E1">
                <w:pPr>
                  <w:pStyle w:val="BodyParagraph"/>
                </w:pPr>
                <w:r w:rsidRPr="00732C75">
                  <w:rPr>
                    <w:rStyle w:val="ae"/>
                  </w:rPr>
                  <w:t>Click here to enter text.</w:t>
                </w:r>
              </w:p>
            </w:tc>
          </w:sdtContent>
        </w:sdt>
        <w:sdt>
          <w:sdtPr>
            <w:id w:val="787009005"/>
            <w:placeholder>
              <w:docPart w:val="CF48FCCC439B4C2AAB400302D3B8FF0C"/>
            </w:placeholder>
            <w:showingPlcHdr/>
          </w:sdtPr>
          <w:sdtContent>
            <w:tc>
              <w:tcPr>
                <w:tcW w:w="1980" w:type="dxa"/>
              </w:tcPr>
              <w:p w14:paraId="40A11B68" w14:textId="06621D4A" w:rsidR="00F970E1" w:rsidRDefault="00F970E1" w:rsidP="00F970E1">
                <w:pPr>
                  <w:pStyle w:val="BodyParagraph"/>
                </w:pPr>
                <w:r w:rsidRPr="00732C75">
                  <w:rPr>
                    <w:rStyle w:val="ae"/>
                  </w:rPr>
                  <w:t>Click here to enter text.</w:t>
                </w:r>
              </w:p>
            </w:tc>
          </w:sdtContent>
        </w:sdt>
        <w:sdt>
          <w:sdtPr>
            <w:id w:val="1524128088"/>
            <w:placeholder>
              <w:docPart w:val="D30F2AA937E548FC8195B08ADBCBF4EC"/>
            </w:placeholder>
            <w:showingPlcHdr/>
          </w:sdtPr>
          <w:sdtContent>
            <w:tc>
              <w:tcPr>
                <w:tcW w:w="2155" w:type="dxa"/>
              </w:tcPr>
              <w:p w14:paraId="40A11B69" w14:textId="754CA121" w:rsidR="00F970E1" w:rsidRDefault="00F970E1" w:rsidP="00F970E1">
                <w:pPr>
                  <w:pStyle w:val="BodyParagraph"/>
                </w:pPr>
                <w:r w:rsidRPr="00732C75">
                  <w:rPr>
                    <w:rStyle w:val="ae"/>
                  </w:rPr>
                  <w:t>Click here to enter text.</w:t>
                </w:r>
              </w:p>
            </w:tc>
          </w:sdtContent>
        </w:sdt>
      </w:tr>
      <w:tr w:rsidR="00F970E1" w14:paraId="40A11B70" w14:textId="77777777" w:rsidTr="00F970E1">
        <w:tc>
          <w:tcPr>
            <w:tcW w:w="489" w:type="dxa"/>
          </w:tcPr>
          <w:p w14:paraId="40A11B6B" w14:textId="77777777" w:rsidR="00F970E1" w:rsidRDefault="00F970E1" w:rsidP="00F970E1">
            <w:pPr>
              <w:pStyle w:val="BodyParagraph"/>
            </w:pPr>
            <w:r>
              <w:t>15:</w:t>
            </w:r>
          </w:p>
        </w:tc>
        <w:sdt>
          <w:sdtPr>
            <w:id w:val="-1962335136"/>
            <w:placeholder>
              <w:docPart w:val="BB05BBC9C8D94B17A02A4DD141FEFB9B"/>
            </w:placeholder>
            <w:showingPlcHdr/>
          </w:sdtPr>
          <w:sdtContent>
            <w:tc>
              <w:tcPr>
                <w:tcW w:w="2836" w:type="dxa"/>
              </w:tcPr>
              <w:p w14:paraId="40A11B6C" w14:textId="4922EF4D" w:rsidR="00F970E1" w:rsidRDefault="00F970E1" w:rsidP="00F970E1">
                <w:pPr>
                  <w:pStyle w:val="BodyParagraph"/>
                </w:pPr>
                <w:r w:rsidRPr="00732C75">
                  <w:rPr>
                    <w:rStyle w:val="ae"/>
                  </w:rPr>
                  <w:t>Click here to enter text.</w:t>
                </w:r>
              </w:p>
            </w:tc>
          </w:sdtContent>
        </w:sdt>
        <w:sdt>
          <w:sdtPr>
            <w:id w:val="-783039116"/>
            <w:placeholder>
              <w:docPart w:val="603B606775364BD7A349D9BC763AB090"/>
            </w:placeholder>
            <w:showingPlcHdr/>
          </w:sdtPr>
          <w:sdtContent>
            <w:tc>
              <w:tcPr>
                <w:tcW w:w="1890" w:type="dxa"/>
              </w:tcPr>
              <w:p w14:paraId="40A11B6D" w14:textId="03349E53" w:rsidR="00F970E1" w:rsidRDefault="00F970E1" w:rsidP="00F970E1">
                <w:pPr>
                  <w:pStyle w:val="BodyParagraph"/>
                </w:pPr>
                <w:r w:rsidRPr="00732C75">
                  <w:rPr>
                    <w:rStyle w:val="ae"/>
                  </w:rPr>
                  <w:t>Click here to enter text.</w:t>
                </w:r>
              </w:p>
            </w:tc>
          </w:sdtContent>
        </w:sdt>
        <w:sdt>
          <w:sdtPr>
            <w:id w:val="723954762"/>
            <w:placeholder>
              <w:docPart w:val="194CD475C29B4C3292183C14FF5375DC"/>
            </w:placeholder>
            <w:showingPlcHdr/>
          </w:sdtPr>
          <w:sdtContent>
            <w:tc>
              <w:tcPr>
                <w:tcW w:w="1980" w:type="dxa"/>
              </w:tcPr>
              <w:p w14:paraId="40A11B6E" w14:textId="49BA2607" w:rsidR="00F970E1" w:rsidRDefault="00F970E1" w:rsidP="00F970E1">
                <w:pPr>
                  <w:pStyle w:val="BodyParagraph"/>
                </w:pPr>
                <w:r w:rsidRPr="00732C75">
                  <w:rPr>
                    <w:rStyle w:val="ae"/>
                  </w:rPr>
                  <w:t>Click here to enter text.</w:t>
                </w:r>
              </w:p>
            </w:tc>
          </w:sdtContent>
        </w:sdt>
        <w:sdt>
          <w:sdtPr>
            <w:id w:val="-88545732"/>
            <w:placeholder>
              <w:docPart w:val="A0A34DB784874155B2829491292D66A3"/>
            </w:placeholder>
            <w:showingPlcHdr/>
          </w:sdtPr>
          <w:sdtContent>
            <w:tc>
              <w:tcPr>
                <w:tcW w:w="2155" w:type="dxa"/>
              </w:tcPr>
              <w:p w14:paraId="40A11B6F" w14:textId="33BB0249" w:rsidR="00F970E1" w:rsidRDefault="00F970E1" w:rsidP="00F970E1">
                <w:pPr>
                  <w:pStyle w:val="BodyParagraph"/>
                </w:pPr>
                <w:r w:rsidRPr="00732C75">
                  <w:rPr>
                    <w:rStyle w:val="ae"/>
                  </w:rPr>
                  <w:t>Click here to enter text.</w:t>
                </w:r>
              </w:p>
            </w:tc>
          </w:sdtContent>
        </w:sdt>
      </w:tr>
      <w:tr w:rsidR="00F970E1" w14:paraId="40A11B74" w14:textId="77777777" w:rsidTr="00F970E1">
        <w:tc>
          <w:tcPr>
            <w:tcW w:w="5215" w:type="dxa"/>
            <w:gridSpan w:val="3"/>
          </w:tcPr>
          <w:p w14:paraId="40A11B71" w14:textId="77777777" w:rsidR="00F970E1" w:rsidRDefault="00F970E1" w:rsidP="00F970E1">
            <w:pPr>
              <w:pStyle w:val="BodyParagraph"/>
            </w:pPr>
            <w:r>
              <w:t>Total budget</w:t>
            </w:r>
          </w:p>
        </w:tc>
        <w:sdt>
          <w:sdtPr>
            <w:id w:val="-1441523194"/>
            <w:placeholder>
              <w:docPart w:val="69621B0DA41E4030906725FC06E785E3"/>
            </w:placeholder>
            <w:showingPlcHdr/>
          </w:sdtPr>
          <w:sdtContent>
            <w:tc>
              <w:tcPr>
                <w:tcW w:w="1980" w:type="dxa"/>
              </w:tcPr>
              <w:p w14:paraId="40A11B72" w14:textId="35EC861A" w:rsidR="00F970E1" w:rsidRDefault="00F970E1" w:rsidP="00F970E1">
                <w:pPr>
                  <w:pStyle w:val="BodyParagraph"/>
                </w:pPr>
                <w:r w:rsidRPr="00732C75">
                  <w:rPr>
                    <w:rStyle w:val="ae"/>
                  </w:rPr>
                  <w:t>Click here to enter text.</w:t>
                </w:r>
              </w:p>
            </w:tc>
          </w:sdtContent>
        </w:sdt>
        <w:sdt>
          <w:sdtPr>
            <w:id w:val="-1336150595"/>
            <w:placeholder>
              <w:docPart w:val="12218346058B479C9D73B45B458815D1"/>
            </w:placeholder>
            <w:showingPlcHdr/>
          </w:sdtPr>
          <w:sdtContent>
            <w:tc>
              <w:tcPr>
                <w:tcW w:w="2155" w:type="dxa"/>
              </w:tcPr>
              <w:p w14:paraId="40A11B73" w14:textId="6D159851" w:rsidR="00F970E1" w:rsidRDefault="00F970E1" w:rsidP="00F970E1">
                <w:pPr>
                  <w:pStyle w:val="BodyParagraph"/>
                </w:pPr>
                <w:r w:rsidRPr="00732C75">
                  <w:rPr>
                    <w:rStyle w:val="ae"/>
                  </w:rPr>
                  <w:t>Click here to enter text.</w:t>
                </w:r>
              </w:p>
            </w:tc>
          </w:sdtContent>
        </w:sdt>
      </w:tr>
    </w:tbl>
    <w:p w14:paraId="40A11B75" w14:textId="77777777" w:rsidR="009C4ECA" w:rsidRDefault="009C4ECA" w:rsidP="0054073F">
      <w:pPr>
        <w:pStyle w:val="BodyParagraph"/>
      </w:pPr>
    </w:p>
    <w:p w14:paraId="40A11B76" w14:textId="77777777" w:rsidR="00817A53" w:rsidRDefault="00817A53" w:rsidP="00817A53">
      <w:pPr>
        <w:pStyle w:val="3"/>
      </w:pPr>
      <w:r>
        <w:t>FINANCING</w:t>
      </w:r>
    </w:p>
    <w:p w14:paraId="40A11B77" w14:textId="416816D5" w:rsidR="00817A53" w:rsidRDefault="00817A53" w:rsidP="0054073F">
      <w:pPr>
        <w:pStyle w:val="BodyParagraph"/>
      </w:pPr>
      <w:r w:rsidRPr="00DE0013">
        <w:t>The scholarship amount is US$</w:t>
      </w:r>
      <w:r w:rsidR="00DE0013">
        <w:t xml:space="preserve"> </w:t>
      </w:r>
      <w:sdt>
        <w:sdtPr>
          <w:id w:val="-379780294"/>
          <w:placeholder>
            <w:docPart w:val="AE338C24F9C64FDBBAA40C21F6ACA509"/>
          </w:placeholder>
          <w:showingPlcHdr/>
        </w:sdtPr>
        <w:sdtContent>
          <w:r w:rsidR="00DE0013" w:rsidRPr="00732C75">
            <w:rPr>
              <w:rStyle w:val="ae"/>
            </w:rPr>
            <w:t>Click here to enter text.</w:t>
          </w:r>
        </w:sdtContent>
      </w:sdt>
      <w:r w:rsidRPr="00DE0013">
        <w:t>.</w:t>
      </w:r>
      <w:r w:rsidR="00231288">
        <w:t xml:space="preserve"> </w:t>
      </w:r>
      <w:r w:rsidRPr="00817A53">
        <w:t>You are personally responsible for all expenses in excess of the scholarship amount. Please list and describe your sources and sufficiency of addition</w:t>
      </w:r>
      <w:r w:rsidR="00F710D2">
        <w:t>al</w:t>
      </w:r>
      <w:r w:rsidRPr="00817A53">
        <w:t xml:space="preserve"> funds that will cover </w:t>
      </w:r>
      <w:r w:rsidR="00F710D2" w:rsidRPr="00F710D2">
        <w:t>your expenses in excess of the scholarship amount</w:t>
      </w:r>
      <w:r w:rsidRPr="00817A53">
        <w:t>:</w:t>
      </w:r>
    </w:p>
    <w:sdt>
      <w:sdtPr>
        <w:id w:val="-2146506015"/>
        <w:placeholder>
          <w:docPart w:val="346D0A500962425396A3DFE45019C961"/>
        </w:placeholder>
        <w:showingPlcHdr/>
      </w:sdtPr>
      <w:sdtContent>
        <w:p w14:paraId="6FA42CF1" w14:textId="61CD8CFE" w:rsidR="00F970E1" w:rsidRDefault="00F970E1" w:rsidP="00F970E1">
          <w:pPr>
            <w:pStyle w:val="BodyParagraph"/>
            <w:pBdr>
              <w:top w:val="single" w:sz="4" w:space="1" w:color="auto"/>
              <w:left w:val="single" w:sz="4" w:space="4" w:color="auto"/>
              <w:bottom w:val="single" w:sz="4" w:space="1" w:color="auto"/>
              <w:right w:val="single" w:sz="4" w:space="4" w:color="auto"/>
            </w:pBdr>
          </w:pPr>
          <w:r w:rsidRPr="00732C75">
            <w:rPr>
              <w:rStyle w:val="ae"/>
            </w:rPr>
            <w:t>Click here to enter text.</w:t>
          </w:r>
        </w:p>
      </w:sdtContent>
    </w:sdt>
    <w:p w14:paraId="40A11B78" w14:textId="77777777" w:rsidR="00E4056B" w:rsidRPr="00573227" w:rsidRDefault="00E4056B" w:rsidP="0054073F">
      <w:pPr>
        <w:pStyle w:val="BodyParagraph"/>
      </w:pPr>
    </w:p>
    <w:sectPr w:rsidR="00E4056B" w:rsidRPr="00573227" w:rsidSect="004C2458">
      <w:footerReference w:type="default" r:id="rId10"/>
      <w:pgSz w:w="12240" w:h="15840"/>
      <w:pgMar w:top="1037" w:right="1440" w:bottom="1440" w:left="1440" w:header="1037"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9F4123" w14:textId="77777777" w:rsidR="00AF38E4" w:rsidRDefault="00AF38E4">
      <w:r>
        <w:separator/>
      </w:r>
    </w:p>
  </w:endnote>
  <w:endnote w:type="continuationSeparator" w:id="0">
    <w:p w14:paraId="7231FB6B" w14:textId="77777777" w:rsidR="00AF38E4" w:rsidRDefault="00AF3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E1000AEF" w:usb1="5000A1FF" w:usb2="00000000" w:usb3="00000000" w:csb0="000001B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A11B81" w14:textId="6D0E5B22" w:rsidR="00E41358" w:rsidRPr="00AD79F2" w:rsidRDefault="00E41358" w:rsidP="00E41358">
    <w:pPr>
      <w:pStyle w:val="a6"/>
      <w:tabs>
        <w:tab w:val="clear" w:pos="4320"/>
        <w:tab w:val="clear" w:pos="8640"/>
        <w:tab w:val="right" w:pos="9360"/>
      </w:tabs>
      <w:rPr>
        <w:rFonts w:ascii="Arial" w:hAnsi="Arial" w:cs="Arial"/>
        <w:color w:val="0251A3"/>
        <w:sz w:val="18"/>
      </w:rPr>
    </w:pPr>
    <w:r w:rsidRPr="00AD79F2">
      <w:rPr>
        <w:rFonts w:ascii="Arial" w:hAnsi="Arial" w:cs="Arial"/>
        <w:color w:val="0251A3"/>
        <w:sz w:val="18"/>
      </w:rPr>
      <w:t>Global Grant Scholar</w:t>
    </w:r>
    <w:r w:rsidR="00CF75D9">
      <w:rPr>
        <w:rFonts w:ascii="Arial" w:hAnsi="Arial" w:cs="Arial" w:hint="eastAsia"/>
        <w:color w:val="0251A3"/>
        <w:sz w:val="18"/>
        <w:lang w:eastAsia="ja-JP"/>
      </w:rPr>
      <w:t>ship Candidate</w:t>
    </w:r>
    <w:r w:rsidRPr="00AD79F2">
      <w:rPr>
        <w:rFonts w:ascii="Arial" w:hAnsi="Arial" w:cs="Arial"/>
        <w:color w:val="0251A3"/>
        <w:sz w:val="18"/>
      </w:rPr>
      <w:t xml:space="preserve"> Application</w:t>
    </w:r>
    <w:r w:rsidR="00CF75D9">
      <w:rPr>
        <w:rFonts w:ascii="Arial" w:hAnsi="Arial" w:cs="Arial" w:hint="eastAsia"/>
        <w:color w:val="0251A3"/>
        <w:sz w:val="18"/>
        <w:lang w:eastAsia="ja-JP"/>
      </w:rPr>
      <w:t xml:space="preserve"> </w:t>
    </w:r>
    <w:r w:rsidRPr="00AD79F2">
      <w:rPr>
        <w:rFonts w:ascii="Arial" w:hAnsi="Arial" w:cs="Arial"/>
        <w:color w:val="0251A3"/>
        <w:sz w:val="18"/>
      </w:rPr>
      <w:t>(</w:t>
    </w:r>
    <w:r w:rsidR="00DB4CC7" w:rsidRPr="00AD79F2">
      <w:rPr>
        <w:rFonts w:ascii="Arial" w:hAnsi="Arial" w:cs="Arial"/>
        <w:color w:val="0251A3"/>
        <w:sz w:val="18"/>
      </w:rPr>
      <w:t>July</w:t>
    </w:r>
    <w:r w:rsidRPr="00AD79F2">
      <w:rPr>
        <w:rFonts w:ascii="Arial" w:hAnsi="Arial" w:cs="Arial"/>
        <w:color w:val="0251A3"/>
        <w:sz w:val="18"/>
      </w:rPr>
      <w:t xml:space="preserve"> 2</w:t>
    </w:r>
    <w:r w:rsidR="00AD79F2" w:rsidRPr="00AD79F2">
      <w:rPr>
        <w:rFonts w:ascii="Arial" w:hAnsi="Arial" w:cs="Arial"/>
        <w:color w:val="0251A3"/>
        <w:sz w:val="18"/>
        <w:lang w:eastAsia="ja-JP"/>
      </w:rPr>
      <w:t>025</w:t>
    </w:r>
    <w:r w:rsidRPr="00AD79F2">
      <w:rPr>
        <w:rFonts w:ascii="Arial" w:hAnsi="Arial" w:cs="Arial"/>
        <w:color w:val="0251A3"/>
        <w:sz w:val="18"/>
      </w:rPr>
      <w:t>)</w:t>
    </w:r>
    <w:r w:rsidRPr="00AD79F2">
      <w:rPr>
        <w:rFonts w:ascii="Arial" w:hAnsi="Arial" w:cs="Arial"/>
        <w:color w:val="0251A3"/>
        <w:sz w:val="18"/>
      </w:rPr>
      <w:tab/>
    </w:r>
    <w:r w:rsidRPr="00AD79F2">
      <w:rPr>
        <w:rFonts w:ascii="Arial" w:hAnsi="Arial" w:cs="Arial"/>
        <w:color w:val="0251A3"/>
        <w:sz w:val="18"/>
      </w:rPr>
      <w:fldChar w:fldCharType="begin"/>
    </w:r>
    <w:r w:rsidRPr="00AD79F2">
      <w:rPr>
        <w:rFonts w:ascii="Arial" w:hAnsi="Arial" w:cs="Arial"/>
        <w:color w:val="0251A3"/>
        <w:sz w:val="18"/>
      </w:rPr>
      <w:instrText xml:space="preserve"> PAGE </w:instrText>
    </w:r>
    <w:r w:rsidRPr="00AD79F2">
      <w:rPr>
        <w:rFonts w:ascii="Arial" w:hAnsi="Arial" w:cs="Arial"/>
        <w:color w:val="0251A3"/>
        <w:sz w:val="18"/>
      </w:rPr>
      <w:fldChar w:fldCharType="separate"/>
    </w:r>
    <w:r w:rsidR="0075395A" w:rsidRPr="00AD79F2">
      <w:rPr>
        <w:rFonts w:ascii="Arial" w:hAnsi="Arial" w:cs="Arial"/>
        <w:noProof/>
        <w:color w:val="0251A3"/>
        <w:sz w:val="18"/>
      </w:rPr>
      <w:t>5</w:t>
    </w:r>
    <w:r w:rsidRPr="00AD79F2">
      <w:rPr>
        <w:rFonts w:ascii="Arial" w:hAnsi="Arial" w:cs="Arial"/>
        <w:color w:val="0251A3"/>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DAB994" w14:textId="77777777" w:rsidR="00AF38E4" w:rsidRDefault="00AF38E4">
      <w:r>
        <w:separator/>
      </w:r>
    </w:p>
  </w:footnote>
  <w:footnote w:type="continuationSeparator" w:id="0">
    <w:p w14:paraId="713DC33B" w14:textId="77777777" w:rsidR="00AF38E4" w:rsidRDefault="00AF38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EAA6786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FD081BC"/>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99C0EA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8C6805E0"/>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FE3C124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2E72470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7EEC8B2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C648942"/>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5B667C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63FE918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09A0AE5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37D0395"/>
    <w:multiLevelType w:val="hybridMultilevel"/>
    <w:tmpl w:val="3FD2D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02A5C33"/>
    <w:multiLevelType w:val="hybridMultilevel"/>
    <w:tmpl w:val="C29C6B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72000519">
    <w:abstractNumId w:val="10"/>
  </w:num>
  <w:num w:numId="2" w16cid:durableId="1039822570">
    <w:abstractNumId w:val="8"/>
  </w:num>
  <w:num w:numId="3" w16cid:durableId="1631128754">
    <w:abstractNumId w:val="7"/>
  </w:num>
  <w:num w:numId="4" w16cid:durableId="1720587920">
    <w:abstractNumId w:val="6"/>
  </w:num>
  <w:num w:numId="5" w16cid:durableId="1008825532">
    <w:abstractNumId w:val="0"/>
  </w:num>
  <w:num w:numId="6" w16cid:durableId="1556088553">
    <w:abstractNumId w:val="1"/>
  </w:num>
  <w:num w:numId="7" w16cid:durableId="1606111518">
    <w:abstractNumId w:val="4"/>
  </w:num>
  <w:num w:numId="8" w16cid:durableId="842205221">
    <w:abstractNumId w:val="3"/>
  </w:num>
  <w:num w:numId="9" w16cid:durableId="1392997066">
    <w:abstractNumId w:val="2"/>
  </w:num>
  <w:num w:numId="10" w16cid:durableId="1804082501">
    <w:abstractNumId w:val="9"/>
  </w:num>
  <w:num w:numId="11" w16cid:durableId="544758832">
    <w:abstractNumId w:val="5"/>
  </w:num>
  <w:num w:numId="12" w16cid:durableId="450514957">
    <w:abstractNumId w:val="11"/>
  </w:num>
  <w:num w:numId="13" w16cid:durableId="3894219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v:textbox inset="5.85pt,.7pt,5.85pt,.7pt"/>
      <o:colormru v:ext="edit" colors="#005daa"/>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10"/>
    <w:rsid w:val="00000010"/>
    <w:rsid w:val="000407B2"/>
    <w:rsid w:val="00087ABF"/>
    <w:rsid w:val="00094D7D"/>
    <w:rsid w:val="000E0EEA"/>
    <w:rsid w:val="00100319"/>
    <w:rsid w:val="0013623C"/>
    <w:rsid w:val="00147C0F"/>
    <w:rsid w:val="00164FFA"/>
    <w:rsid w:val="00197BC1"/>
    <w:rsid w:val="001A3A6F"/>
    <w:rsid w:val="001E1F68"/>
    <w:rsid w:val="001E67ED"/>
    <w:rsid w:val="0022325E"/>
    <w:rsid w:val="00231288"/>
    <w:rsid w:val="00253EFE"/>
    <w:rsid w:val="002B11CE"/>
    <w:rsid w:val="003262A6"/>
    <w:rsid w:val="003611FF"/>
    <w:rsid w:val="003C0AAA"/>
    <w:rsid w:val="0041297E"/>
    <w:rsid w:val="00457312"/>
    <w:rsid w:val="004A0369"/>
    <w:rsid w:val="004C2458"/>
    <w:rsid w:val="005160C2"/>
    <w:rsid w:val="005329FF"/>
    <w:rsid w:val="0054073F"/>
    <w:rsid w:val="00573227"/>
    <w:rsid w:val="005C5D13"/>
    <w:rsid w:val="006710EA"/>
    <w:rsid w:val="00692877"/>
    <w:rsid w:val="00716047"/>
    <w:rsid w:val="00723F9D"/>
    <w:rsid w:val="0075395A"/>
    <w:rsid w:val="007808F6"/>
    <w:rsid w:val="007F25AB"/>
    <w:rsid w:val="00817A53"/>
    <w:rsid w:val="00817BD9"/>
    <w:rsid w:val="00846BE9"/>
    <w:rsid w:val="0085621F"/>
    <w:rsid w:val="00917AB9"/>
    <w:rsid w:val="009427D4"/>
    <w:rsid w:val="009436D2"/>
    <w:rsid w:val="009C060D"/>
    <w:rsid w:val="009C4ECA"/>
    <w:rsid w:val="009E5D1F"/>
    <w:rsid w:val="00A65FD4"/>
    <w:rsid w:val="00A8393B"/>
    <w:rsid w:val="00AC1A95"/>
    <w:rsid w:val="00AD79F2"/>
    <w:rsid w:val="00AF38E4"/>
    <w:rsid w:val="00B04E32"/>
    <w:rsid w:val="00B40A2E"/>
    <w:rsid w:val="00BC41A7"/>
    <w:rsid w:val="00C16EC2"/>
    <w:rsid w:val="00C37EDD"/>
    <w:rsid w:val="00C43880"/>
    <w:rsid w:val="00C515E2"/>
    <w:rsid w:val="00C64BFD"/>
    <w:rsid w:val="00C829DD"/>
    <w:rsid w:val="00CA4957"/>
    <w:rsid w:val="00CE5C4A"/>
    <w:rsid w:val="00CF75D9"/>
    <w:rsid w:val="00D12505"/>
    <w:rsid w:val="00D2613D"/>
    <w:rsid w:val="00D33DC5"/>
    <w:rsid w:val="00DB4CC7"/>
    <w:rsid w:val="00DC5C4D"/>
    <w:rsid w:val="00DE0013"/>
    <w:rsid w:val="00E4056B"/>
    <w:rsid w:val="00E41358"/>
    <w:rsid w:val="00E656FF"/>
    <w:rsid w:val="00ED638D"/>
    <w:rsid w:val="00EF00E4"/>
    <w:rsid w:val="00F15666"/>
    <w:rsid w:val="00F27A9D"/>
    <w:rsid w:val="00F317B1"/>
    <w:rsid w:val="00F33D1E"/>
    <w:rsid w:val="00F45AAD"/>
    <w:rsid w:val="00F64E2C"/>
    <w:rsid w:val="00F66D5D"/>
    <w:rsid w:val="00F710D2"/>
    <w:rsid w:val="00F970E1"/>
    <w:rsid w:val="00FB78D4"/>
    <w:rsid w:val="00FC4BDA"/>
    <w:rsid w:val="00FF093F"/>
    <w:rsid w:val="00FF2732"/>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colormru v:ext="edit" colors="#005daa"/>
    </o:shapedefaults>
    <o:shapelayout v:ext="edit">
      <o:idmap v:ext="edit" data="2"/>
    </o:shapelayout>
  </w:shapeDefaults>
  <w:doNotEmbedSmartTags/>
  <w:decimalSymbol w:val="."/>
  <w:listSeparator w:val=","/>
  <w14:docId w14:val="40A11A36"/>
  <w15:docId w15:val="{A4E7C7CF-8219-4E49-9CCC-81070998A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297E"/>
    <w:rPr>
      <w:rFonts w:ascii="Georgia" w:hAnsi="Georgia"/>
      <w:sz w:val="24"/>
      <w:szCs w:val="24"/>
      <w:lang w:eastAsia="en-US"/>
    </w:rPr>
  </w:style>
  <w:style w:type="paragraph" w:styleId="1">
    <w:name w:val="heading 1"/>
    <w:basedOn w:val="a"/>
    <w:next w:val="a"/>
    <w:qFormat/>
    <w:rsid w:val="00FC4BDA"/>
    <w:pPr>
      <w:keepNext/>
      <w:spacing w:before="240" w:after="60"/>
      <w:outlineLvl w:val="0"/>
    </w:pPr>
    <w:rPr>
      <w:rFonts w:ascii="Arial Narrow" w:hAnsi="Arial Narrow"/>
      <w:b/>
      <w:bCs/>
      <w:caps/>
      <w:color w:val="005DAA"/>
      <w:kern w:val="32"/>
      <w:sz w:val="44"/>
      <w:szCs w:val="44"/>
    </w:rPr>
  </w:style>
  <w:style w:type="paragraph" w:styleId="2">
    <w:name w:val="heading 2"/>
    <w:basedOn w:val="a"/>
    <w:next w:val="a"/>
    <w:qFormat/>
    <w:rsid w:val="00100319"/>
    <w:pPr>
      <w:outlineLvl w:val="1"/>
    </w:pPr>
    <w:rPr>
      <w:rFonts w:ascii="Arial Narrow" w:hAnsi="Arial Narrow"/>
      <w:sz w:val="28"/>
      <w:szCs w:val="28"/>
    </w:rPr>
  </w:style>
  <w:style w:type="paragraph" w:styleId="3">
    <w:name w:val="heading 3"/>
    <w:basedOn w:val="2"/>
    <w:next w:val="a"/>
    <w:qFormat/>
    <w:rsid w:val="0041297E"/>
    <w:pPr>
      <w:spacing w:before="240" w:after="120"/>
      <w:outlineLvl w:val="2"/>
    </w:pPr>
    <w:rPr>
      <w:b/>
      <w:smallCaps/>
      <w:sz w:val="24"/>
      <w:u w:val="single"/>
    </w:rPr>
  </w:style>
  <w:style w:type="paragraph" w:styleId="4">
    <w:name w:val="heading 4"/>
    <w:basedOn w:val="3"/>
    <w:next w:val="a"/>
    <w:autoRedefine/>
    <w:qFormat/>
    <w:rsid w:val="00094D7D"/>
    <w:pPr>
      <w:keepNext/>
      <w:spacing w:after="60"/>
      <w:outlineLvl w:val="3"/>
    </w:pPr>
    <w:rPr>
      <w:smallCaps w:val="0"/>
      <w:sz w:val="20"/>
      <w:u w: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DE6891"/>
  </w:style>
  <w:style w:type="paragraph" w:customStyle="1" w:styleId="LanguageCode">
    <w:name w:val="Language Code"/>
    <w:basedOn w:val="a"/>
    <w:rsid w:val="00F244CE"/>
    <w:pPr>
      <w:jc w:val="right"/>
    </w:pPr>
    <w:rPr>
      <w:rFonts w:ascii="Arial" w:hAnsi="Arial"/>
      <w:sz w:val="14"/>
    </w:rPr>
  </w:style>
  <w:style w:type="paragraph" w:customStyle="1" w:styleId="BodyParagraph">
    <w:name w:val="Body Paragraph"/>
    <w:basedOn w:val="a"/>
    <w:autoRedefine/>
    <w:qFormat/>
    <w:rsid w:val="0054073F"/>
    <w:pPr>
      <w:widowControl w:val="0"/>
      <w:tabs>
        <w:tab w:val="left" w:pos="1228"/>
      </w:tabs>
      <w:suppressAutoHyphens/>
      <w:autoSpaceDE w:val="0"/>
      <w:autoSpaceDN w:val="0"/>
      <w:adjustRightInd w:val="0"/>
      <w:spacing w:before="120" w:line="300" w:lineRule="atLeast"/>
      <w:textAlignment w:val="center"/>
    </w:pPr>
    <w:rPr>
      <w:color w:val="000000"/>
      <w:sz w:val="20"/>
      <w:szCs w:val="22"/>
    </w:rPr>
  </w:style>
  <w:style w:type="paragraph" w:styleId="a4">
    <w:name w:val="header"/>
    <w:basedOn w:val="a"/>
    <w:rsid w:val="00FE65DE"/>
    <w:pPr>
      <w:tabs>
        <w:tab w:val="center" w:pos="4320"/>
        <w:tab w:val="right" w:pos="8640"/>
      </w:tabs>
    </w:pPr>
  </w:style>
  <w:style w:type="paragraph" w:customStyle="1" w:styleId="BulletPoints">
    <w:name w:val="Bullet Points"/>
    <w:basedOn w:val="BodyParagraph"/>
    <w:rsid w:val="00DE6891"/>
    <w:pPr>
      <w:spacing w:before="0"/>
    </w:pPr>
  </w:style>
  <w:style w:type="character" w:styleId="a5">
    <w:name w:val="footnote reference"/>
    <w:semiHidden/>
    <w:rsid w:val="00DE6891"/>
    <w:rPr>
      <w:vertAlign w:val="superscript"/>
    </w:rPr>
  </w:style>
  <w:style w:type="paragraph" w:styleId="a6">
    <w:name w:val="footer"/>
    <w:basedOn w:val="a"/>
    <w:semiHidden/>
    <w:rsid w:val="00DE6891"/>
    <w:pPr>
      <w:tabs>
        <w:tab w:val="center" w:pos="4320"/>
        <w:tab w:val="right" w:pos="8640"/>
      </w:tabs>
    </w:pPr>
  </w:style>
  <w:style w:type="character" w:styleId="a7">
    <w:name w:val="page number"/>
    <w:basedOn w:val="a0"/>
    <w:rsid w:val="00DE6891"/>
  </w:style>
  <w:style w:type="paragraph" w:customStyle="1" w:styleId="IntroParagraph">
    <w:name w:val="Intro Paragraph"/>
    <w:basedOn w:val="BodyParagraph"/>
    <w:autoRedefine/>
    <w:rsid w:val="00D07D0B"/>
    <w:pPr>
      <w:spacing w:after="360"/>
    </w:pPr>
    <w:rPr>
      <w:color w:val="auto"/>
    </w:rPr>
  </w:style>
  <w:style w:type="paragraph" w:styleId="a8">
    <w:name w:val="Balloon Text"/>
    <w:basedOn w:val="a"/>
    <w:link w:val="a9"/>
    <w:uiPriority w:val="99"/>
    <w:semiHidden/>
    <w:unhideWhenUsed/>
    <w:rsid w:val="0041297E"/>
    <w:rPr>
      <w:rFonts w:ascii="Lucida Grande" w:hAnsi="Lucida Grande" w:cs="Lucida Grande"/>
      <w:sz w:val="18"/>
      <w:szCs w:val="18"/>
    </w:rPr>
  </w:style>
  <w:style w:type="character" w:customStyle="1" w:styleId="a9">
    <w:name w:val="吹き出し (文字)"/>
    <w:link w:val="a8"/>
    <w:uiPriority w:val="99"/>
    <w:semiHidden/>
    <w:rsid w:val="0041297E"/>
    <w:rPr>
      <w:rFonts w:ascii="Lucida Grande" w:hAnsi="Lucida Grande" w:cs="Lucida Grande"/>
      <w:sz w:val="18"/>
      <w:szCs w:val="18"/>
    </w:rPr>
  </w:style>
  <w:style w:type="paragraph" w:customStyle="1" w:styleId="Subhead2">
    <w:name w:val="Subhead 2"/>
    <w:basedOn w:val="2"/>
    <w:next w:val="BodyParagraph"/>
    <w:qFormat/>
    <w:rsid w:val="00094D7D"/>
    <w:pPr>
      <w:spacing w:before="240" w:after="60"/>
    </w:pPr>
    <w:rPr>
      <w:b/>
      <w:sz w:val="20"/>
    </w:rPr>
  </w:style>
  <w:style w:type="paragraph" w:customStyle="1" w:styleId="Subhead1">
    <w:name w:val="Subhead 1"/>
    <w:rsid w:val="0085621F"/>
    <w:pPr>
      <w:spacing w:before="240" w:after="120"/>
    </w:pPr>
    <w:rPr>
      <w:rFonts w:ascii="Arial Narrow" w:hAnsi="Arial Narrow"/>
      <w:b/>
      <w:bCs/>
      <w:caps/>
      <w:sz w:val="24"/>
      <w:szCs w:val="24"/>
      <w:u w:val="single"/>
      <w:lang w:eastAsia="en-US"/>
    </w:rPr>
  </w:style>
  <w:style w:type="paragraph" w:customStyle="1" w:styleId="NumberList">
    <w:name w:val="Number List"/>
    <w:basedOn w:val="BodyParagraph"/>
    <w:qFormat/>
    <w:rsid w:val="0022325E"/>
    <w:pPr>
      <w:tabs>
        <w:tab w:val="right" w:pos="180"/>
      </w:tabs>
      <w:ind w:left="360" w:hanging="360"/>
    </w:pPr>
  </w:style>
  <w:style w:type="table" w:styleId="aa">
    <w:name w:val="Table Grid"/>
    <w:basedOn w:val="a1"/>
    <w:uiPriority w:val="59"/>
    <w:rsid w:val="00CA49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573227"/>
    <w:rPr>
      <w:color w:val="0000FF" w:themeColor="hyperlink"/>
      <w:u w:val="single"/>
    </w:rPr>
  </w:style>
  <w:style w:type="character" w:styleId="ac">
    <w:name w:val="FollowedHyperlink"/>
    <w:basedOn w:val="a0"/>
    <w:uiPriority w:val="99"/>
    <w:semiHidden/>
    <w:unhideWhenUsed/>
    <w:rsid w:val="00CE5C4A"/>
    <w:rPr>
      <w:color w:val="800080" w:themeColor="followedHyperlink"/>
      <w:u w:val="single"/>
    </w:rPr>
  </w:style>
  <w:style w:type="paragraph" w:styleId="ad">
    <w:name w:val="Revision"/>
    <w:hidden/>
    <w:uiPriority w:val="71"/>
    <w:rsid w:val="00A65FD4"/>
    <w:rPr>
      <w:rFonts w:ascii="Georgia" w:hAnsi="Georgia"/>
      <w:sz w:val="24"/>
      <w:szCs w:val="24"/>
      <w:lang w:eastAsia="en-US"/>
    </w:rPr>
  </w:style>
  <w:style w:type="character" w:styleId="ae">
    <w:name w:val="Placeholder Text"/>
    <w:basedOn w:val="a0"/>
    <w:uiPriority w:val="99"/>
    <w:unhideWhenUsed/>
    <w:rsid w:val="0054073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rotary.org/myrotary/en/areas-focu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rotary.org/myrotary/en/document/59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cleodk\Desktop\Misc\RI_Documen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3B790749D7A4E41B57172D58EA4F001"/>
        <w:category>
          <w:name w:val="General"/>
          <w:gallery w:val="placeholder"/>
        </w:category>
        <w:types>
          <w:type w:val="bbPlcHdr"/>
        </w:types>
        <w:behaviors>
          <w:behavior w:val="content"/>
        </w:behaviors>
        <w:guid w:val="{9685FC05-119A-4659-B923-9FB6350758AE}"/>
      </w:docPartPr>
      <w:docPartBody>
        <w:p w:rsidR="00DD52AF" w:rsidRDefault="00B47D3B" w:rsidP="00B47D3B">
          <w:pPr>
            <w:pStyle w:val="C3B790749D7A4E41B57172D58EA4F0014"/>
          </w:pPr>
          <w:r w:rsidRPr="00732C75">
            <w:rPr>
              <w:rStyle w:val="a3"/>
            </w:rPr>
            <w:t>Click here to enter text.</w:t>
          </w:r>
        </w:p>
      </w:docPartBody>
    </w:docPart>
    <w:docPart>
      <w:docPartPr>
        <w:name w:val="4F9D22DABA6D4DBDB63AA05C87376C18"/>
        <w:category>
          <w:name w:val="General"/>
          <w:gallery w:val="placeholder"/>
        </w:category>
        <w:types>
          <w:type w:val="bbPlcHdr"/>
        </w:types>
        <w:behaviors>
          <w:behavior w:val="content"/>
        </w:behaviors>
        <w:guid w:val="{CAC80310-D933-40E8-9E8E-F7E50D93AADF}"/>
      </w:docPartPr>
      <w:docPartBody>
        <w:p w:rsidR="00DD52AF" w:rsidRDefault="00B47D3B" w:rsidP="00B47D3B">
          <w:pPr>
            <w:pStyle w:val="4F9D22DABA6D4DBDB63AA05C87376C184"/>
          </w:pPr>
          <w:r w:rsidRPr="00732C75">
            <w:rPr>
              <w:rStyle w:val="a3"/>
            </w:rPr>
            <w:t>Click here to enter text.</w:t>
          </w:r>
        </w:p>
      </w:docPartBody>
    </w:docPart>
    <w:docPart>
      <w:docPartPr>
        <w:name w:val="77FD45F0FA0D4D30B96E81E3BD1E7633"/>
        <w:category>
          <w:name w:val="General"/>
          <w:gallery w:val="placeholder"/>
        </w:category>
        <w:types>
          <w:type w:val="bbPlcHdr"/>
        </w:types>
        <w:behaviors>
          <w:behavior w:val="content"/>
        </w:behaviors>
        <w:guid w:val="{CEECFBCE-5FBB-4C96-9573-A36A193ACADC}"/>
      </w:docPartPr>
      <w:docPartBody>
        <w:p w:rsidR="00DD52AF" w:rsidRDefault="00B47D3B" w:rsidP="00B47D3B">
          <w:pPr>
            <w:pStyle w:val="77FD45F0FA0D4D30B96E81E3BD1E76334"/>
          </w:pPr>
          <w:r w:rsidRPr="00732C75">
            <w:rPr>
              <w:rStyle w:val="a3"/>
            </w:rPr>
            <w:t>Click here to enter text.</w:t>
          </w:r>
        </w:p>
      </w:docPartBody>
    </w:docPart>
    <w:docPart>
      <w:docPartPr>
        <w:name w:val="3D514165047C4148A46E82892646610E"/>
        <w:category>
          <w:name w:val="General"/>
          <w:gallery w:val="placeholder"/>
        </w:category>
        <w:types>
          <w:type w:val="bbPlcHdr"/>
        </w:types>
        <w:behaviors>
          <w:behavior w:val="content"/>
        </w:behaviors>
        <w:guid w:val="{93DF6F07-0EC0-4864-BEFD-66842DEDD0D9}"/>
      </w:docPartPr>
      <w:docPartBody>
        <w:p w:rsidR="00DD52AF" w:rsidRDefault="00B47D3B" w:rsidP="00B47D3B">
          <w:pPr>
            <w:pStyle w:val="3D514165047C4148A46E82892646610E4"/>
          </w:pPr>
          <w:r w:rsidRPr="00732C75">
            <w:rPr>
              <w:rStyle w:val="a3"/>
            </w:rPr>
            <w:t>Click here to enter text.</w:t>
          </w:r>
        </w:p>
      </w:docPartBody>
    </w:docPart>
    <w:docPart>
      <w:docPartPr>
        <w:name w:val="3F70948CDAE84D56B04B5435E5B5EF86"/>
        <w:category>
          <w:name w:val="General"/>
          <w:gallery w:val="placeholder"/>
        </w:category>
        <w:types>
          <w:type w:val="bbPlcHdr"/>
        </w:types>
        <w:behaviors>
          <w:behavior w:val="content"/>
        </w:behaviors>
        <w:guid w:val="{68E653E9-831D-4D75-9C7A-2D0239B34449}"/>
      </w:docPartPr>
      <w:docPartBody>
        <w:p w:rsidR="00DD52AF" w:rsidRDefault="00B47D3B" w:rsidP="00B47D3B">
          <w:pPr>
            <w:pStyle w:val="3F70948CDAE84D56B04B5435E5B5EF864"/>
          </w:pPr>
          <w:r w:rsidRPr="00732C75">
            <w:rPr>
              <w:rStyle w:val="a3"/>
            </w:rPr>
            <w:t>Click here to enter text.</w:t>
          </w:r>
        </w:p>
      </w:docPartBody>
    </w:docPart>
    <w:docPart>
      <w:docPartPr>
        <w:name w:val="C85D42694CD44E42890FA99D1AEC11D2"/>
        <w:category>
          <w:name w:val="General"/>
          <w:gallery w:val="placeholder"/>
        </w:category>
        <w:types>
          <w:type w:val="bbPlcHdr"/>
        </w:types>
        <w:behaviors>
          <w:behavior w:val="content"/>
        </w:behaviors>
        <w:guid w:val="{F6CF52EE-50B0-47C6-A71D-7F25A55BAE66}"/>
      </w:docPartPr>
      <w:docPartBody>
        <w:p w:rsidR="00DD52AF" w:rsidRDefault="00B47D3B" w:rsidP="00B47D3B">
          <w:pPr>
            <w:pStyle w:val="C85D42694CD44E42890FA99D1AEC11D24"/>
          </w:pPr>
          <w:r w:rsidRPr="00732C75">
            <w:rPr>
              <w:rStyle w:val="a3"/>
            </w:rPr>
            <w:t>Click here to enter text.</w:t>
          </w:r>
        </w:p>
      </w:docPartBody>
    </w:docPart>
    <w:docPart>
      <w:docPartPr>
        <w:name w:val="4CF1968EF11F4CC0B38595E0BA4FBF11"/>
        <w:category>
          <w:name w:val="General"/>
          <w:gallery w:val="placeholder"/>
        </w:category>
        <w:types>
          <w:type w:val="bbPlcHdr"/>
        </w:types>
        <w:behaviors>
          <w:behavior w:val="content"/>
        </w:behaviors>
        <w:guid w:val="{B6134513-E103-4169-A335-0F1EBD841D1A}"/>
      </w:docPartPr>
      <w:docPartBody>
        <w:p w:rsidR="00DD52AF" w:rsidRDefault="00B47D3B" w:rsidP="00B47D3B">
          <w:pPr>
            <w:pStyle w:val="4CF1968EF11F4CC0B38595E0BA4FBF114"/>
          </w:pPr>
          <w:r w:rsidRPr="00732C75">
            <w:rPr>
              <w:rStyle w:val="a3"/>
            </w:rPr>
            <w:t>Click here to enter text.</w:t>
          </w:r>
        </w:p>
      </w:docPartBody>
    </w:docPart>
    <w:docPart>
      <w:docPartPr>
        <w:name w:val="ED8EFD2BCD364C0486E98DC15C75FBED"/>
        <w:category>
          <w:name w:val="General"/>
          <w:gallery w:val="placeholder"/>
        </w:category>
        <w:types>
          <w:type w:val="bbPlcHdr"/>
        </w:types>
        <w:behaviors>
          <w:behavior w:val="content"/>
        </w:behaviors>
        <w:guid w:val="{88322D59-0323-4766-B54D-301D8D681595}"/>
      </w:docPartPr>
      <w:docPartBody>
        <w:p w:rsidR="00DD52AF" w:rsidRDefault="00B47D3B" w:rsidP="00B47D3B">
          <w:pPr>
            <w:pStyle w:val="ED8EFD2BCD364C0486E98DC15C75FBED4"/>
          </w:pPr>
          <w:r w:rsidRPr="00732C75">
            <w:rPr>
              <w:rStyle w:val="a3"/>
            </w:rPr>
            <w:t>Click here to enter text.</w:t>
          </w:r>
        </w:p>
      </w:docPartBody>
    </w:docPart>
    <w:docPart>
      <w:docPartPr>
        <w:name w:val="A418937993384D7993E67569882DEAEC"/>
        <w:category>
          <w:name w:val="General"/>
          <w:gallery w:val="placeholder"/>
        </w:category>
        <w:types>
          <w:type w:val="bbPlcHdr"/>
        </w:types>
        <w:behaviors>
          <w:behavior w:val="content"/>
        </w:behaviors>
        <w:guid w:val="{CC1F570C-B258-4F32-8B5F-D76F492D29B5}"/>
      </w:docPartPr>
      <w:docPartBody>
        <w:p w:rsidR="00DD52AF" w:rsidRDefault="00B47D3B" w:rsidP="00B47D3B">
          <w:pPr>
            <w:pStyle w:val="A418937993384D7993E67569882DEAEC4"/>
          </w:pPr>
          <w:r w:rsidRPr="00732C75">
            <w:rPr>
              <w:rStyle w:val="a3"/>
            </w:rPr>
            <w:t>Click here to enter text.</w:t>
          </w:r>
        </w:p>
      </w:docPartBody>
    </w:docPart>
    <w:docPart>
      <w:docPartPr>
        <w:name w:val="C68DAD5AA19A4B2C9F32499694A1620F"/>
        <w:category>
          <w:name w:val="General"/>
          <w:gallery w:val="placeholder"/>
        </w:category>
        <w:types>
          <w:type w:val="bbPlcHdr"/>
        </w:types>
        <w:behaviors>
          <w:behavior w:val="content"/>
        </w:behaviors>
        <w:guid w:val="{2D45896F-164C-403E-B6B0-2A4B7790D15C}"/>
      </w:docPartPr>
      <w:docPartBody>
        <w:p w:rsidR="00DD52AF" w:rsidRDefault="00B47D3B" w:rsidP="00B47D3B">
          <w:pPr>
            <w:pStyle w:val="C68DAD5AA19A4B2C9F32499694A1620F4"/>
          </w:pPr>
          <w:r w:rsidRPr="00732C75">
            <w:rPr>
              <w:rStyle w:val="a3"/>
            </w:rPr>
            <w:t>Click here to enter text.</w:t>
          </w:r>
        </w:p>
      </w:docPartBody>
    </w:docPart>
    <w:docPart>
      <w:docPartPr>
        <w:name w:val="E9E2FA4111DC4EA683828EF05289DB13"/>
        <w:category>
          <w:name w:val="General"/>
          <w:gallery w:val="placeholder"/>
        </w:category>
        <w:types>
          <w:type w:val="bbPlcHdr"/>
        </w:types>
        <w:behaviors>
          <w:behavior w:val="content"/>
        </w:behaviors>
        <w:guid w:val="{B09B90D5-4219-4D23-BEDE-6A3AE902D4A6}"/>
      </w:docPartPr>
      <w:docPartBody>
        <w:p w:rsidR="00DD52AF" w:rsidRDefault="00B47D3B" w:rsidP="00B47D3B">
          <w:pPr>
            <w:pStyle w:val="E9E2FA4111DC4EA683828EF05289DB134"/>
          </w:pPr>
          <w:r w:rsidRPr="00732C75">
            <w:rPr>
              <w:rStyle w:val="a3"/>
            </w:rPr>
            <w:t>Click here to enter text.</w:t>
          </w:r>
        </w:p>
      </w:docPartBody>
    </w:docPart>
    <w:docPart>
      <w:docPartPr>
        <w:name w:val="98393178AFD04EC99D72A963E7F6057E"/>
        <w:category>
          <w:name w:val="General"/>
          <w:gallery w:val="placeholder"/>
        </w:category>
        <w:types>
          <w:type w:val="bbPlcHdr"/>
        </w:types>
        <w:behaviors>
          <w:behavior w:val="content"/>
        </w:behaviors>
        <w:guid w:val="{5FAF5AFF-1362-47F6-9CF5-3027E67441C4}"/>
      </w:docPartPr>
      <w:docPartBody>
        <w:p w:rsidR="00DD52AF" w:rsidRDefault="00B47D3B" w:rsidP="00B47D3B">
          <w:pPr>
            <w:pStyle w:val="98393178AFD04EC99D72A963E7F6057E4"/>
          </w:pPr>
          <w:r w:rsidRPr="00732C75">
            <w:rPr>
              <w:rStyle w:val="a3"/>
            </w:rPr>
            <w:t>Click here to enter text.</w:t>
          </w:r>
        </w:p>
      </w:docPartBody>
    </w:docPart>
    <w:docPart>
      <w:docPartPr>
        <w:name w:val="5A868EBB577945178E3C00CC18A0AF70"/>
        <w:category>
          <w:name w:val="General"/>
          <w:gallery w:val="placeholder"/>
        </w:category>
        <w:types>
          <w:type w:val="bbPlcHdr"/>
        </w:types>
        <w:behaviors>
          <w:behavior w:val="content"/>
        </w:behaviors>
        <w:guid w:val="{07B5207A-559C-4DE3-A83B-5DE44C9286B9}"/>
      </w:docPartPr>
      <w:docPartBody>
        <w:p w:rsidR="00DD52AF" w:rsidRDefault="00B47D3B" w:rsidP="00B47D3B">
          <w:pPr>
            <w:pStyle w:val="5A868EBB577945178E3C00CC18A0AF704"/>
          </w:pPr>
          <w:r w:rsidRPr="00732C75">
            <w:rPr>
              <w:rStyle w:val="a3"/>
            </w:rPr>
            <w:t>Click here to enter text.</w:t>
          </w:r>
        </w:p>
      </w:docPartBody>
    </w:docPart>
    <w:docPart>
      <w:docPartPr>
        <w:name w:val="8EF82833A4F94D68A8DCD9619F9DBB44"/>
        <w:category>
          <w:name w:val="General"/>
          <w:gallery w:val="placeholder"/>
        </w:category>
        <w:types>
          <w:type w:val="bbPlcHdr"/>
        </w:types>
        <w:behaviors>
          <w:behavior w:val="content"/>
        </w:behaviors>
        <w:guid w:val="{C649068F-252F-41A0-8207-A9A82828EC8C}"/>
      </w:docPartPr>
      <w:docPartBody>
        <w:p w:rsidR="00DD52AF" w:rsidRDefault="00B47D3B" w:rsidP="00B47D3B">
          <w:pPr>
            <w:pStyle w:val="8EF82833A4F94D68A8DCD9619F9DBB444"/>
          </w:pPr>
          <w:r w:rsidRPr="00732C75">
            <w:rPr>
              <w:rStyle w:val="a3"/>
            </w:rPr>
            <w:t>Click here to enter text.</w:t>
          </w:r>
        </w:p>
      </w:docPartBody>
    </w:docPart>
    <w:docPart>
      <w:docPartPr>
        <w:name w:val="E0EB166B72B04320B1AFC49A510C775E"/>
        <w:category>
          <w:name w:val="General"/>
          <w:gallery w:val="placeholder"/>
        </w:category>
        <w:types>
          <w:type w:val="bbPlcHdr"/>
        </w:types>
        <w:behaviors>
          <w:behavior w:val="content"/>
        </w:behaviors>
        <w:guid w:val="{3296964F-9D19-40C3-B629-1CAA25DFD33B}"/>
      </w:docPartPr>
      <w:docPartBody>
        <w:p w:rsidR="00DD52AF" w:rsidRDefault="00B47D3B" w:rsidP="00B47D3B">
          <w:pPr>
            <w:pStyle w:val="E0EB166B72B04320B1AFC49A510C775E4"/>
          </w:pPr>
          <w:r w:rsidRPr="00732C75">
            <w:rPr>
              <w:rStyle w:val="a3"/>
            </w:rPr>
            <w:t>Click here to enter text.</w:t>
          </w:r>
        </w:p>
      </w:docPartBody>
    </w:docPart>
    <w:docPart>
      <w:docPartPr>
        <w:name w:val="D37D04AD03A84837A2C9F475565890A9"/>
        <w:category>
          <w:name w:val="General"/>
          <w:gallery w:val="placeholder"/>
        </w:category>
        <w:types>
          <w:type w:val="bbPlcHdr"/>
        </w:types>
        <w:behaviors>
          <w:behavior w:val="content"/>
        </w:behaviors>
        <w:guid w:val="{2BD6EEAC-7513-4275-82F7-98A09F5DF2BA}"/>
      </w:docPartPr>
      <w:docPartBody>
        <w:p w:rsidR="00DD52AF" w:rsidRDefault="00B47D3B" w:rsidP="00B47D3B">
          <w:pPr>
            <w:pStyle w:val="D37D04AD03A84837A2C9F475565890A94"/>
          </w:pPr>
          <w:r w:rsidRPr="00732C75">
            <w:rPr>
              <w:rStyle w:val="a3"/>
            </w:rPr>
            <w:t>Click here to enter text.</w:t>
          </w:r>
        </w:p>
      </w:docPartBody>
    </w:docPart>
    <w:docPart>
      <w:docPartPr>
        <w:name w:val="44D15E7F6AD044B0AFE71944B47A655F"/>
        <w:category>
          <w:name w:val="General"/>
          <w:gallery w:val="placeholder"/>
        </w:category>
        <w:types>
          <w:type w:val="bbPlcHdr"/>
        </w:types>
        <w:behaviors>
          <w:behavior w:val="content"/>
        </w:behaviors>
        <w:guid w:val="{153B9645-B80C-4958-963F-561A79423FEC}"/>
      </w:docPartPr>
      <w:docPartBody>
        <w:p w:rsidR="00DD52AF" w:rsidRDefault="00B47D3B" w:rsidP="00B47D3B">
          <w:pPr>
            <w:pStyle w:val="44D15E7F6AD044B0AFE71944B47A655F4"/>
          </w:pPr>
          <w:r w:rsidRPr="00732C75">
            <w:rPr>
              <w:rStyle w:val="a3"/>
            </w:rPr>
            <w:t>Click here to enter text.</w:t>
          </w:r>
        </w:p>
      </w:docPartBody>
    </w:docPart>
    <w:docPart>
      <w:docPartPr>
        <w:name w:val="CD07BAF11CE14EBBB5E4FBF7D4F0B0A0"/>
        <w:category>
          <w:name w:val="General"/>
          <w:gallery w:val="placeholder"/>
        </w:category>
        <w:types>
          <w:type w:val="bbPlcHdr"/>
        </w:types>
        <w:behaviors>
          <w:behavior w:val="content"/>
        </w:behaviors>
        <w:guid w:val="{FEB118D6-523D-4511-A4D1-CC8FA754B405}"/>
      </w:docPartPr>
      <w:docPartBody>
        <w:p w:rsidR="00DD52AF" w:rsidRDefault="00B47D3B" w:rsidP="00B47D3B">
          <w:pPr>
            <w:pStyle w:val="CD07BAF11CE14EBBB5E4FBF7D4F0B0A04"/>
          </w:pPr>
          <w:r w:rsidRPr="00732C75">
            <w:rPr>
              <w:rStyle w:val="a3"/>
            </w:rPr>
            <w:t>Click here to enter text.</w:t>
          </w:r>
        </w:p>
      </w:docPartBody>
    </w:docPart>
    <w:docPart>
      <w:docPartPr>
        <w:name w:val="1DA74FD876A34F0BBC1BF6806675AAFE"/>
        <w:category>
          <w:name w:val="General"/>
          <w:gallery w:val="placeholder"/>
        </w:category>
        <w:types>
          <w:type w:val="bbPlcHdr"/>
        </w:types>
        <w:behaviors>
          <w:behavior w:val="content"/>
        </w:behaviors>
        <w:guid w:val="{2CB17C49-AC0B-429B-8D5E-BA3929363887}"/>
      </w:docPartPr>
      <w:docPartBody>
        <w:p w:rsidR="00DD52AF" w:rsidRDefault="00B47D3B" w:rsidP="00B47D3B">
          <w:pPr>
            <w:pStyle w:val="1DA74FD876A34F0BBC1BF6806675AAFE4"/>
          </w:pPr>
          <w:r w:rsidRPr="00732C75">
            <w:rPr>
              <w:rStyle w:val="a3"/>
            </w:rPr>
            <w:t>Click here to enter text.</w:t>
          </w:r>
        </w:p>
      </w:docPartBody>
    </w:docPart>
    <w:docPart>
      <w:docPartPr>
        <w:name w:val="05A03F7D13BB427B8AD274922127E71C"/>
        <w:category>
          <w:name w:val="General"/>
          <w:gallery w:val="placeholder"/>
        </w:category>
        <w:types>
          <w:type w:val="bbPlcHdr"/>
        </w:types>
        <w:behaviors>
          <w:behavior w:val="content"/>
        </w:behaviors>
        <w:guid w:val="{ACD5E6E5-43C3-4D7B-9653-5E999742718C}"/>
      </w:docPartPr>
      <w:docPartBody>
        <w:p w:rsidR="00DD52AF" w:rsidRDefault="00B47D3B" w:rsidP="00B47D3B">
          <w:pPr>
            <w:pStyle w:val="05A03F7D13BB427B8AD274922127E71C4"/>
          </w:pPr>
          <w:r w:rsidRPr="00732C75">
            <w:rPr>
              <w:rStyle w:val="a3"/>
            </w:rPr>
            <w:t>Click here to enter text.</w:t>
          </w:r>
        </w:p>
      </w:docPartBody>
    </w:docPart>
    <w:docPart>
      <w:docPartPr>
        <w:name w:val="9CF5766AB8B640E092E9F612ECB01D02"/>
        <w:category>
          <w:name w:val="General"/>
          <w:gallery w:val="placeholder"/>
        </w:category>
        <w:types>
          <w:type w:val="bbPlcHdr"/>
        </w:types>
        <w:behaviors>
          <w:behavior w:val="content"/>
        </w:behaviors>
        <w:guid w:val="{DAF2A75C-2F64-45DC-B73B-BB4445A6D142}"/>
      </w:docPartPr>
      <w:docPartBody>
        <w:p w:rsidR="00DD52AF" w:rsidRDefault="00B47D3B" w:rsidP="00B47D3B">
          <w:pPr>
            <w:pStyle w:val="9CF5766AB8B640E092E9F612ECB01D024"/>
          </w:pPr>
          <w:r w:rsidRPr="00732C75">
            <w:rPr>
              <w:rStyle w:val="a3"/>
            </w:rPr>
            <w:t>Click here to enter text.</w:t>
          </w:r>
        </w:p>
      </w:docPartBody>
    </w:docPart>
    <w:docPart>
      <w:docPartPr>
        <w:name w:val="1E238496FE144BABB5274FE720724FF1"/>
        <w:category>
          <w:name w:val="General"/>
          <w:gallery w:val="placeholder"/>
        </w:category>
        <w:types>
          <w:type w:val="bbPlcHdr"/>
        </w:types>
        <w:behaviors>
          <w:behavior w:val="content"/>
        </w:behaviors>
        <w:guid w:val="{A90DABD3-EB84-4E25-87E8-A71A7C559C67}"/>
      </w:docPartPr>
      <w:docPartBody>
        <w:p w:rsidR="00DD52AF" w:rsidRDefault="00B47D3B" w:rsidP="00B47D3B">
          <w:pPr>
            <w:pStyle w:val="1E238496FE144BABB5274FE720724FF14"/>
          </w:pPr>
          <w:r w:rsidRPr="00732C75">
            <w:rPr>
              <w:rStyle w:val="a3"/>
            </w:rPr>
            <w:t>Click here to enter text.</w:t>
          </w:r>
        </w:p>
      </w:docPartBody>
    </w:docPart>
    <w:docPart>
      <w:docPartPr>
        <w:name w:val="999481615DDF4BEFBAB9C8154A9B96CA"/>
        <w:category>
          <w:name w:val="General"/>
          <w:gallery w:val="placeholder"/>
        </w:category>
        <w:types>
          <w:type w:val="bbPlcHdr"/>
        </w:types>
        <w:behaviors>
          <w:behavior w:val="content"/>
        </w:behaviors>
        <w:guid w:val="{82E91C0E-7E24-4612-A5A5-9CAB6C3138A0}"/>
      </w:docPartPr>
      <w:docPartBody>
        <w:p w:rsidR="00DD52AF" w:rsidRDefault="00B47D3B" w:rsidP="00B47D3B">
          <w:pPr>
            <w:pStyle w:val="999481615DDF4BEFBAB9C8154A9B96CA4"/>
          </w:pPr>
          <w:r w:rsidRPr="00732C75">
            <w:rPr>
              <w:rStyle w:val="a3"/>
            </w:rPr>
            <w:t>Click here to enter text.</w:t>
          </w:r>
        </w:p>
      </w:docPartBody>
    </w:docPart>
    <w:docPart>
      <w:docPartPr>
        <w:name w:val="4F9FDB2A72364D3282EB2F5402B7626D"/>
        <w:category>
          <w:name w:val="General"/>
          <w:gallery w:val="placeholder"/>
        </w:category>
        <w:types>
          <w:type w:val="bbPlcHdr"/>
        </w:types>
        <w:behaviors>
          <w:behavior w:val="content"/>
        </w:behaviors>
        <w:guid w:val="{56BD99D8-3E5C-4891-9AD9-D0C40984A9C0}"/>
      </w:docPartPr>
      <w:docPartBody>
        <w:p w:rsidR="00DD52AF" w:rsidRDefault="00B47D3B" w:rsidP="00B47D3B">
          <w:pPr>
            <w:pStyle w:val="4F9FDB2A72364D3282EB2F5402B7626D4"/>
          </w:pPr>
          <w:r w:rsidRPr="00732C75">
            <w:rPr>
              <w:rStyle w:val="a3"/>
            </w:rPr>
            <w:t>Click here to enter text.</w:t>
          </w:r>
        </w:p>
      </w:docPartBody>
    </w:docPart>
    <w:docPart>
      <w:docPartPr>
        <w:name w:val="6A0D95C0E1704B7C9739B51A9379103E"/>
        <w:category>
          <w:name w:val="General"/>
          <w:gallery w:val="placeholder"/>
        </w:category>
        <w:types>
          <w:type w:val="bbPlcHdr"/>
        </w:types>
        <w:behaviors>
          <w:behavior w:val="content"/>
        </w:behaviors>
        <w:guid w:val="{E6E613F0-42AA-476A-B24E-5729DB44B8AC}"/>
      </w:docPartPr>
      <w:docPartBody>
        <w:p w:rsidR="00DD52AF" w:rsidRDefault="00B47D3B" w:rsidP="00B47D3B">
          <w:pPr>
            <w:pStyle w:val="6A0D95C0E1704B7C9739B51A9379103E4"/>
          </w:pPr>
          <w:r w:rsidRPr="00732C75">
            <w:rPr>
              <w:rStyle w:val="a3"/>
            </w:rPr>
            <w:t>Click here to enter text.</w:t>
          </w:r>
        </w:p>
      </w:docPartBody>
    </w:docPart>
    <w:docPart>
      <w:docPartPr>
        <w:name w:val="76A57A7BD68C47E1A343CB8ECDA4C666"/>
        <w:category>
          <w:name w:val="General"/>
          <w:gallery w:val="placeholder"/>
        </w:category>
        <w:types>
          <w:type w:val="bbPlcHdr"/>
        </w:types>
        <w:behaviors>
          <w:behavior w:val="content"/>
        </w:behaviors>
        <w:guid w:val="{F6BE7E55-C7C1-4031-A9DD-1C2A287E51D6}"/>
      </w:docPartPr>
      <w:docPartBody>
        <w:p w:rsidR="00DD52AF" w:rsidRDefault="00B47D3B" w:rsidP="00B47D3B">
          <w:pPr>
            <w:pStyle w:val="76A57A7BD68C47E1A343CB8ECDA4C6664"/>
          </w:pPr>
          <w:r w:rsidRPr="00732C75">
            <w:rPr>
              <w:rStyle w:val="a3"/>
            </w:rPr>
            <w:t>Click here to enter text.</w:t>
          </w:r>
        </w:p>
      </w:docPartBody>
    </w:docPart>
    <w:docPart>
      <w:docPartPr>
        <w:name w:val="93418DD682314F77AD0AD15866488BB5"/>
        <w:category>
          <w:name w:val="General"/>
          <w:gallery w:val="placeholder"/>
        </w:category>
        <w:types>
          <w:type w:val="bbPlcHdr"/>
        </w:types>
        <w:behaviors>
          <w:behavior w:val="content"/>
        </w:behaviors>
        <w:guid w:val="{DBF6E537-7FEA-4AB2-BA02-1FBF231139BA}"/>
      </w:docPartPr>
      <w:docPartBody>
        <w:p w:rsidR="00DD52AF" w:rsidRDefault="00B47D3B" w:rsidP="00B47D3B">
          <w:pPr>
            <w:pStyle w:val="93418DD682314F77AD0AD15866488BB54"/>
          </w:pPr>
          <w:r w:rsidRPr="00732C75">
            <w:rPr>
              <w:rStyle w:val="a3"/>
            </w:rPr>
            <w:t>Click here to enter text.</w:t>
          </w:r>
        </w:p>
      </w:docPartBody>
    </w:docPart>
    <w:docPart>
      <w:docPartPr>
        <w:name w:val="F3B4C635ACF7487B9816336329070844"/>
        <w:category>
          <w:name w:val="General"/>
          <w:gallery w:val="placeholder"/>
        </w:category>
        <w:types>
          <w:type w:val="bbPlcHdr"/>
        </w:types>
        <w:behaviors>
          <w:behavior w:val="content"/>
        </w:behaviors>
        <w:guid w:val="{1040144C-6A77-45E9-BEDB-D9E683689B99}"/>
      </w:docPartPr>
      <w:docPartBody>
        <w:p w:rsidR="00DD52AF" w:rsidRDefault="00B47D3B" w:rsidP="00B47D3B">
          <w:pPr>
            <w:pStyle w:val="F3B4C635ACF7487B98163363290708444"/>
          </w:pPr>
          <w:r w:rsidRPr="00732C75">
            <w:rPr>
              <w:rStyle w:val="a3"/>
            </w:rPr>
            <w:t>Click here to enter text.</w:t>
          </w:r>
        </w:p>
      </w:docPartBody>
    </w:docPart>
    <w:docPart>
      <w:docPartPr>
        <w:name w:val="EDC3EA47C4ED41DC9D7EC4480DFA24D1"/>
        <w:category>
          <w:name w:val="General"/>
          <w:gallery w:val="placeholder"/>
        </w:category>
        <w:types>
          <w:type w:val="bbPlcHdr"/>
        </w:types>
        <w:behaviors>
          <w:behavior w:val="content"/>
        </w:behaviors>
        <w:guid w:val="{5D388AE1-9643-4CA0-BE29-DEEEAAD83A7A}"/>
      </w:docPartPr>
      <w:docPartBody>
        <w:p w:rsidR="00DD52AF" w:rsidRDefault="00B47D3B" w:rsidP="00B47D3B">
          <w:pPr>
            <w:pStyle w:val="EDC3EA47C4ED41DC9D7EC4480DFA24D14"/>
          </w:pPr>
          <w:r w:rsidRPr="00732C75">
            <w:rPr>
              <w:rStyle w:val="a3"/>
            </w:rPr>
            <w:t>Click here to enter text.</w:t>
          </w:r>
        </w:p>
      </w:docPartBody>
    </w:docPart>
    <w:docPart>
      <w:docPartPr>
        <w:name w:val="8E24F1E48C3A43D5870EDC312E39FC0C"/>
        <w:category>
          <w:name w:val="General"/>
          <w:gallery w:val="placeholder"/>
        </w:category>
        <w:types>
          <w:type w:val="bbPlcHdr"/>
        </w:types>
        <w:behaviors>
          <w:behavior w:val="content"/>
        </w:behaviors>
        <w:guid w:val="{2CEB4FAA-BA3F-4FBA-8874-0CD28266C279}"/>
      </w:docPartPr>
      <w:docPartBody>
        <w:p w:rsidR="00DD52AF" w:rsidRDefault="00B47D3B" w:rsidP="00B47D3B">
          <w:pPr>
            <w:pStyle w:val="8E24F1E48C3A43D5870EDC312E39FC0C4"/>
          </w:pPr>
          <w:r w:rsidRPr="00732C75">
            <w:rPr>
              <w:rStyle w:val="a3"/>
            </w:rPr>
            <w:t>Click here to enter text.</w:t>
          </w:r>
        </w:p>
      </w:docPartBody>
    </w:docPart>
    <w:docPart>
      <w:docPartPr>
        <w:name w:val="53BDA000A05948939D049D5ED78B933C"/>
        <w:category>
          <w:name w:val="General"/>
          <w:gallery w:val="placeholder"/>
        </w:category>
        <w:types>
          <w:type w:val="bbPlcHdr"/>
        </w:types>
        <w:behaviors>
          <w:behavior w:val="content"/>
        </w:behaviors>
        <w:guid w:val="{A8A42B73-7CCD-4E90-AE57-BEFA6407E833}"/>
      </w:docPartPr>
      <w:docPartBody>
        <w:p w:rsidR="00DD52AF" w:rsidRDefault="00B47D3B" w:rsidP="00B47D3B">
          <w:pPr>
            <w:pStyle w:val="53BDA000A05948939D049D5ED78B933C4"/>
          </w:pPr>
          <w:r w:rsidRPr="00732C75">
            <w:rPr>
              <w:rStyle w:val="a3"/>
            </w:rPr>
            <w:t>Click here to enter text.</w:t>
          </w:r>
        </w:p>
      </w:docPartBody>
    </w:docPart>
    <w:docPart>
      <w:docPartPr>
        <w:name w:val="CAE3C3766EE34FDF8CDCE8BBBEDA71C1"/>
        <w:category>
          <w:name w:val="General"/>
          <w:gallery w:val="placeholder"/>
        </w:category>
        <w:types>
          <w:type w:val="bbPlcHdr"/>
        </w:types>
        <w:behaviors>
          <w:behavior w:val="content"/>
        </w:behaviors>
        <w:guid w:val="{E7640C48-3212-429C-9BEB-38C85A2F5B1F}"/>
      </w:docPartPr>
      <w:docPartBody>
        <w:p w:rsidR="00DD52AF" w:rsidRDefault="00B47D3B" w:rsidP="00B47D3B">
          <w:pPr>
            <w:pStyle w:val="CAE3C3766EE34FDF8CDCE8BBBEDA71C14"/>
          </w:pPr>
          <w:r w:rsidRPr="00732C75">
            <w:rPr>
              <w:rStyle w:val="a3"/>
            </w:rPr>
            <w:t>Click here to enter text.</w:t>
          </w:r>
        </w:p>
      </w:docPartBody>
    </w:docPart>
    <w:docPart>
      <w:docPartPr>
        <w:name w:val="97CD773DC712414189D00A919653209F"/>
        <w:category>
          <w:name w:val="General"/>
          <w:gallery w:val="placeholder"/>
        </w:category>
        <w:types>
          <w:type w:val="bbPlcHdr"/>
        </w:types>
        <w:behaviors>
          <w:behavior w:val="content"/>
        </w:behaviors>
        <w:guid w:val="{0ECA30C8-E665-4303-BFBB-6BF74A798698}"/>
      </w:docPartPr>
      <w:docPartBody>
        <w:p w:rsidR="00DD52AF" w:rsidRDefault="00B47D3B" w:rsidP="00B47D3B">
          <w:pPr>
            <w:pStyle w:val="97CD773DC712414189D00A919653209F4"/>
          </w:pPr>
          <w:r w:rsidRPr="00732C75">
            <w:rPr>
              <w:rStyle w:val="a3"/>
            </w:rPr>
            <w:t>Click here to enter text.</w:t>
          </w:r>
        </w:p>
      </w:docPartBody>
    </w:docPart>
    <w:docPart>
      <w:docPartPr>
        <w:name w:val="6A285D65A2D5417690A1B0F7FD28B131"/>
        <w:category>
          <w:name w:val="General"/>
          <w:gallery w:val="placeholder"/>
        </w:category>
        <w:types>
          <w:type w:val="bbPlcHdr"/>
        </w:types>
        <w:behaviors>
          <w:behavior w:val="content"/>
        </w:behaviors>
        <w:guid w:val="{E98CC47E-ED4D-49F6-9030-463817E5C8C7}"/>
      </w:docPartPr>
      <w:docPartBody>
        <w:p w:rsidR="00DD52AF" w:rsidRDefault="00B47D3B" w:rsidP="00B47D3B">
          <w:pPr>
            <w:pStyle w:val="6A285D65A2D5417690A1B0F7FD28B1314"/>
          </w:pPr>
          <w:r w:rsidRPr="00732C75">
            <w:rPr>
              <w:rStyle w:val="a3"/>
            </w:rPr>
            <w:t>Click here to enter text.</w:t>
          </w:r>
        </w:p>
      </w:docPartBody>
    </w:docPart>
    <w:docPart>
      <w:docPartPr>
        <w:name w:val="34B85215D77D4C3CAB2B6D02C02C5A05"/>
        <w:category>
          <w:name w:val="General"/>
          <w:gallery w:val="placeholder"/>
        </w:category>
        <w:types>
          <w:type w:val="bbPlcHdr"/>
        </w:types>
        <w:behaviors>
          <w:behavior w:val="content"/>
        </w:behaviors>
        <w:guid w:val="{1FCD7FDA-35EC-47ED-B9CD-18B04871F22D}"/>
      </w:docPartPr>
      <w:docPartBody>
        <w:p w:rsidR="00DD52AF" w:rsidRDefault="00B47D3B" w:rsidP="00B47D3B">
          <w:pPr>
            <w:pStyle w:val="34B85215D77D4C3CAB2B6D02C02C5A054"/>
          </w:pPr>
          <w:r w:rsidRPr="00732C75">
            <w:rPr>
              <w:rStyle w:val="a3"/>
            </w:rPr>
            <w:t>Click here to enter text.</w:t>
          </w:r>
        </w:p>
      </w:docPartBody>
    </w:docPart>
    <w:docPart>
      <w:docPartPr>
        <w:name w:val="696CAFDD330E4BD191C3782550E3BAA7"/>
        <w:category>
          <w:name w:val="General"/>
          <w:gallery w:val="placeholder"/>
        </w:category>
        <w:types>
          <w:type w:val="bbPlcHdr"/>
        </w:types>
        <w:behaviors>
          <w:behavior w:val="content"/>
        </w:behaviors>
        <w:guid w:val="{B73DCB6C-ED48-43AC-A7C4-74B2DA4733F1}"/>
      </w:docPartPr>
      <w:docPartBody>
        <w:p w:rsidR="00DD52AF" w:rsidRDefault="00B47D3B" w:rsidP="00B47D3B">
          <w:pPr>
            <w:pStyle w:val="696CAFDD330E4BD191C3782550E3BAA74"/>
          </w:pPr>
          <w:r w:rsidRPr="00732C75">
            <w:rPr>
              <w:rStyle w:val="a3"/>
            </w:rPr>
            <w:t>Click here to enter text.</w:t>
          </w:r>
        </w:p>
      </w:docPartBody>
    </w:docPart>
    <w:docPart>
      <w:docPartPr>
        <w:name w:val="57FE328CA357463EA196421FCD205723"/>
        <w:category>
          <w:name w:val="General"/>
          <w:gallery w:val="placeholder"/>
        </w:category>
        <w:types>
          <w:type w:val="bbPlcHdr"/>
        </w:types>
        <w:behaviors>
          <w:behavior w:val="content"/>
        </w:behaviors>
        <w:guid w:val="{751DA7AC-034C-4C35-8B20-34822A84F2D2}"/>
      </w:docPartPr>
      <w:docPartBody>
        <w:p w:rsidR="00DD52AF" w:rsidRDefault="00B47D3B" w:rsidP="00B47D3B">
          <w:pPr>
            <w:pStyle w:val="57FE328CA357463EA196421FCD2057234"/>
          </w:pPr>
          <w:r w:rsidRPr="00732C75">
            <w:rPr>
              <w:rStyle w:val="a3"/>
            </w:rPr>
            <w:t>Click here to enter text.</w:t>
          </w:r>
        </w:p>
      </w:docPartBody>
    </w:docPart>
    <w:docPart>
      <w:docPartPr>
        <w:name w:val="7D8ED091DCBA46E7841DCF4718BCE4AF"/>
        <w:category>
          <w:name w:val="General"/>
          <w:gallery w:val="placeholder"/>
        </w:category>
        <w:types>
          <w:type w:val="bbPlcHdr"/>
        </w:types>
        <w:behaviors>
          <w:behavior w:val="content"/>
        </w:behaviors>
        <w:guid w:val="{B8E0125D-1871-4336-88D3-1AF467A17FA2}"/>
      </w:docPartPr>
      <w:docPartBody>
        <w:p w:rsidR="00DD52AF" w:rsidRDefault="00B47D3B" w:rsidP="00B47D3B">
          <w:pPr>
            <w:pStyle w:val="7D8ED091DCBA46E7841DCF4718BCE4AF3"/>
          </w:pPr>
          <w:r w:rsidRPr="00732C75">
            <w:rPr>
              <w:rStyle w:val="a3"/>
            </w:rPr>
            <w:t>Click here to enter text.</w:t>
          </w:r>
        </w:p>
      </w:docPartBody>
    </w:docPart>
    <w:docPart>
      <w:docPartPr>
        <w:name w:val="C6D34FA6F0EA40B4BBE6DA1C819AE06E"/>
        <w:category>
          <w:name w:val="General"/>
          <w:gallery w:val="placeholder"/>
        </w:category>
        <w:types>
          <w:type w:val="bbPlcHdr"/>
        </w:types>
        <w:behaviors>
          <w:behavior w:val="content"/>
        </w:behaviors>
        <w:guid w:val="{5E328FBE-2BD7-47F7-A87A-7A76DBB4C672}"/>
      </w:docPartPr>
      <w:docPartBody>
        <w:p w:rsidR="00DD52AF" w:rsidRDefault="00B47D3B" w:rsidP="00B47D3B">
          <w:pPr>
            <w:pStyle w:val="C6D34FA6F0EA40B4BBE6DA1C819AE06E3"/>
          </w:pPr>
          <w:r w:rsidRPr="00732C75">
            <w:rPr>
              <w:rStyle w:val="a3"/>
            </w:rPr>
            <w:t>Click here to enter text.</w:t>
          </w:r>
        </w:p>
      </w:docPartBody>
    </w:docPart>
    <w:docPart>
      <w:docPartPr>
        <w:name w:val="A2F575E736DB429CADAE67C4D520BDCD"/>
        <w:category>
          <w:name w:val="General"/>
          <w:gallery w:val="placeholder"/>
        </w:category>
        <w:types>
          <w:type w:val="bbPlcHdr"/>
        </w:types>
        <w:behaviors>
          <w:behavior w:val="content"/>
        </w:behaviors>
        <w:guid w:val="{E3282C30-3045-4C2C-99EF-DACFD5363531}"/>
      </w:docPartPr>
      <w:docPartBody>
        <w:p w:rsidR="00DD52AF" w:rsidRDefault="00B47D3B" w:rsidP="00B47D3B">
          <w:pPr>
            <w:pStyle w:val="A2F575E736DB429CADAE67C4D520BDCD3"/>
          </w:pPr>
          <w:r w:rsidRPr="00732C75">
            <w:rPr>
              <w:rStyle w:val="a3"/>
            </w:rPr>
            <w:t>Click here to enter text.</w:t>
          </w:r>
        </w:p>
      </w:docPartBody>
    </w:docPart>
    <w:docPart>
      <w:docPartPr>
        <w:name w:val="B525DC2B761F4625A46793463CE72644"/>
        <w:category>
          <w:name w:val="General"/>
          <w:gallery w:val="placeholder"/>
        </w:category>
        <w:types>
          <w:type w:val="bbPlcHdr"/>
        </w:types>
        <w:behaviors>
          <w:behavior w:val="content"/>
        </w:behaviors>
        <w:guid w:val="{5F753D22-82F7-4F4E-B91C-78F3B225532C}"/>
      </w:docPartPr>
      <w:docPartBody>
        <w:p w:rsidR="00DD52AF" w:rsidRDefault="00B47D3B" w:rsidP="00B47D3B">
          <w:pPr>
            <w:pStyle w:val="B525DC2B761F4625A46793463CE726443"/>
          </w:pPr>
          <w:r w:rsidRPr="00732C75">
            <w:rPr>
              <w:rStyle w:val="a3"/>
            </w:rPr>
            <w:t>Click here to enter text.</w:t>
          </w:r>
        </w:p>
      </w:docPartBody>
    </w:docPart>
    <w:docPart>
      <w:docPartPr>
        <w:name w:val="06DC16D6944F4BD2B57D20A2F3840E13"/>
        <w:category>
          <w:name w:val="General"/>
          <w:gallery w:val="placeholder"/>
        </w:category>
        <w:types>
          <w:type w:val="bbPlcHdr"/>
        </w:types>
        <w:behaviors>
          <w:behavior w:val="content"/>
        </w:behaviors>
        <w:guid w:val="{DB6C6F99-5923-4A8F-B18C-D4DBC69D2B4B}"/>
      </w:docPartPr>
      <w:docPartBody>
        <w:p w:rsidR="00DD52AF" w:rsidRDefault="00B47D3B" w:rsidP="00B47D3B">
          <w:pPr>
            <w:pStyle w:val="06DC16D6944F4BD2B57D20A2F3840E133"/>
          </w:pPr>
          <w:r w:rsidRPr="00732C75">
            <w:rPr>
              <w:rStyle w:val="a3"/>
            </w:rPr>
            <w:t>Click here to enter text.</w:t>
          </w:r>
        </w:p>
      </w:docPartBody>
    </w:docPart>
    <w:docPart>
      <w:docPartPr>
        <w:name w:val="6F170A4B2A7E4FA2B8830D444769F5C9"/>
        <w:category>
          <w:name w:val="General"/>
          <w:gallery w:val="placeholder"/>
        </w:category>
        <w:types>
          <w:type w:val="bbPlcHdr"/>
        </w:types>
        <w:behaviors>
          <w:behavior w:val="content"/>
        </w:behaviors>
        <w:guid w:val="{1B511655-F5FF-4575-A607-4B336EC45422}"/>
      </w:docPartPr>
      <w:docPartBody>
        <w:p w:rsidR="00DD52AF" w:rsidRDefault="00B47D3B" w:rsidP="00B47D3B">
          <w:pPr>
            <w:pStyle w:val="6F170A4B2A7E4FA2B8830D444769F5C93"/>
          </w:pPr>
          <w:r w:rsidRPr="00732C75">
            <w:rPr>
              <w:rStyle w:val="a3"/>
            </w:rPr>
            <w:t>Click here to enter text.</w:t>
          </w:r>
        </w:p>
      </w:docPartBody>
    </w:docPart>
    <w:docPart>
      <w:docPartPr>
        <w:name w:val="710D710F9732494C98B1A05CFEFE9C69"/>
        <w:category>
          <w:name w:val="General"/>
          <w:gallery w:val="placeholder"/>
        </w:category>
        <w:types>
          <w:type w:val="bbPlcHdr"/>
        </w:types>
        <w:behaviors>
          <w:behavior w:val="content"/>
        </w:behaviors>
        <w:guid w:val="{B45CB6B8-DBAE-482E-B6EA-D5654C007300}"/>
      </w:docPartPr>
      <w:docPartBody>
        <w:p w:rsidR="00DD52AF" w:rsidRDefault="00B47D3B" w:rsidP="00B47D3B">
          <w:pPr>
            <w:pStyle w:val="710D710F9732494C98B1A05CFEFE9C693"/>
          </w:pPr>
          <w:r w:rsidRPr="00732C75">
            <w:rPr>
              <w:rStyle w:val="a3"/>
            </w:rPr>
            <w:t>Click here to enter text.</w:t>
          </w:r>
        </w:p>
      </w:docPartBody>
    </w:docPart>
    <w:docPart>
      <w:docPartPr>
        <w:name w:val="83970CD9930C4944905CC73CD5E33977"/>
        <w:category>
          <w:name w:val="General"/>
          <w:gallery w:val="placeholder"/>
        </w:category>
        <w:types>
          <w:type w:val="bbPlcHdr"/>
        </w:types>
        <w:behaviors>
          <w:behavior w:val="content"/>
        </w:behaviors>
        <w:guid w:val="{4F86C4FC-89D5-4EFA-AD38-1388A051EBF8}"/>
      </w:docPartPr>
      <w:docPartBody>
        <w:p w:rsidR="00DD52AF" w:rsidRDefault="00B47D3B" w:rsidP="00B47D3B">
          <w:pPr>
            <w:pStyle w:val="83970CD9930C4944905CC73CD5E339773"/>
          </w:pPr>
          <w:r w:rsidRPr="00732C75">
            <w:rPr>
              <w:rStyle w:val="a3"/>
            </w:rPr>
            <w:t>Click here to enter text.</w:t>
          </w:r>
        </w:p>
      </w:docPartBody>
    </w:docPart>
    <w:docPart>
      <w:docPartPr>
        <w:name w:val="51A0E5BE7BAF45F9AC608DC2B8192D12"/>
        <w:category>
          <w:name w:val="General"/>
          <w:gallery w:val="placeholder"/>
        </w:category>
        <w:types>
          <w:type w:val="bbPlcHdr"/>
        </w:types>
        <w:behaviors>
          <w:behavior w:val="content"/>
        </w:behaviors>
        <w:guid w:val="{224403A7-440C-4EE7-84E1-87E5EEAD65EF}"/>
      </w:docPartPr>
      <w:docPartBody>
        <w:p w:rsidR="00DD52AF" w:rsidRDefault="00B47D3B" w:rsidP="00B47D3B">
          <w:pPr>
            <w:pStyle w:val="51A0E5BE7BAF45F9AC608DC2B8192D123"/>
          </w:pPr>
          <w:r w:rsidRPr="00732C75">
            <w:rPr>
              <w:rStyle w:val="a3"/>
            </w:rPr>
            <w:t>Click here to enter text.</w:t>
          </w:r>
        </w:p>
      </w:docPartBody>
    </w:docPart>
    <w:docPart>
      <w:docPartPr>
        <w:name w:val="C31CFA675AD94F75B21D078E5302AF04"/>
        <w:category>
          <w:name w:val="General"/>
          <w:gallery w:val="placeholder"/>
        </w:category>
        <w:types>
          <w:type w:val="bbPlcHdr"/>
        </w:types>
        <w:behaviors>
          <w:behavior w:val="content"/>
        </w:behaviors>
        <w:guid w:val="{E9866798-C35A-4F66-8B95-91C1552E4637}"/>
      </w:docPartPr>
      <w:docPartBody>
        <w:p w:rsidR="00DD52AF" w:rsidRDefault="00B47D3B" w:rsidP="00B47D3B">
          <w:pPr>
            <w:pStyle w:val="C31CFA675AD94F75B21D078E5302AF043"/>
          </w:pPr>
          <w:r w:rsidRPr="00732C75">
            <w:rPr>
              <w:rStyle w:val="a3"/>
            </w:rPr>
            <w:t>Click here to enter text.</w:t>
          </w:r>
        </w:p>
      </w:docPartBody>
    </w:docPart>
    <w:docPart>
      <w:docPartPr>
        <w:name w:val="5B3623AE72684FD98F7DC215FDE1307F"/>
        <w:category>
          <w:name w:val="General"/>
          <w:gallery w:val="placeholder"/>
        </w:category>
        <w:types>
          <w:type w:val="bbPlcHdr"/>
        </w:types>
        <w:behaviors>
          <w:behavior w:val="content"/>
        </w:behaviors>
        <w:guid w:val="{7AD6C625-3CAC-474D-9F62-845185B637F3}"/>
      </w:docPartPr>
      <w:docPartBody>
        <w:p w:rsidR="00DD52AF" w:rsidRDefault="00B47D3B" w:rsidP="00B47D3B">
          <w:pPr>
            <w:pStyle w:val="5B3623AE72684FD98F7DC215FDE1307F3"/>
          </w:pPr>
          <w:r w:rsidRPr="00732C75">
            <w:rPr>
              <w:rStyle w:val="a3"/>
            </w:rPr>
            <w:t>Click here to enter text.</w:t>
          </w:r>
        </w:p>
      </w:docPartBody>
    </w:docPart>
    <w:docPart>
      <w:docPartPr>
        <w:name w:val="10BDAA55531C46D7984A5995FD48F0AF"/>
        <w:category>
          <w:name w:val="General"/>
          <w:gallery w:val="placeholder"/>
        </w:category>
        <w:types>
          <w:type w:val="bbPlcHdr"/>
        </w:types>
        <w:behaviors>
          <w:behavior w:val="content"/>
        </w:behaviors>
        <w:guid w:val="{B683E465-C3C6-4856-B325-4C44E37AE88A}"/>
      </w:docPartPr>
      <w:docPartBody>
        <w:p w:rsidR="00DD52AF" w:rsidRDefault="00B47D3B" w:rsidP="00B47D3B">
          <w:pPr>
            <w:pStyle w:val="10BDAA55531C46D7984A5995FD48F0AF2"/>
          </w:pPr>
          <w:r w:rsidRPr="00732C75">
            <w:rPr>
              <w:rStyle w:val="a3"/>
            </w:rPr>
            <w:t>Click here to enter text.</w:t>
          </w:r>
        </w:p>
      </w:docPartBody>
    </w:docPart>
    <w:docPart>
      <w:docPartPr>
        <w:name w:val="0DBFA8D2F62C4C3F9CBF2D6C0A086A7D"/>
        <w:category>
          <w:name w:val="General"/>
          <w:gallery w:val="placeholder"/>
        </w:category>
        <w:types>
          <w:type w:val="bbPlcHdr"/>
        </w:types>
        <w:behaviors>
          <w:behavior w:val="content"/>
        </w:behaviors>
        <w:guid w:val="{1E745F31-AA27-4A07-93C0-770048510868}"/>
      </w:docPartPr>
      <w:docPartBody>
        <w:p w:rsidR="00DD52AF" w:rsidRDefault="00B47D3B" w:rsidP="00B47D3B">
          <w:pPr>
            <w:pStyle w:val="0DBFA8D2F62C4C3F9CBF2D6C0A086A7D2"/>
          </w:pPr>
          <w:r w:rsidRPr="00732C75">
            <w:rPr>
              <w:rStyle w:val="a3"/>
            </w:rPr>
            <w:t>Click here to enter text.</w:t>
          </w:r>
        </w:p>
      </w:docPartBody>
    </w:docPart>
    <w:docPart>
      <w:docPartPr>
        <w:name w:val="92A1321D814E4F7ABE86CECA1627EA7F"/>
        <w:category>
          <w:name w:val="General"/>
          <w:gallery w:val="placeholder"/>
        </w:category>
        <w:types>
          <w:type w:val="bbPlcHdr"/>
        </w:types>
        <w:behaviors>
          <w:behavior w:val="content"/>
        </w:behaviors>
        <w:guid w:val="{2CAB3B82-9C3E-4F77-A893-B0DDE441418B}"/>
      </w:docPartPr>
      <w:docPartBody>
        <w:p w:rsidR="00DD52AF" w:rsidRDefault="00B47D3B" w:rsidP="00B47D3B">
          <w:pPr>
            <w:pStyle w:val="92A1321D814E4F7ABE86CECA1627EA7F2"/>
          </w:pPr>
          <w:r w:rsidRPr="00732C75">
            <w:rPr>
              <w:rStyle w:val="a3"/>
            </w:rPr>
            <w:t>Click here to enter text.</w:t>
          </w:r>
        </w:p>
      </w:docPartBody>
    </w:docPart>
    <w:docPart>
      <w:docPartPr>
        <w:name w:val="B74B460D253D409DAB201546085A872A"/>
        <w:category>
          <w:name w:val="General"/>
          <w:gallery w:val="placeholder"/>
        </w:category>
        <w:types>
          <w:type w:val="bbPlcHdr"/>
        </w:types>
        <w:behaviors>
          <w:behavior w:val="content"/>
        </w:behaviors>
        <w:guid w:val="{E5EEE08B-3DB2-4F8F-AF9A-5983CD161148}"/>
      </w:docPartPr>
      <w:docPartBody>
        <w:p w:rsidR="00DD52AF" w:rsidRDefault="00B47D3B" w:rsidP="00B47D3B">
          <w:pPr>
            <w:pStyle w:val="B74B460D253D409DAB201546085A872A2"/>
          </w:pPr>
          <w:r w:rsidRPr="00732C75">
            <w:rPr>
              <w:rStyle w:val="a3"/>
            </w:rPr>
            <w:t>Click here to enter text.</w:t>
          </w:r>
        </w:p>
      </w:docPartBody>
    </w:docPart>
    <w:docPart>
      <w:docPartPr>
        <w:name w:val="411DFDF7F6054470ACFB2103026248CE"/>
        <w:category>
          <w:name w:val="General"/>
          <w:gallery w:val="placeholder"/>
        </w:category>
        <w:types>
          <w:type w:val="bbPlcHdr"/>
        </w:types>
        <w:behaviors>
          <w:behavior w:val="content"/>
        </w:behaviors>
        <w:guid w:val="{2497A9C8-3AD5-4F7A-8D57-3F530B95DC83}"/>
      </w:docPartPr>
      <w:docPartBody>
        <w:p w:rsidR="00DD52AF" w:rsidRDefault="00B47D3B" w:rsidP="00B47D3B">
          <w:pPr>
            <w:pStyle w:val="411DFDF7F6054470ACFB2103026248CE2"/>
          </w:pPr>
          <w:r w:rsidRPr="00732C75">
            <w:rPr>
              <w:rStyle w:val="a3"/>
            </w:rPr>
            <w:t>Click here to enter text.</w:t>
          </w:r>
        </w:p>
      </w:docPartBody>
    </w:docPart>
    <w:docPart>
      <w:docPartPr>
        <w:name w:val="7E781533FE65430BA8CDBD39D80C064F"/>
        <w:category>
          <w:name w:val="General"/>
          <w:gallery w:val="placeholder"/>
        </w:category>
        <w:types>
          <w:type w:val="bbPlcHdr"/>
        </w:types>
        <w:behaviors>
          <w:behavior w:val="content"/>
        </w:behaviors>
        <w:guid w:val="{2C09D26E-F61D-4E2C-9CED-B250EFECA0DB}"/>
      </w:docPartPr>
      <w:docPartBody>
        <w:p w:rsidR="00DD52AF" w:rsidRDefault="00B47D3B" w:rsidP="00B47D3B">
          <w:pPr>
            <w:pStyle w:val="7E781533FE65430BA8CDBD39D80C064F2"/>
          </w:pPr>
          <w:r w:rsidRPr="00732C75">
            <w:rPr>
              <w:rStyle w:val="a3"/>
            </w:rPr>
            <w:t>Click here to enter text.</w:t>
          </w:r>
        </w:p>
      </w:docPartBody>
    </w:docPart>
    <w:docPart>
      <w:docPartPr>
        <w:name w:val="ED10D14CE0E64670BAE7ADAE0336D9D2"/>
        <w:category>
          <w:name w:val="General"/>
          <w:gallery w:val="placeholder"/>
        </w:category>
        <w:types>
          <w:type w:val="bbPlcHdr"/>
        </w:types>
        <w:behaviors>
          <w:behavior w:val="content"/>
        </w:behaviors>
        <w:guid w:val="{D40CF9CB-E694-4377-BE0C-87232EFB414D}"/>
      </w:docPartPr>
      <w:docPartBody>
        <w:p w:rsidR="00DD52AF" w:rsidRDefault="00B47D3B" w:rsidP="00B47D3B">
          <w:pPr>
            <w:pStyle w:val="ED10D14CE0E64670BAE7ADAE0336D9D22"/>
          </w:pPr>
          <w:r w:rsidRPr="00732C75">
            <w:rPr>
              <w:rStyle w:val="a3"/>
            </w:rPr>
            <w:t>Click here to enter text.</w:t>
          </w:r>
        </w:p>
      </w:docPartBody>
    </w:docPart>
    <w:docPart>
      <w:docPartPr>
        <w:name w:val="F17E0368DDAF422FA796ECD5B7E4C4A0"/>
        <w:category>
          <w:name w:val="General"/>
          <w:gallery w:val="placeholder"/>
        </w:category>
        <w:types>
          <w:type w:val="bbPlcHdr"/>
        </w:types>
        <w:behaviors>
          <w:behavior w:val="content"/>
        </w:behaviors>
        <w:guid w:val="{FF83CA3B-A69D-4C55-9BFF-769636770E53}"/>
      </w:docPartPr>
      <w:docPartBody>
        <w:p w:rsidR="00DD52AF" w:rsidRDefault="00B47D3B" w:rsidP="00B47D3B">
          <w:pPr>
            <w:pStyle w:val="F17E0368DDAF422FA796ECD5B7E4C4A02"/>
          </w:pPr>
          <w:r w:rsidRPr="00732C75">
            <w:rPr>
              <w:rStyle w:val="a3"/>
            </w:rPr>
            <w:t>Click here to enter text.</w:t>
          </w:r>
        </w:p>
      </w:docPartBody>
    </w:docPart>
    <w:docPart>
      <w:docPartPr>
        <w:name w:val="20FEE56B739C477F8DC693518DC27372"/>
        <w:category>
          <w:name w:val="General"/>
          <w:gallery w:val="placeholder"/>
        </w:category>
        <w:types>
          <w:type w:val="bbPlcHdr"/>
        </w:types>
        <w:behaviors>
          <w:behavior w:val="content"/>
        </w:behaviors>
        <w:guid w:val="{C34734C7-93DB-4D42-BBA6-823DD299245D}"/>
      </w:docPartPr>
      <w:docPartBody>
        <w:p w:rsidR="00DD52AF" w:rsidRDefault="00B47D3B" w:rsidP="00B47D3B">
          <w:pPr>
            <w:pStyle w:val="20FEE56B739C477F8DC693518DC273722"/>
          </w:pPr>
          <w:r w:rsidRPr="00732C75">
            <w:rPr>
              <w:rStyle w:val="a3"/>
            </w:rPr>
            <w:t>Click here to enter text.</w:t>
          </w:r>
        </w:p>
      </w:docPartBody>
    </w:docPart>
    <w:docPart>
      <w:docPartPr>
        <w:name w:val="55761837C7CE49A8AD686DB4E503776D"/>
        <w:category>
          <w:name w:val="General"/>
          <w:gallery w:val="placeholder"/>
        </w:category>
        <w:types>
          <w:type w:val="bbPlcHdr"/>
        </w:types>
        <w:behaviors>
          <w:behavior w:val="content"/>
        </w:behaviors>
        <w:guid w:val="{203278A6-BFDA-4ED2-B256-E36ACF86868B}"/>
      </w:docPartPr>
      <w:docPartBody>
        <w:p w:rsidR="00DD52AF" w:rsidRDefault="00B47D3B" w:rsidP="00B47D3B">
          <w:pPr>
            <w:pStyle w:val="55761837C7CE49A8AD686DB4E503776D2"/>
          </w:pPr>
          <w:r w:rsidRPr="00732C75">
            <w:rPr>
              <w:rStyle w:val="a3"/>
            </w:rPr>
            <w:t>Click here to enter text.</w:t>
          </w:r>
        </w:p>
      </w:docPartBody>
    </w:docPart>
    <w:docPart>
      <w:docPartPr>
        <w:name w:val="04E3EED662EA418E965040735A7EC136"/>
        <w:category>
          <w:name w:val="General"/>
          <w:gallery w:val="placeholder"/>
        </w:category>
        <w:types>
          <w:type w:val="bbPlcHdr"/>
        </w:types>
        <w:behaviors>
          <w:behavior w:val="content"/>
        </w:behaviors>
        <w:guid w:val="{76BC3DF9-7E38-4000-8DD6-CA90A7626F60}"/>
      </w:docPartPr>
      <w:docPartBody>
        <w:p w:rsidR="00DD52AF" w:rsidRDefault="00B47D3B" w:rsidP="00B47D3B">
          <w:pPr>
            <w:pStyle w:val="04E3EED662EA418E965040735A7EC1362"/>
          </w:pPr>
          <w:r w:rsidRPr="00732C75">
            <w:rPr>
              <w:rStyle w:val="a3"/>
            </w:rPr>
            <w:t>Click here to enter text.</w:t>
          </w:r>
        </w:p>
      </w:docPartBody>
    </w:docPart>
    <w:docPart>
      <w:docPartPr>
        <w:name w:val="B4E9A3E68B184CDFBBDC2CCB7E142050"/>
        <w:category>
          <w:name w:val="General"/>
          <w:gallery w:val="placeholder"/>
        </w:category>
        <w:types>
          <w:type w:val="bbPlcHdr"/>
        </w:types>
        <w:behaviors>
          <w:behavior w:val="content"/>
        </w:behaviors>
        <w:guid w:val="{7F31010E-D65D-44F0-A082-B32D74F8A98E}"/>
      </w:docPartPr>
      <w:docPartBody>
        <w:p w:rsidR="00DD52AF" w:rsidRDefault="00B47D3B" w:rsidP="00B47D3B">
          <w:pPr>
            <w:pStyle w:val="B4E9A3E68B184CDFBBDC2CCB7E1420502"/>
          </w:pPr>
          <w:r w:rsidRPr="00732C75">
            <w:rPr>
              <w:rStyle w:val="a3"/>
            </w:rPr>
            <w:t>Click here to enter text.</w:t>
          </w:r>
        </w:p>
      </w:docPartBody>
    </w:docPart>
    <w:docPart>
      <w:docPartPr>
        <w:name w:val="A34EEBA229834ACCA641564DCAEFD1E0"/>
        <w:category>
          <w:name w:val="General"/>
          <w:gallery w:val="placeholder"/>
        </w:category>
        <w:types>
          <w:type w:val="bbPlcHdr"/>
        </w:types>
        <w:behaviors>
          <w:behavior w:val="content"/>
        </w:behaviors>
        <w:guid w:val="{6B06AAD2-DD00-4028-B281-471F440BE552}"/>
      </w:docPartPr>
      <w:docPartBody>
        <w:p w:rsidR="00DD52AF" w:rsidRDefault="00B47D3B" w:rsidP="00B47D3B">
          <w:pPr>
            <w:pStyle w:val="A34EEBA229834ACCA641564DCAEFD1E02"/>
          </w:pPr>
          <w:r w:rsidRPr="00732C75">
            <w:rPr>
              <w:rStyle w:val="a3"/>
            </w:rPr>
            <w:t>Click here to enter text.</w:t>
          </w:r>
        </w:p>
      </w:docPartBody>
    </w:docPart>
    <w:docPart>
      <w:docPartPr>
        <w:name w:val="6240155BB04440FFB393BB5FAC57D8A7"/>
        <w:category>
          <w:name w:val="General"/>
          <w:gallery w:val="placeholder"/>
        </w:category>
        <w:types>
          <w:type w:val="bbPlcHdr"/>
        </w:types>
        <w:behaviors>
          <w:behavior w:val="content"/>
        </w:behaviors>
        <w:guid w:val="{7AD2C693-769B-4663-B719-E45EDEE784C6}"/>
      </w:docPartPr>
      <w:docPartBody>
        <w:p w:rsidR="00DD52AF" w:rsidRDefault="00B47D3B" w:rsidP="00B47D3B">
          <w:pPr>
            <w:pStyle w:val="6240155BB04440FFB393BB5FAC57D8A72"/>
          </w:pPr>
          <w:r w:rsidRPr="00732C75">
            <w:rPr>
              <w:rStyle w:val="a3"/>
            </w:rPr>
            <w:t>Click here to enter text.</w:t>
          </w:r>
        </w:p>
      </w:docPartBody>
    </w:docPart>
    <w:docPart>
      <w:docPartPr>
        <w:name w:val="3C1A448228F747D4959BF5EEF7AD7652"/>
        <w:category>
          <w:name w:val="General"/>
          <w:gallery w:val="placeholder"/>
        </w:category>
        <w:types>
          <w:type w:val="bbPlcHdr"/>
        </w:types>
        <w:behaviors>
          <w:behavior w:val="content"/>
        </w:behaviors>
        <w:guid w:val="{A4D5BD56-2090-4A16-92AD-EA0EB1005C60}"/>
      </w:docPartPr>
      <w:docPartBody>
        <w:p w:rsidR="00DD52AF" w:rsidRDefault="00B47D3B" w:rsidP="00B47D3B">
          <w:pPr>
            <w:pStyle w:val="3C1A448228F747D4959BF5EEF7AD76522"/>
          </w:pPr>
          <w:r w:rsidRPr="00732C75">
            <w:rPr>
              <w:rStyle w:val="a3"/>
            </w:rPr>
            <w:t>Click here to enter text.</w:t>
          </w:r>
        </w:p>
      </w:docPartBody>
    </w:docPart>
    <w:docPart>
      <w:docPartPr>
        <w:name w:val="BE3E50064AE84C8E9B1D2135B5D967E1"/>
        <w:category>
          <w:name w:val="General"/>
          <w:gallery w:val="placeholder"/>
        </w:category>
        <w:types>
          <w:type w:val="bbPlcHdr"/>
        </w:types>
        <w:behaviors>
          <w:behavior w:val="content"/>
        </w:behaviors>
        <w:guid w:val="{FB898D24-8F2D-460D-8A40-99DBE5E0710E}"/>
      </w:docPartPr>
      <w:docPartBody>
        <w:p w:rsidR="00DD52AF" w:rsidRDefault="00B47D3B" w:rsidP="00B47D3B">
          <w:pPr>
            <w:pStyle w:val="BE3E50064AE84C8E9B1D2135B5D967E12"/>
          </w:pPr>
          <w:r w:rsidRPr="00732C75">
            <w:rPr>
              <w:rStyle w:val="a3"/>
            </w:rPr>
            <w:t>Click here to enter text.</w:t>
          </w:r>
        </w:p>
      </w:docPartBody>
    </w:docPart>
    <w:docPart>
      <w:docPartPr>
        <w:name w:val="039383B21B194C8DA6C265CF836026B4"/>
        <w:category>
          <w:name w:val="General"/>
          <w:gallery w:val="placeholder"/>
        </w:category>
        <w:types>
          <w:type w:val="bbPlcHdr"/>
        </w:types>
        <w:behaviors>
          <w:behavior w:val="content"/>
        </w:behaviors>
        <w:guid w:val="{E4985F7B-71B4-4F6E-A898-2A9EC6A36AA0}"/>
      </w:docPartPr>
      <w:docPartBody>
        <w:p w:rsidR="00DD52AF" w:rsidRDefault="00B47D3B" w:rsidP="00B47D3B">
          <w:pPr>
            <w:pStyle w:val="039383B21B194C8DA6C265CF836026B42"/>
          </w:pPr>
          <w:r w:rsidRPr="00732C75">
            <w:rPr>
              <w:rStyle w:val="a3"/>
            </w:rPr>
            <w:t>Click here to enter text.</w:t>
          </w:r>
        </w:p>
      </w:docPartBody>
    </w:docPart>
    <w:docPart>
      <w:docPartPr>
        <w:name w:val="7A9349C3C0D545E292BCFA07FE993FEA"/>
        <w:category>
          <w:name w:val="General"/>
          <w:gallery w:val="placeholder"/>
        </w:category>
        <w:types>
          <w:type w:val="bbPlcHdr"/>
        </w:types>
        <w:behaviors>
          <w:behavior w:val="content"/>
        </w:behaviors>
        <w:guid w:val="{2C6ADB5B-FE32-4B96-806F-9E0BB8A963D6}"/>
      </w:docPartPr>
      <w:docPartBody>
        <w:p w:rsidR="00DD52AF" w:rsidRDefault="00B47D3B" w:rsidP="00B47D3B">
          <w:pPr>
            <w:pStyle w:val="7A9349C3C0D545E292BCFA07FE993FEA2"/>
          </w:pPr>
          <w:r w:rsidRPr="00732C75">
            <w:rPr>
              <w:rStyle w:val="a3"/>
            </w:rPr>
            <w:t>Click here to enter text.</w:t>
          </w:r>
        </w:p>
      </w:docPartBody>
    </w:docPart>
    <w:docPart>
      <w:docPartPr>
        <w:name w:val="2CDF3C292174445287A2E07CC2D7530D"/>
        <w:category>
          <w:name w:val="General"/>
          <w:gallery w:val="placeholder"/>
        </w:category>
        <w:types>
          <w:type w:val="bbPlcHdr"/>
        </w:types>
        <w:behaviors>
          <w:behavior w:val="content"/>
        </w:behaviors>
        <w:guid w:val="{DBC66FBF-919F-46A9-82F3-6FA40813FA5D}"/>
      </w:docPartPr>
      <w:docPartBody>
        <w:p w:rsidR="00DD52AF" w:rsidRDefault="00B47D3B" w:rsidP="00B47D3B">
          <w:pPr>
            <w:pStyle w:val="2CDF3C292174445287A2E07CC2D7530D2"/>
          </w:pPr>
          <w:r w:rsidRPr="00732C75">
            <w:rPr>
              <w:rStyle w:val="a3"/>
            </w:rPr>
            <w:t>Click here to enter text.</w:t>
          </w:r>
        </w:p>
      </w:docPartBody>
    </w:docPart>
    <w:docPart>
      <w:docPartPr>
        <w:name w:val="9AB5C63DA8324AA09C775C6009F2F3DA"/>
        <w:category>
          <w:name w:val="General"/>
          <w:gallery w:val="placeholder"/>
        </w:category>
        <w:types>
          <w:type w:val="bbPlcHdr"/>
        </w:types>
        <w:behaviors>
          <w:behavior w:val="content"/>
        </w:behaviors>
        <w:guid w:val="{FA9161B2-E36D-413C-AD36-2D54DC20FC53}"/>
      </w:docPartPr>
      <w:docPartBody>
        <w:p w:rsidR="00DD52AF" w:rsidRDefault="00B47D3B" w:rsidP="00B47D3B">
          <w:pPr>
            <w:pStyle w:val="9AB5C63DA8324AA09C775C6009F2F3DA2"/>
          </w:pPr>
          <w:r w:rsidRPr="00732C75">
            <w:rPr>
              <w:rStyle w:val="a3"/>
            </w:rPr>
            <w:t>Click here to enter text.</w:t>
          </w:r>
        </w:p>
      </w:docPartBody>
    </w:docPart>
    <w:docPart>
      <w:docPartPr>
        <w:name w:val="5B0E2CBEE26148DDB9909D9449F2D5A1"/>
        <w:category>
          <w:name w:val="General"/>
          <w:gallery w:val="placeholder"/>
        </w:category>
        <w:types>
          <w:type w:val="bbPlcHdr"/>
        </w:types>
        <w:behaviors>
          <w:behavior w:val="content"/>
        </w:behaviors>
        <w:guid w:val="{B34BADB4-F9AB-448C-933E-310F23E8A80B}"/>
      </w:docPartPr>
      <w:docPartBody>
        <w:p w:rsidR="00DD52AF" w:rsidRDefault="00B47D3B" w:rsidP="00B47D3B">
          <w:pPr>
            <w:pStyle w:val="5B0E2CBEE26148DDB9909D9449F2D5A12"/>
          </w:pPr>
          <w:r w:rsidRPr="00732C75">
            <w:rPr>
              <w:rStyle w:val="a3"/>
            </w:rPr>
            <w:t>Click here to enter text.</w:t>
          </w:r>
        </w:p>
      </w:docPartBody>
    </w:docPart>
    <w:docPart>
      <w:docPartPr>
        <w:name w:val="09A51664A60F4765BD32695121BADCDB"/>
        <w:category>
          <w:name w:val="General"/>
          <w:gallery w:val="placeholder"/>
        </w:category>
        <w:types>
          <w:type w:val="bbPlcHdr"/>
        </w:types>
        <w:behaviors>
          <w:behavior w:val="content"/>
        </w:behaviors>
        <w:guid w:val="{0FC63FDC-BC97-48AA-9774-ADC7D99359DD}"/>
      </w:docPartPr>
      <w:docPartBody>
        <w:p w:rsidR="00DD52AF" w:rsidRDefault="00B47D3B" w:rsidP="00B47D3B">
          <w:pPr>
            <w:pStyle w:val="09A51664A60F4765BD32695121BADCDB2"/>
          </w:pPr>
          <w:r w:rsidRPr="00732C75">
            <w:rPr>
              <w:rStyle w:val="a3"/>
            </w:rPr>
            <w:t>Click here to enter text.</w:t>
          </w:r>
        </w:p>
      </w:docPartBody>
    </w:docPart>
    <w:docPart>
      <w:docPartPr>
        <w:name w:val="287CFC87D994428F96E5E2C315547A2A"/>
        <w:category>
          <w:name w:val="General"/>
          <w:gallery w:val="placeholder"/>
        </w:category>
        <w:types>
          <w:type w:val="bbPlcHdr"/>
        </w:types>
        <w:behaviors>
          <w:behavior w:val="content"/>
        </w:behaviors>
        <w:guid w:val="{DAD0267E-73B6-42E2-8A89-0EEF524A0CD5}"/>
      </w:docPartPr>
      <w:docPartBody>
        <w:p w:rsidR="00DD52AF" w:rsidRDefault="00B47D3B" w:rsidP="00B47D3B">
          <w:pPr>
            <w:pStyle w:val="287CFC87D994428F96E5E2C315547A2A2"/>
          </w:pPr>
          <w:r w:rsidRPr="00732C75">
            <w:rPr>
              <w:rStyle w:val="a3"/>
            </w:rPr>
            <w:t>Click here to enter text.</w:t>
          </w:r>
        </w:p>
      </w:docPartBody>
    </w:docPart>
    <w:docPart>
      <w:docPartPr>
        <w:name w:val="8E9A314BC5AC4ECBBB0F9E9BFFAE1948"/>
        <w:category>
          <w:name w:val="General"/>
          <w:gallery w:val="placeholder"/>
        </w:category>
        <w:types>
          <w:type w:val="bbPlcHdr"/>
        </w:types>
        <w:behaviors>
          <w:behavior w:val="content"/>
        </w:behaviors>
        <w:guid w:val="{A275A969-C1BE-4FBE-A7F3-4D5B592734B2}"/>
      </w:docPartPr>
      <w:docPartBody>
        <w:p w:rsidR="00DD52AF" w:rsidRDefault="00B47D3B" w:rsidP="00B47D3B">
          <w:pPr>
            <w:pStyle w:val="8E9A314BC5AC4ECBBB0F9E9BFFAE19482"/>
          </w:pPr>
          <w:r w:rsidRPr="00732C75">
            <w:rPr>
              <w:rStyle w:val="a3"/>
            </w:rPr>
            <w:t>Click here to enter text.</w:t>
          </w:r>
        </w:p>
      </w:docPartBody>
    </w:docPart>
    <w:docPart>
      <w:docPartPr>
        <w:name w:val="DCA714F49E3244B0A6E7479F872EF903"/>
        <w:category>
          <w:name w:val="General"/>
          <w:gallery w:val="placeholder"/>
        </w:category>
        <w:types>
          <w:type w:val="bbPlcHdr"/>
        </w:types>
        <w:behaviors>
          <w:behavior w:val="content"/>
        </w:behaviors>
        <w:guid w:val="{F34B6737-DB01-4C6E-9657-BCE922361D95}"/>
      </w:docPartPr>
      <w:docPartBody>
        <w:p w:rsidR="00DD52AF" w:rsidRDefault="00B47D3B" w:rsidP="00B47D3B">
          <w:pPr>
            <w:pStyle w:val="DCA714F49E3244B0A6E7479F872EF9032"/>
          </w:pPr>
          <w:r w:rsidRPr="00732C75">
            <w:rPr>
              <w:rStyle w:val="a3"/>
            </w:rPr>
            <w:t>Click here to enter text.</w:t>
          </w:r>
        </w:p>
      </w:docPartBody>
    </w:docPart>
    <w:docPart>
      <w:docPartPr>
        <w:name w:val="458E77E8E89D49B7A26841257DAE5DD9"/>
        <w:category>
          <w:name w:val="General"/>
          <w:gallery w:val="placeholder"/>
        </w:category>
        <w:types>
          <w:type w:val="bbPlcHdr"/>
        </w:types>
        <w:behaviors>
          <w:behavior w:val="content"/>
        </w:behaviors>
        <w:guid w:val="{369F7D9C-9434-4164-B58D-EFA6E3F0210E}"/>
      </w:docPartPr>
      <w:docPartBody>
        <w:p w:rsidR="00DD52AF" w:rsidRDefault="00B47D3B" w:rsidP="00B47D3B">
          <w:pPr>
            <w:pStyle w:val="458E77E8E89D49B7A26841257DAE5DD92"/>
          </w:pPr>
          <w:r w:rsidRPr="00732C75">
            <w:rPr>
              <w:rStyle w:val="a3"/>
            </w:rPr>
            <w:t>Click here to enter text.</w:t>
          </w:r>
        </w:p>
      </w:docPartBody>
    </w:docPart>
    <w:docPart>
      <w:docPartPr>
        <w:name w:val="2B0CB3951B49444CABF83C209A3EA872"/>
        <w:category>
          <w:name w:val="General"/>
          <w:gallery w:val="placeholder"/>
        </w:category>
        <w:types>
          <w:type w:val="bbPlcHdr"/>
        </w:types>
        <w:behaviors>
          <w:behavior w:val="content"/>
        </w:behaviors>
        <w:guid w:val="{84A064B5-744A-4A99-B3DE-57F43FEECF57}"/>
      </w:docPartPr>
      <w:docPartBody>
        <w:p w:rsidR="00DD52AF" w:rsidRDefault="00B47D3B" w:rsidP="00B47D3B">
          <w:pPr>
            <w:pStyle w:val="2B0CB3951B49444CABF83C209A3EA8722"/>
          </w:pPr>
          <w:r w:rsidRPr="00732C75">
            <w:rPr>
              <w:rStyle w:val="a3"/>
            </w:rPr>
            <w:t>Click here to enter text.</w:t>
          </w:r>
        </w:p>
      </w:docPartBody>
    </w:docPart>
    <w:docPart>
      <w:docPartPr>
        <w:name w:val="C2A133741039421DA6CB674D505A4C7A"/>
        <w:category>
          <w:name w:val="General"/>
          <w:gallery w:val="placeholder"/>
        </w:category>
        <w:types>
          <w:type w:val="bbPlcHdr"/>
        </w:types>
        <w:behaviors>
          <w:behavior w:val="content"/>
        </w:behaviors>
        <w:guid w:val="{5DDD7F54-E860-4C10-8CD4-064111A0B01A}"/>
      </w:docPartPr>
      <w:docPartBody>
        <w:p w:rsidR="00DD52AF" w:rsidRDefault="00B47D3B" w:rsidP="00B47D3B">
          <w:pPr>
            <w:pStyle w:val="C2A133741039421DA6CB674D505A4C7A2"/>
          </w:pPr>
          <w:r w:rsidRPr="00732C75">
            <w:rPr>
              <w:rStyle w:val="a3"/>
            </w:rPr>
            <w:t>Click here to enter text.</w:t>
          </w:r>
        </w:p>
      </w:docPartBody>
    </w:docPart>
    <w:docPart>
      <w:docPartPr>
        <w:name w:val="9EA3864E90D5488C94A3C998F53AD892"/>
        <w:category>
          <w:name w:val="General"/>
          <w:gallery w:val="placeholder"/>
        </w:category>
        <w:types>
          <w:type w:val="bbPlcHdr"/>
        </w:types>
        <w:behaviors>
          <w:behavior w:val="content"/>
        </w:behaviors>
        <w:guid w:val="{BAC546FB-FFE8-4556-A354-866BC7D3D1DD}"/>
      </w:docPartPr>
      <w:docPartBody>
        <w:p w:rsidR="00DD52AF" w:rsidRDefault="00B47D3B" w:rsidP="00B47D3B">
          <w:pPr>
            <w:pStyle w:val="9EA3864E90D5488C94A3C998F53AD8922"/>
          </w:pPr>
          <w:r w:rsidRPr="00732C75">
            <w:rPr>
              <w:rStyle w:val="a3"/>
            </w:rPr>
            <w:t>Click here to enter text.</w:t>
          </w:r>
        </w:p>
      </w:docPartBody>
    </w:docPart>
    <w:docPart>
      <w:docPartPr>
        <w:name w:val="3DAB977149F941D282CF8BF3B68281D2"/>
        <w:category>
          <w:name w:val="General"/>
          <w:gallery w:val="placeholder"/>
        </w:category>
        <w:types>
          <w:type w:val="bbPlcHdr"/>
        </w:types>
        <w:behaviors>
          <w:behavior w:val="content"/>
        </w:behaviors>
        <w:guid w:val="{6EB8976E-D1C7-4BDC-86FD-788E939203A8}"/>
      </w:docPartPr>
      <w:docPartBody>
        <w:p w:rsidR="00DD52AF" w:rsidRDefault="00B47D3B" w:rsidP="00B47D3B">
          <w:pPr>
            <w:pStyle w:val="3DAB977149F941D282CF8BF3B68281D22"/>
          </w:pPr>
          <w:r w:rsidRPr="00732C75">
            <w:rPr>
              <w:rStyle w:val="a3"/>
            </w:rPr>
            <w:t>Click here to enter text.</w:t>
          </w:r>
        </w:p>
      </w:docPartBody>
    </w:docPart>
    <w:docPart>
      <w:docPartPr>
        <w:name w:val="235140D2BC9F4734A6CA590805319358"/>
        <w:category>
          <w:name w:val="General"/>
          <w:gallery w:val="placeholder"/>
        </w:category>
        <w:types>
          <w:type w:val="bbPlcHdr"/>
        </w:types>
        <w:behaviors>
          <w:behavior w:val="content"/>
        </w:behaviors>
        <w:guid w:val="{C289E899-B407-4C12-AD3F-A732B3171085}"/>
      </w:docPartPr>
      <w:docPartBody>
        <w:p w:rsidR="00DD52AF" w:rsidRDefault="00B47D3B" w:rsidP="00B47D3B">
          <w:pPr>
            <w:pStyle w:val="235140D2BC9F4734A6CA5908053193582"/>
          </w:pPr>
          <w:r w:rsidRPr="00732C75">
            <w:rPr>
              <w:rStyle w:val="a3"/>
            </w:rPr>
            <w:t>Click here to enter text.</w:t>
          </w:r>
        </w:p>
      </w:docPartBody>
    </w:docPart>
    <w:docPart>
      <w:docPartPr>
        <w:name w:val="EE92D88A7B0B4E6EBDB133A10A6780EE"/>
        <w:category>
          <w:name w:val="General"/>
          <w:gallery w:val="placeholder"/>
        </w:category>
        <w:types>
          <w:type w:val="bbPlcHdr"/>
        </w:types>
        <w:behaviors>
          <w:behavior w:val="content"/>
        </w:behaviors>
        <w:guid w:val="{CEBEE14A-D59D-4531-895E-60479606E790}"/>
      </w:docPartPr>
      <w:docPartBody>
        <w:p w:rsidR="00DD52AF" w:rsidRDefault="00B47D3B" w:rsidP="00B47D3B">
          <w:pPr>
            <w:pStyle w:val="EE92D88A7B0B4E6EBDB133A10A6780EE2"/>
          </w:pPr>
          <w:r w:rsidRPr="00732C75">
            <w:rPr>
              <w:rStyle w:val="a3"/>
            </w:rPr>
            <w:t>Click here to enter text.</w:t>
          </w:r>
        </w:p>
      </w:docPartBody>
    </w:docPart>
    <w:docPart>
      <w:docPartPr>
        <w:name w:val="0E07C61FB8CE4D44B0B4D94DD24B375F"/>
        <w:category>
          <w:name w:val="General"/>
          <w:gallery w:val="placeholder"/>
        </w:category>
        <w:types>
          <w:type w:val="bbPlcHdr"/>
        </w:types>
        <w:behaviors>
          <w:behavior w:val="content"/>
        </w:behaviors>
        <w:guid w:val="{CAA9868F-7B34-46C4-9A3B-22E33C2E9EBC}"/>
      </w:docPartPr>
      <w:docPartBody>
        <w:p w:rsidR="00DD52AF" w:rsidRDefault="00B47D3B" w:rsidP="00B47D3B">
          <w:pPr>
            <w:pStyle w:val="0E07C61FB8CE4D44B0B4D94DD24B375F2"/>
          </w:pPr>
          <w:r w:rsidRPr="00732C75">
            <w:rPr>
              <w:rStyle w:val="a3"/>
            </w:rPr>
            <w:t>Click here to enter text.</w:t>
          </w:r>
        </w:p>
      </w:docPartBody>
    </w:docPart>
    <w:docPart>
      <w:docPartPr>
        <w:name w:val="C99C09026A4740EF97EB385BD41C2BA3"/>
        <w:category>
          <w:name w:val="General"/>
          <w:gallery w:val="placeholder"/>
        </w:category>
        <w:types>
          <w:type w:val="bbPlcHdr"/>
        </w:types>
        <w:behaviors>
          <w:behavior w:val="content"/>
        </w:behaviors>
        <w:guid w:val="{EA85F589-9B1A-4523-B72E-88D9B2FEDF52}"/>
      </w:docPartPr>
      <w:docPartBody>
        <w:p w:rsidR="00DD52AF" w:rsidRDefault="00B47D3B" w:rsidP="00B47D3B">
          <w:pPr>
            <w:pStyle w:val="C99C09026A4740EF97EB385BD41C2BA32"/>
          </w:pPr>
          <w:r w:rsidRPr="00732C75">
            <w:rPr>
              <w:rStyle w:val="a3"/>
            </w:rPr>
            <w:t>Click here to enter text.</w:t>
          </w:r>
        </w:p>
      </w:docPartBody>
    </w:docPart>
    <w:docPart>
      <w:docPartPr>
        <w:name w:val="6DEE3D383BC547668D6C774FCE959456"/>
        <w:category>
          <w:name w:val="General"/>
          <w:gallery w:val="placeholder"/>
        </w:category>
        <w:types>
          <w:type w:val="bbPlcHdr"/>
        </w:types>
        <w:behaviors>
          <w:behavior w:val="content"/>
        </w:behaviors>
        <w:guid w:val="{246A77B5-443B-4384-B429-51F48EC9DD56}"/>
      </w:docPartPr>
      <w:docPartBody>
        <w:p w:rsidR="00DD52AF" w:rsidRDefault="00B47D3B" w:rsidP="00B47D3B">
          <w:pPr>
            <w:pStyle w:val="6DEE3D383BC547668D6C774FCE9594562"/>
          </w:pPr>
          <w:r w:rsidRPr="00732C75">
            <w:rPr>
              <w:rStyle w:val="a3"/>
            </w:rPr>
            <w:t>Click here to enter text.</w:t>
          </w:r>
        </w:p>
      </w:docPartBody>
    </w:docPart>
    <w:docPart>
      <w:docPartPr>
        <w:name w:val="F8A37B5086684949AE9DB8FF44A9FB1F"/>
        <w:category>
          <w:name w:val="General"/>
          <w:gallery w:val="placeholder"/>
        </w:category>
        <w:types>
          <w:type w:val="bbPlcHdr"/>
        </w:types>
        <w:behaviors>
          <w:behavior w:val="content"/>
        </w:behaviors>
        <w:guid w:val="{FC5478CC-26E4-4B95-AC30-413B9C1EC21F}"/>
      </w:docPartPr>
      <w:docPartBody>
        <w:p w:rsidR="00DD52AF" w:rsidRDefault="00B47D3B" w:rsidP="00B47D3B">
          <w:pPr>
            <w:pStyle w:val="F8A37B5086684949AE9DB8FF44A9FB1F2"/>
          </w:pPr>
          <w:r w:rsidRPr="00732C75">
            <w:rPr>
              <w:rStyle w:val="a3"/>
            </w:rPr>
            <w:t>Click here to enter text.</w:t>
          </w:r>
        </w:p>
      </w:docPartBody>
    </w:docPart>
    <w:docPart>
      <w:docPartPr>
        <w:name w:val="1DEE36DECA8246B5B6E444000D5BB979"/>
        <w:category>
          <w:name w:val="General"/>
          <w:gallery w:val="placeholder"/>
        </w:category>
        <w:types>
          <w:type w:val="bbPlcHdr"/>
        </w:types>
        <w:behaviors>
          <w:behavior w:val="content"/>
        </w:behaviors>
        <w:guid w:val="{A01AF086-696E-4426-B93A-D77670B4A6FA}"/>
      </w:docPartPr>
      <w:docPartBody>
        <w:p w:rsidR="00DD52AF" w:rsidRDefault="00B47D3B" w:rsidP="00B47D3B">
          <w:pPr>
            <w:pStyle w:val="1DEE36DECA8246B5B6E444000D5BB9792"/>
          </w:pPr>
          <w:r w:rsidRPr="00732C75">
            <w:rPr>
              <w:rStyle w:val="a3"/>
            </w:rPr>
            <w:t>Click here to enter text.</w:t>
          </w:r>
        </w:p>
      </w:docPartBody>
    </w:docPart>
    <w:docPart>
      <w:docPartPr>
        <w:name w:val="C1E5267EB53F4E069D9A6FE421408D6D"/>
        <w:category>
          <w:name w:val="General"/>
          <w:gallery w:val="placeholder"/>
        </w:category>
        <w:types>
          <w:type w:val="bbPlcHdr"/>
        </w:types>
        <w:behaviors>
          <w:behavior w:val="content"/>
        </w:behaviors>
        <w:guid w:val="{A7EEF035-D740-47A8-8290-32617A440150}"/>
      </w:docPartPr>
      <w:docPartBody>
        <w:p w:rsidR="00DD52AF" w:rsidRDefault="00B47D3B" w:rsidP="00B47D3B">
          <w:pPr>
            <w:pStyle w:val="C1E5267EB53F4E069D9A6FE421408D6D2"/>
          </w:pPr>
          <w:r w:rsidRPr="00732C75">
            <w:rPr>
              <w:rStyle w:val="a3"/>
            </w:rPr>
            <w:t>Click here to enter text.</w:t>
          </w:r>
        </w:p>
      </w:docPartBody>
    </w:docPart>
    <w:docPart>
      <w:docPartPr>
        <w:name w:val="1267D28257C84A6DAFE03382A4FB3AC3"/>
        <w:category>
          <w:name w:val="General"/>
          <w:gallery w:val="placeholder"/>
        </w:category>
        <w:types>
          <w:type w:val="bbPlcHdr"/>
        </w:types>
        <w:behaviors>
          <w:behavior w:val="content"/>
        </w:behaviors>
        <w:guid w:val="{938A8400-E542-4613-823E-36125DD3EF09}"/>
      </w:docPartPr>
      <w:docPartBody>
        <w:p w:rsidR="00DD52AF" w:rsidRDefault="00B47D3B" w:rsidP="00B47D3B">
          <w:pPr>
            <w:pStyle w:val="1267D28257C84A6DAFE03382A4FB3AC32"/>
          </w:pPr>
          <w:r w:rsidRPr="00732C75">
            <w:rPr>
              <w:rStyle w:val="a3"/>
            </w:rPr>
            <w:t>Click here to enter text.</w:t>
          </w:r>
        </w:p>
      </w:docPartBody>
    </w:docPart>
    <w:docPart>
      <w:docPartPr>
        <w:name w:val="15BC6B7F0BFB455F8E78B37D7A4D2B46"/>
        <w:category>
          <w:name w:val="General"/>
          <w:gallery w:val="placeholder"/>
        </w:category>
        <w:types>
          <w:type w:val="bbPlcHdr"/>
        </w:types>
        <w:behaviors>
          <w:behavior w:val="content"/>
        </w:behaviors>
        <w:guid w:val="{0D53CC4F-226E-4796-B874-6A045A85079C}"/>
      </w:docPartPr>
      <w:docPartBody>
        <w:p w:rsidR="00DD52AF" w:rsidRDefault="00B47D3B" w:rsidP="00B47D3B">
          <w:pPr>
            <w:pStyle w:val="15BC6B7F0BFB455F8E78B37D7A4D2B462"/>
          </w:pPr>
          <w:r w:rsidRPr="00732C75">
            <w:rPr>
              <w:rStyle w:val="a3"/>
            </w:rPr>
            <w:t>Click here to enter text.</w:t>
          </w:r>
        </w:p>
      </w:docPartBody>
    </w:docPart>
    <w:docPart>
      <w:docPartPr>
        <w:name w:val="00F03406A1414E7EAFEBE9093F62950B"/>
        <w:category>
          <w:name w:val="General"/>
          <w:gallery w:val="placeholder"/>
        </w:category>
        <w:types>
          <w:type w:val="bbPlcHdr"/>
        </w:types>
        <w:behaviors>
          <w:behavior w:val="content"/>
        </w:behaviors>
        <w:guid w:val="{F4749D76-5E8B-4470-833B-52963042ABC6}"/>
      </w:docPartPr>
      <w:docPartBody>
        <w:p w:rsidR="00DD52AF" w:rsidRDefault="00B47D3B" w:rsidP="00B47D3B">
          <w:pPr>
            <w:pStyle w:val="00F03406A1414E7EAFEBE9093F62950B2"/>
          </w:pPr>
          <w:r w:rsidRPr="00732C75">
            <w:rPr>
              <w:rStyle w:val="a3"/>
            </w:rPr>
            <w:t>Click here to enter text.</w:t>
          </w:r>
        </w:p>
      </w:docPartBody>
    </w:docPart>
    <w:docPart>
      <w:docPartPr>
        <w:name w:val="01B512313CF54E018347B6C54AE0738D"/>
        <w:category>
          <w:name w:val="General"/>
          <w:gallery w:val="placeholder"/>
        </w:category>
        <w:types>
          <w:type w:val="bbPlcHdr"/>
        </w:types>
        <w:behaviors>
          <w:behavior w:val="content"/>
        </w:behaviors>
        <w:guid w:val="{01FDDA8F-3B15-4A2B-9D9C-3B96CD1811BE}"/>
      </w:docPartPr>
      <w:docPartBody>
        <w:p w:rsidR="00DD52AF" w:rsidRDefault="00B47D3B" w:rsidP="00B47D3B">
          <w:pPr>
            <w:pStyle w:val="01B512313CF54E018347B6C54AE0738D2"/>
          </w:pPr>
          <w:r w:rsidRPr="00732C75">
            <w:rPr>
              <w:rStyle w:val="a3"/>
            </w:rPr>
            <w:t>Click here to enter text.</w:t>
          </w:r>
        </w:p>
      </w:docPartBody>
    </w:docPart>
    <w:docPart>
      <w:docPartPr>
        <w:name w:val="F96630CB895748F4AE272E1A5DC42E23"/>
        <w:category>
          <w:name w:val="General"/>
          <w:gallery w:val="placeholder"/>
        </w:category>
        <w:types>
          <w:type w:val="bbPlcHdr"/>
        </w:types>
        <w:behaviors>
          <w:behavior w:val="content"/>
        </w:behaviors>
        <w:guid w:val="{6C43C520-314F-4842-A198-72D56CD9C491}"/>
      </w:docPartPr>
      <w:docPartBody>
        <w:p w:rsidR="00DD52AF" w:rsidRDefault="00B47D3B" w:rsidP="00B47D3B">
          <w:pPr>
            <w:pStyle w:val="F96630CB895748F4AE272E1A5DC42E232"/>
          </w:pPr>
          <w:r w:rsidRPr="00732C75">
            <w:rPr>
              <w:rStyle w:val="a3"/>
            </w:rPr>
            <w:t>Click here to enter text.</w:t>
          </w:r>
        </w:p>
      </w:docPartBody>
    </w:docPart>
    <w:docPart>
      <w:docPartPr>
        <w:name w:val="CF48FCCC439B4C2AAB400302D3B8FF0C"/>
        <w:category>
          <w:name w:val="General"/>
          <w:gallery w:val="placeholder"/>
        </w:category>
        <w:types>
          <w:type w:val="bbPlcHdr"/>
        </w:types>
        <w:behaviors>
          <w:behavior w:val="content"/>
        </w:behaviors>
        <w:guid w:val="{3884B260-A49C-4674-AB32-E8818082B325}"/>
      </w:docPartPr>
      <w:docPartBody>
        <w:p w:rsidR="00DD52AF" w:rsidRDefault="00B47D3B" w:rsidP="00B47D3B">
          <w:pPr>
            <w:pStyle w:val="CF48FCCC439B4C2AAB400302D3B8FF0C2"/>
          </w:pPr>
          <w:r w:rsidRPr="00732C75">
            <w:rPr>
              <w:rStyle w:val="a3"/>
            </w:rPr>
            <w:t>Click here to enter text.</w:t>
          </w:r>
        </w:p>
      </w:docPartBody>
    </w:docPart>
    <w:docPart>
      <w:docPartPr>
        <w:name w:val="D30F2AA937E548FC8195B08ADBCBF4EC"/>
        <w:category>
          <w:name w:val="General"/>
          <w:gallery w:val="placeholder"/>
        </w:category>
        <w:types>
          <w:type w:val="bbPlcHdr"/>
        </w:types>
        <w:behaviors>
          <w:behavior w:val="content"/>
        </w:behaviors>
        <w:guid w:val="{24FF3674-FDB5-4F13-99AE-CCF30DA46136}"/>
      </w:docPartPr>
      <w:docPartBody>
        <w:p w:rsidR="00DD52AF" w:rsidRDefault="00B47D3B" w:rsidP="00B47D3B">
          <w:pPr>
            <w:pStyle w:val="D30F2AA937E548FC8195B08ADBCBF4EC2"/>
          </w:pPr>
          <w:r w:rsidRPr="00732C75">
            <w:rPr>
              <w:rStyle w:val="a3"/>
            </w:rPr>
            <w:t>Click here to enter text.</w:t>
          </w:r>
        </w:p>
      </w:docPartBody>
    </w:docPart>
    <w:docPart>
      <w:docPartPr>
        <w:name w:val="BB05BBC9C8D94B17A02A4DD141FEFB9B"/>
        <w:category>
          <w:name w:val="General"/>
          <w:gallery w:val="placeholder"/>
        </w:category>
        <w:types>
          <w:type w:val="bbPlcHdr"/>
        </w:types>
        <w:behaviors>
          <w:behavior w:val="content"/>
        </w:behaviors>
        <w:guid w:val="{353C9742-B09A-412E-BF16-70903BDD10F5}"/>
      </w:docPartPr>
      <w:docPartBody>
        <w:p w:rsidR="00DD52AF" w:rsidRDefault="00B47D3B" w:rsidP="00B47D3B">
          <w:pPr>
            <w:pStyle w:val="BB05BBC9C8D94B17A02A4DD141FEFB9B2"/>
          </w:pPr>
          <w:r w:rsidRPr="00732C75">
            <w:rPr>
              <w:rStyle w:val="a3"/>
            </w:rPr>
            <w:t>Click here to enter text.</w:t>
          </w:r>
        </w:p>
      </w:docPartBody>
    </w:docPart>
    <w:docPart>
      <w:docPartPr>
        <w:name w:val="603B606775364BD7A349D9BC763AB090"/>
        <w:category>
          <w:name w:val="General"/>
          <w:gallery w:val="placeholder"/>
        </w:category>
        <w:types>
          <w:type w:val="bbPlcHdr"/>
        </w:types>
        <w:behaviors>
          <w:behavior w:val="content"/>
        </w:behaviors>
        <w:guid w:val="{3AC6C6FA-EFC1-4DD6-9903-2424211D35D3}"/>
      </w:docPartPr>
      <w:docPartBody>
        <w:p w:rsidR="00DD52AF" w:rsidRDefault="00B47D3B" w:rsidP="00B47D3B">
          <w:pPr>
            <w:pStyle w:val="603B606775364BD7A349D9BC763AB0902"/>
          </w:pPr>
          <w:r w:rsidRPr="00732C75">
            <w:rPr>
              <w:rStyle w:val="a3"/>
            </w:rPr>
            <w:t>Click here to enter text.</w:t>
          </w:r>
        </w:p>
      </w:docPartBody>
    </w:docPart>
    <w:docPart>
      <w:docPartPr>
        <w:name w:val="194CD475C29B4C3292183C14FF5375DC"/>
        <w:category>
          <w:name w:val="General"/>
          <w:gallery w:val="placeholder"/>
        </w:category>
        <w:types>
          <w:type w:val="bbPlcHdr"/>
        </w:types>
        <w:behaviors>
          <w:behavior w:val="content"/>
        </w:behaviors>
        <w:guid w:val="{A414F411-976C-4579-863A-A007C6DA4CD2}"/>
      </w:docPartPr>
      <w:docPartBody>
        <w:p w:rsidR="00DD52AF" w:rsidRDefault="00B47D3B" w:rsidP="00B47D3B">
          <w:pPr>
            <w:pStyle w:val="194CD475C29B4C3292183C14FF5375DC2"/>
          </w:pPr>
          <w:r w:rsidRPr="00732C75">
            <w:rPr>
              <w:rStyle w:val="a3"/>
            </w:rPr>
            <w:t>Click here to enter text.</w:t>
          </w:r>
        </w:p>
      </w:docPartBody>
    </w:docPart>
    <w:docPart>
      <w:docPartPr>
        <w:name w:val="A0A34DB784874155B2829491292D66A3"/>
        <w:category>
          <w:name w:val="General"/>
          <w:gallery w:val="placeholder"/>
        </w:category>
        <w:types>
          <w:type w:val="bbPlcHdr"/>
        </w:types>
        <w:behaviors>
          <w:behavior w:val="content"/>
        </w:behaviors>
        <w:guid w:val="{2CB895A9-1249-4737-B416-E43FA91F1EA9}"/>
      </w:docPartPr>
      <w:docPartBody>
        <w:p w:rsidR="00DD52AF" w:rsidRDefault="00B47D3B" w:rsidP="00B47D3B">
          <w:pPr>
            <w:pStyle w:val="A0A34DB784874155B2829491292D66A32"/>
          </w:pPr>
          <w:r w:rsidRPr="00732C75">
            <w:rPr>
              <w:rStyle w:val="a3"/>
            </w:rPr>
            <w:t>Click here to enter text.</w:t>
          </w:r>
        </w:p>
      </w:docPartBody>
    </w:docPart>
    <w:docPart>
      <w:docPartPr>
        <w:name w:val="69621B0DA41E4030906725FC06E785E3"/>
        <w:category>
          <w:name w:val="General"/>
          <w:gallery w:val="placeholder"/>
        </w:category>
        <w:types>
          <w:type w:val="bbPlcHdr"/>
        </w:types>
        <w:behaviors>
          <w:behavior w:val="content"/>
        </w:behaviors>
        <w:guid w:val="{3611ECEB-BA56-49D2-9BD8-F0F0A4A5FF2D}"/>
      </w:docPartPr>
      <w:docPartBody>
        <w:p w:rsidR="00DD52AF" w:rsidRDefault="00B47D3B" w:rsidP="00B47D3B">
          <w:pPr>
            <w:pStyle w:val="69621B0DA41E4030906725FC06E785E32"/>
          </w:pPr>
          <w:r w:rsidRPr="00732C75">
            <w:rPr>
              <w:rStyle w:val="a3"/>
            </w:rPr>
            <w:t>Click here to enter text.</w:t>
          </w:r>
        </w:p>
      </w:docPartBody>
    </w:docPart>
    <w:docPart>
      <w:docPartPr>
        <w:name w:val="12218346058B479C9D73B45B458815D1"/>
        <w:category>
          <w:name w:val="General"/>
          <w:gallery w:val="placeholder"/>
        </w:category>
        <w:types>
          <w:type w:val="bbPlcHdr"/>
        </w:types>
        <w:behaviors>
          <w:behavior w:val="content"/>
        </w:behaviors>
        <w:guid w:val="{C0D21760-AB65-4265-A646-317373314C7B}"/>
      </w:docPartPr>
      <w:docPartBody>
        <w:p w:rsidR="00DD52AF" w:rsidRDefault="00B47D3B" w:rsidP="00B47D3B">
          <w:pPr>
            <w:pStyle w:val="12218346058B479C9D73B45B458815D12"/>
          </w:pPr>
          <w:r w:rsidRPr="00732C75">
            <w:rPr>
              <w:rStyle w:val="a3"/>
            </w:rPr>
            <w:t>Click here to enter text.</w:t>
          </w:r>
        </w:p>
      </w:docPartBody>
    </w:docPart>
    <w:docPart>
      <w:docPartPr>
        <w:name w:val="46FABA144AA7436BBC54578229DFE8B2"/>
        <w:category>
          <w:name w:val="General"/>
          <w:gallery w:val="placeholder"/>
        </w:category>
        <w:types>
          <w:type w:val="bbPlcHdr"/>
        </w:types>
        <w:behaviors>
          <w:behavior w:val="content"/>
        </w:behaviors>
        <w:guid w:val="{EDCCD6A3-00F1-476E-A3B2-CB0F6C336CFE}"/>
      </w:docPartPr>
      <w:docPartBody>
        <w:p w:rsidR="00DD52AF" w:rsidRDefault="00B47D3B" w:rsidP="00B47D3B">
          <w:pPr>
            <w:pStyle w:val="46FABA144AA7436BBC54578229DFE8B21"/>
          </w:pPr>
          <w:r w:rsidRPr="00732C75">
            <w:rPr>
              <w:rStyle w:val="a3"/>
            </w:rPr>
            <w:t>Click here to enter text.</w:t>
          </w:r>
        </w:p>
      </w:docPartBody>
    </w:docPart>
    <w:docPart>
      <w:docPartPr>
        <w:name w:val="CE1225D0388D45F58CE07D912563A208"/>
        <w:category>
          <w:name w:val="General"/>
          <w:gallery w:val="placeholder"/>
        </w:category>
        <w:types>
          <w:type w:val="bbPlcHdr"/>
        </w:types>
        <w:behaviors>
          <w:behavior w:val="content"/>
        </w:behaviors>
        <w:guid w:val="{DD703D9B-7AF7-4067-BCC4-37753A2D7AC7}"/>
      </w:docPartPr>
      <w:docPartBody>
        <w:p w:rsidR="00DD52AF" w:rsidRDefault="00B47D3B" w:rsidP="00B47D3B">
          <w:pPr>
            <w:pStyle w:val="CE1225D0388D45F58CE07D912563A2081"/>
          </w:pPr>
          <w:r w:rsidRPr="00732C75">
            <w:rPr>
              <w:rStyle w:val="a3"/>
            </w:rPr>
            <w:t>Click here to enter text.</w:t>
          </w:r>
        </w:p>
      </w:docPartBody>
    </w:docPart>
    <w:docPart>
      <w:docPartPr>
        <w:name w:val="6CA0E114121F428AB97A652514E74B71"/>
        <w:category>
          <w:name w:val="General"/>
          <w:gallery w:val="placeholder"/>
        </w:category>
        <w:types>
          <w:type w:val="bbPlcHdr"/>
        </w:types>
        <w:behaviors>
          <w:behavior w:val="content"/>
        </w:behaviors>
        <w:guid w:val="{AF8FB521-F951-4BAC-8972-5FC8E4780E15}"/>
      </w:docPartPr>
      <w:docPartBody>
        <w:p w:rsidR="00DD52AF" w:rsidRDefault="00B47D3B" w:rsidP="00B47D3B">
          <w:pPr>
            <w:pStyle w:val="6CA0E114121F428AB97A652514E74B711"/>
          </w:pPr>
          <w:r w:rsidRPr="00732C75">
            <w:rPr>
              <w:rStyle w:val="a3"/>
            </w:rPr>
            <w:t>Click here to enter text.</w:t>
          </w:r>
        </w:p>
      </w:docPartBody>
    </w:docPart>
    <w:docPart>
      <w:docPartPr>
        <w:name w:val="2C961586F5744A2599ABC430B866D568"/>
        <w:category>
          <w:name w:val="General"/>
          <w:gallery w:val="placeholder"/>
        </w:category>
        <w:types>
          <w:type w:val="bbPlcHdr"/>
        </w:types>
        <w:behaviors>
          <w:behavior w:val="content"/>
        </w:behaviors>
        <w:guid w:val="{1167695B-ADC8-48FD-BCC5-A91B5C3C5379}"/>
      </w:docPartPr>
      <w:docPartBody>
        <w:p w:rsidR="00DD52AF" w:rsidRDefault="00B47D3B" w:rsidP="00B47D3B">
          <w:pPr>
            <w:pStyle w:val="2C961586F5744A2599ABC430B866D5681"/>
          </w:pPr>
          <w:r w:rsidRPr="00732C75">
            <w:rPr>
              <w:rStyle w:val="a3"/>
            </w:rPr>
            <w:t>Click here to enter text.</w:t>
          </w:r>
        </w:p>
      </w:docPartBody>
    </w:docPart>
    <w:docPart>
      <w:docPartPr>
        <w:name w:val="066301E65D5B426C906A60FF20E19EA0"/>
        <w:category>
          <w:name w:val="General"/>
          <w:gallery w:val="placeholder"/>
        </w:category>
        <w:types>
          <w:type w:val="bbPlcHdr"/>
        </w:types>
        <w:behaviors>
          <w:behavior w:val="content"/>
        </w:behaviors>
        <w:guid w:val="{AD342D61-868D-4C28-AB23-CD21423048E6}"/>
      </w:docPartPr>
      <w:docPartBody>
        <w:p w:rsidR="00DD52AF" w:rsidRDefault="00B47D3B" w:rsidP="00B47D3B">
          <w:pPr>
            <w:pStyle w:val="066301E65D5B426C906A60FF20E19EA01"/>
          </w:pPr>
          <w:r w:rsidRPr="00732C75">
            <w:rPr>
              <w:rStyle w:val="a3"/>
            </w:rPr>
            <w:t>Click here to enter text.</w:t>
          </w:r>
        </w:p>
      </w:docPartBody>
    </w:docPart>
    <w:docPart>
      <w:docPartPr>
        <w:name w:val="6D6CDD23D1CC475BAEFEF82F085BA6B2"/>
        <w:category>
          <w:name w:val="General"/>
          <w:gallery w:val="placeholder"/>
        </w:category>
        <w:types>
          <w:type w:val="bbPlcHdr"/>
        </w:types>
        <w:behaviors>
          <w:behavior w:val="content"/>
        </w:behaviors>
        <w:guid w:val="{E1A471FB-43F3-4B6E-BA6D-8B73D4AF217C}"/>
      </w:docPartPr>
      <w:docPartBody>
        <w:p w:rsidR="00DD52AF" w:rsidRDefault="00B47D3B" w:rsidP="00B47D3B">
          <w:pPr>
            <w:pStyle w:val="6D6CDD23D1CC475BAEFEF82F085BA6B21"/>
          </w:pPr>
          <w:r w:rsidRPr="00732C75">
            <w:rPr>
              <w:rStyle w:val="a3"/>
            </w:rPr>
            <w:t>Click here to enter text.</w:t>
          </w:r>
        </w:p>
      </w:docPartBody>
    </w:docPart>
    <w:docPart>
      <w:docPartPr>
        <w:name w:val="346D0A500962425396A3DFE45019C961"/>
        <w:category>
          <w:name w:val="General"/>
          <w:gallery w:val="placeholder"/>
        </w:category>
        <w:types>
          <w:type w:val="bbPlcHdr"/>
        </w:types>
        <w:behaviors>
          <w:behavior w:val="content"/>
        </w:behaviors>
        <w:guid w:val="{CDBD98F1-E9C8-40D0-9F8C-A0AC90C1C6AA}"/>
      </w:docPartPr>
      <w:docPartBody>
        <w:p w:rsidR="00DD52AF" w:rsidRDefault="00B47D3B" w:rsidP="00B47D3B">
          <w:pPr>
            <w:pStyle w:val="346D0A500962425396A3DFE45019C9611"/>
          </w:pPr>
          <w:r w:rsidRPr="00732C75">
            <w:rPr>
              <w:rStyle w:val="a3"/>
            </w:rPr>
            <w:t>Click here to enter text.</w:t>
          </w:r>
        </w:p>
      </w:docPartBody>
    </w:docPart>
    <w:docPart>
      <w:docPartPr>
        <w:name w:val="AE338C24F9C64FDBBAA40C21F6ACA509"/>
        <w:category>
          <w:name w:val="全般"/>
          <w:gallery w:val="placeholder"/>
        </w:category>
        <w:types>
          <w:type w:val="bbPlcHdr"/>
        </w:types>
        <w:behaviors>
          <w:behavior w:val="content"/>
        </w:behaviors>
        <w:guid w:val="{4042B1A7-A504-4310-996E-09526F75AFC5}"/>
      </w:docPartPr>
      <w:docPartBody>
        <w:p w:rsidR="00A97AA9" w:rsidRDefault="00B47D3B" w:rsidP="00B47D3B">
          <w:pPr>
            <w:pStyle w:val="AE338C24F9C64FDBBAA40C21F6ACA509"/>
          </w:pPr>
          <w:r w:rsidRPr="00732C75">
            <w:rPr>
              <w:rStyle w:val="a3"/>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E1000AEF" w:usb1="5000A1FF" w:usb2="00000000" w:usb3="00000000" w:csb0="000001B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2AF"/>
    <w:rsid w:val="00272EE3"/>
    <w:rsid w:val="007F25AB"/>
    <w:rsid w:val="00A97AA9"/>
    <w:rsid w:val="00B47D3B"/>
    <w:rsid w:val="00DD52AF"/>
    <w:rsid w:val="00EB6A45"/>
    <w:rsid w:val="00F66D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unhideWhenUsed/>
    <w:rsid w:val="00B47D3B"/>
    <w:rPr>
      <w:color w:val="808080"/>
    </w:rPr>
  </w:style>
  <w:style w:type="paragraph" w:customStyle="1" w:styleId="7D8ED091DCBA46E7841DCF4718BCE4AF3">
    <w:name w:val="7D8ED091DCBA46E7841DCF4718BCE4AF3"/>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C3B790749D7A4E41B57172D58EA4F0014">
    <w:name w:val="C3B790749D7A4E41B57172D58EA4F0014"/>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4F9D22DABA6D4DBDB63AA05C87376C184">
    <w:name w:val="4F9D22DABA6D4DBDB63AA05C87376C184"/>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77FD45F0FA0D4D30B96E81E3BD1E76334">
    <w:name w:val="77FD45F0FA0D4D30B96E81E3BD1E76334"/>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3D514165047C4148A46E82892646610E4">
    <w:name w:val="3D514165047C4148A46E82892646610E4"/>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3F70948CDAE84D56B04B5435E5B5EF864">
    <w:name w:val="3F70948CDAE84D56B04B5435E5B5EF864"/>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C85D42694CD44E42890FA99D1AEC11D24">
    <w:name w:val="C85D42694CD44E42890FA99D1AEC11D24"/>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4CF1968EF11F4CC0B38595E0BA4FBF114">
    <w:name w:val="4CF1968EF11F4CC0B38595E0BA4FBF114"/>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ED8EFD2BCD364C0486E98DC15C75FBED4">
    <w:name w:val="ED8EFD2BCD364C0486E98DC15C75FBED4"/>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A418937993384D7993E67569882DEAEC4">
    <w:name w:val="A418937993384D7993E67569882DEAEC4"/>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C68DAD5AA19A4B2C9F32499694A1620F4">
    <w:name w:val="C68DAD5AA19A4B2C9F32499694A1620F4"/>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E9E2FA4111DC4EA683828EF05289DB134">
    <w:name w:val="E9E2FA4111DC4EA683828EF05289DB134"/>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98393178AFD04EC99D72A963E7F6057E4">
    <w:name w:val="98393178AFD04EC99D72A963E7F6057E4"/>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5A868EBB577945178E3C00CC18A0AF704">
    <w:name w:val="5A868EBB577945178E3C00CC18A0AF704"/>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8EF82833A4F94D68A8DCD9619F9DBB444">
    <w:name w:val="8EF82833A4F94D68A8DCD9619F9DBB444"/>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E0EB166B72B04320B1AFC49A510C775E4">
    <w:name w:val="E0EB166B72B04320B1AFC49A510C775E4"/>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D37D04AD03A84837A2C9F475565890A94">
    <w:name w:val="D37D04AD03A84837A2C9F475565890A94"/>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44D15E7F6AD044B0AFE71944B47A655F4">
    <w:name w:val="44D15E7F6AD044B0AFE71944B47A655F4"/>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CD07BAF11CE14EBBB5E4FBF7D4F0B0A04">
    <w:name w:val="CD07BAF11CE14EBBB5E4FBF7D4F0B0A04"/>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1DA74FD876A34F0BBC1BF6806675AAFE4">
    <w:name w:val="1DA74FD876A34F0BBC1BF6806675AAFE4"/>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05A03F7D13BB427B8AD274922127E71C4">
    <w:name w:val="05A03F7D13BB427B8AD274922127E71C4"/>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9CF5766AB8B640E092E9F612ECB01D024">
    <w:name w:val="9CF5766AB8B640E092E9F612ECB01D024"/>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1E238496FE144BABB5274FE720724FF14">
    <w:name w:val="1E238496FE144BABB5274FE720724FF14"/>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999481615DDF4BEFBAB9C8154A9B96CA4">
    <w:name w:val="999481615DDF4BEFBAB9C8154A9B96CA4"/>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4F9FDB2A72364D3282EB2F5402B7626D4">
    <w:name w:val="4F9FDB2A72364D3282EB2F5402B7626D4"/>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6A0D95C0E1704B7C9739B51A9379103E4">
    <w:name w:val="6A0D95C0E1704B7C9739B51A9379103E4"/>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76A57A7BD68C47E1A343CB8ECDA4C6664">
    <w:name w:val="76A57A7BD68C47E1A343CB8ECDA4C6664"/>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93418DD682314F77AD0AD15866488BB54">
    <w:name w:val="93418DD682314F77AD0AD15866488BB54"/>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F3B4C635ACF7487B98163363290708444">
    <w:name w:val="F3B4C635ACF7487B98163363290708444"/>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EDC3EA47C4ED41DC9D7EC4480DFA24D14">
    <w:name w:val="EDC3EA47C4ED41DC9D7EC4480DFA24D14"/>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8E24F1E48C3A43D5870EDC312E39FC0C4">
    <w:name w:val="8E24F1E48C3A43D5870EDC312E39FC0C4"/>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53BDA000A05948939D049D5ED78B933C4">
    <w:name w:val="53BDA000A05948939D049D5ED78B933C4"/>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CAE3C3766EE34FDF8CDCE8BBBEDA71C14">
    <w:name w:val="CAE3C3766EE34FDF8CDCE8BBBEDA71C14"/>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97CD773DC712414189D00A919653209F4">
    <w:name w:val="97CD773DC712414189D00A919653209F4"/>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6A285D65A2D5417690A1B0F7FD28B1314">
    <w:name w:val="6A285D65A2D5417690A1B0F7FD28B1314"/>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34B85215D77D4C3CAB2B6D02C02C5A054">
    <w:name w:val="34B85215D77D4C3CAB2B6D02C02C5A054"/>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696CAFDD330E4BD191C3782550E3BAA74">
    <w:name w:val="696CAFDD330E4BD191C3782550E3BAA74"/>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57FE328CA357463EA196421FCD2057234">
    <w:name w:val="57FE328CA357463EA196421FCD2057234"/>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C6D34FA6F0EA40B4BBE6DA1C819AE06E3">
    <w:name w:val="C6D34FA6F0EA40B4BBE6DA1C819AE06E3"/>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A2F575E736DB429CADAE67C4D520BDCD3">
    <w:name w:val="A2F575E736DB429CADAE67C4D520BDCD3"/>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10BDAA55531C46D7984A5995FD48F0AF2">
    <w:name w:val="10BDAA55531C46D7984A5995FD48F0AF2"/>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0DBFA8D2F62C4C3F9CBF2D6C0A086A7D2">
    <w:name w:val="0DBFA8D2F62C4C3F9CBF2D6C0A086A7D2"/>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92A1321D814E4F7ABE86CECA1627EA7F2">
    <w:name w:val="92A1321D814E4F7ABE86CECA1627EA7F2"/>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B525DC2B761F4625A46793463CE726443">
    <w:name w:val="B525DC2B761F4625A46793463CE726443"/>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06DC16D6944F4BD2B57D20A2F3840E133">
    <w:name w:val="06DC16D6944F4BD2B57D20A2F3840E133"/>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6F170A4B2A7E4FA2B8830D444769F5C93">
    <w:name w:val="6F170A4B2A7E4FA2B8830D444769F5C93"/>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710D710F9732494C98B1A05CFEFE9C693">
    <w:name w:val="710D710F9732494C98B1A05CFEFE9C693"/>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83970CD9930C4944905CC73CD5E339773">
    <w:name w:val="83970CD9930C4944905CC73CD5E339773"/>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51A0E5BE7BAF45F9AC608DC2B8192D123">
    <w:name w:val="51A0E5BE7BAF45F9AC608DC2B8192D123"/>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C31CFA675AD94F75B21D078E5302AF043">
    <w:name w:val="C31CFA675AD94F75B21D078E5302AF043"/>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5B3623AE72684FD98F7DC215FDE1307F3">
    <w:name w:val="5B3623AE72684FD98F7DC215FDE1307F3"/>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46FABA144AA7436BBC54578229DFE8B21">
    <w:name w:val="46FABA144AA7436BBC54578229DFE8B21"/>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CE1225D0388D45F58CE07D912563A2081">
    <w:name w:val="CE1225D0388D45F58CE07D912563A2081"/>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6CA0E114121F428AB97A652514E74B711">
    <w:name w:val="6CA0E114121F428AB97A652514E74B711"/>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2C961586F5744A2599ABC430B866D5681">
    <w:name w:val="2C961586F5744A2599ABC430B866D5681"/>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066301E65D5B426C906A60FF20E19EA01">
    <w:name w:val="066301E65D5B426C906A60FF20E19EA01"/>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6D6CDD23D1CC475BAEFEF82F085BA6B21">
    <w:name w:val="6D6CDD23D1CC475BAEFEF82F085BA6B21"/>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B74B460D253D409DAB201546085A872A2">
    <w:name w:val="B74B460D253D409DAB201546085A872A2"/>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411DFDF7F6054470ACFB2103026248CE2">
    <w:name w:val="411DFDF7F6054470ACFB2103026248CE2"/>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7E781533FE65430BA8CDBD39D80C064F2">
    <w:name w:val="7E781533FE65430BA8CDBD39D80C064F2"/>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ED10D14CE0E64670BAE7ADAE0336D9D22">
    <w:name w:val="ED10D14CE0E64670BAE7ADAE0336D9D22"/>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F17E0368DDAF422FA796ECD5B7E4C4A02">
    <w:name w:val="F17E0368DDAF422FA796ECD5B7E4C4A02"/>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20FEE56B739C477F8DC693518DC273722">
    <w:name w:val="20FEE56B739C477F8DC693518DC273722"/>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55761837C7CE49A8AD686DB4E503776D2">
    <w:name w:val="55761837C7CE49A8AD686DB4E503776D2"/>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04E3EED662EA418E965040735A7EC1362">
    <w:name w:val="04E3EED662EA418E965040735A7EC1362"/>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B4E9A3E68B184CDFBBDC2CCB7E1420502">
    <w:name w:val="B4E9A3E68B184CDFBBDC2CCB7E1420502"/>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A34EEBA229834ACCA641564DCAEFD1E02">
    <w:name w:val="A34EEBA229834ACCA641564DCAEFD1E02"/>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6240155BB04440FFB393BB5FAC57D8A72">
    <w:name w:val="6240155BB04440FFB393BB5FAC57D8A72"/>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3C1A448228F747D4959BF5EEF7AD76522">
    <w:name w:val="3C1A448228F747D4959BF5EEF7AD76522"/>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BE3E50064AE84C8E9B1D2135B5D967E12">
    <w:name w:val="BE3E50064AE84C8E9B1D2135B5D967E12"/>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039383B21B194C8DA6C265CF836026B42">
    <w:name w:val="039383B21B194C8DA6C265CF836026B42"/>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7A9349C3C0D545E292BCFA07FE993FEA2">
    <w:name w:val="7A9349C3C0D545E292BCFA07FE993FEA2"/>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2CDF3C292174445287A2E07CC2D7530D2">
    <w:name w:val="2CDF3C292174445287A2E07CC2D7530D2"/>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9AB5C63DA8324AA09C775C6009F2F3DA2">
    <w:name w:val="9AB5C63DA8324AA09C775C6009F2F3DA2"/>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5B0E2CBEE26148DDB9909D9449F2D5A12">
    <w:name w:val="5B0E2CBEE26148DDB9909D9449F2D5A12"/>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09A51664A60F4765BD32695121BADCDB2">
    <w:name w:val="09A51664A60F4765BD32695121BADCDB2"/>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287CFC87D994428F96E5E2C315547A2A2">
    <w:name w:val="287CFC87D994428F96E5E2C315547A2A2"/>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8E9A314BC5AC4ECBBB0F9E9BFFAE19482">
    <w:name w:val="8E9A314BC5AC4ECBBB0F9E9BFFAE19482"/>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DCA714F49E3244B0A6E7479F872EF9032">
    <w:name w:val="DCA714F49E3244B0A6E7479F872EF9032"/>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458E77E8E89D49B7A26841257DAE5DD92">
    <w:name w:val="458E77E8E89D49B7A26841257DAE5DD92"/>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2B0CB3951B49444CABF83C209A3EA8722">
    <w:name w:val="2B0CB3951B49444CABF83C209A3EA8722"/>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C2A133741039421DA6CB674D505A4C7A2">
    <w:name w:val="C2A133741039421DA6CB674D505A4C7A2"/>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9EA3864E90D5488C94A3C998F53AD8922">
    <w:name w:val="9EA3864E90D5488C94A3C998F53AD8922"/>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3DAB977149F941D282CF8BF3B68281D22">
    <w:name w:val="3DAB977149F941D282CF8BF3B68281D22"/>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235140D2BC9F4734A6CA5908053193582">
    <w:name w:val="235140D2BC9F4734A6CA5908053193582"/>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EE92D88A7B0B4E6EBDB133A10A6780EE2">
    <w:name w:val="EE92D88A7B0B4E6EBDB133A10A6780EE2"/>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0E07C61FB8CE4D44B0B4D94DD24B375F2">
    <w:name w:val="0E07C61FB8CE4D44B0B4D94DD24B375F2"/>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C99C09026A4740EF97EB385BD41C2BA32">
    <w:name w:val="C99C09026A4740EF97EB385BD41C2BA32"/>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6DEE3D383BC547668D6C774FCE9594562">
    <w:name w:val="6DEE3D383BC547668D6C774FCE9594562"/>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F8A37B5086684949AE9DB8FF44A9FB1F2">
    <w:name w:val="F8A37B5086684949AE9DB8FF44A9FB1F2"/>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1DEE36DECA8246B5B6E444000D5BB9792">
    <w:name w:val="1DEE36DECA8246B5B6E444000D5BB9792"/>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C1E5267EB53F4E069D9A6FE421408D6D2">
    <w:name w:val="C1E5267EB53F4E069D9A6FE421408D6D2"/>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1267D28257C84A6DAFE03382A4FB3AC32">
    <w:name w:val="1267D28257C84A6DAFE03382A4FB3AC32"/>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15BC6B7F0BFB455F8E78B37D7A4D2B462">
    <w:name w:val="15BC6B7F0BFB455F8E78B37D7A4D2B462"/>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00F03406A1414E7EAFEBE9093F62950B2">
    <w:name w:val="00F03406A1414E7EAFEBE9093F62950B2"/>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01B512313CF54E018347B6C54AE0738D2">
    <w:name w:val="01B512313CF54E018347B6C54AE0738D2"/>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F96630CB895748F4AE272E1A5DC42E232">
    <w:name w:val="F96630CB895748F4AE272E1A5DC42E232"/>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CF48FCCC439B4C2AAB400302D3B8FF0C2">
    <w:name w:val="CF48FCCC439B4C2AAB400302D3B8FF0C2"/>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D30F2AA937E548FC8195B08ADBCBF4EC2">
    <w:name w:val="D30F2AA937E548FC8195B08ADBCBF4EC2"/>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BB05BBC9C8D94B17A02A4DD141FEFB9B2">
    <w:name w:val="BB05BBC9C8D94B17A02A4DD141FEFB9B2"/>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603B606775364BD7A349D9BC763AB0902">
    <w:name w:val="603B606775364BD7A349D9BC763AB0902"/>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194CD475C29B4C3292183C14FF5375DC2">
    <w:name w:val="194CD475C29B4C3292183C14FF5375DC2"/>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A0A34DB784874155B2829491292D66A32">
    <w:name w:val="A0A34DB784874155B2829491292D66A32"/>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69621B0DA41E4030906725FC06E785E32">
    <w:name w:val="69621B0DA41E4030906725FC06E785E32"/>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12218346058B479C9D73B45B458815D12">
    <w:name w:val="12218346058B479C9D73B45B458815D12"/>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AE338C24F9C64FDBBAA40C21F6ACA509">
    <w:name w:val="AE338C24F9C64FDBBAA40C21F6ACA509"/>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 w:type="paragraph" w:customStyle="1" w:styleId="346D0A500962425396A3DFE45019C9611">
    <w:name w:val="346D0A500962425396A3DFE45019C9611"/>
    <w:rsid w:val="00B47D3B"/>
    <w:pPr>
      <w:widowControl w:val="0"/>
      <w:tabs>
        <w:tab w:val="left" w:pos="1228"/>
      </w:tabs>
      <w:suppressAutoHyphens/>
      <w:autoSpaceDE w:val="0"/>
      <w:autoSpaceDN w:val="0"/>
      <w:adjustRightInd w:val="0"/>
      <w:spacing w:before="120" w:after="0" w:line="300" w:lineRule="atLeast"/>
      <w:textAlignment w:val="center"/>
    </w:pPr>
    <w:rPr>
      <w:rFonts w:ascii="Georgia" w:eastAsia="ＭＳ 明朝" w:hAnsi="Georgia" w:cs="Times New Roman"/>
      <w:color w:val="000000"/>
      <w:kern w:val="0"/>
      <w:sz w:val="20"/>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RI_Document.dot</Template>
  <TotalTime>0</TotalTime>
  <Pages>6</Pages>
  <Words>1067</Words>
  <Characters>6083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Rotary International</Company>
  <LinksUpToDate>false</LinksUpToDate>
  <CharactersWithSpaces>7136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McLeod</dc:creator>
  <cp:lastModifiedBy>Hiro N</cp:lastModifiedBy>
  <cp:revision>2</cp:revision>
  <cp:lastPrinted>2013-12-20T15:37:00Z</cp:lastPrinted>
  <dcterms:created xsi:type="dcterms:W3CDTF">2025-08-02T05:08:00Z</dcterms:created>
  <dcterms:modified xsi:type="dcterms:W3CDTF">2025-08-02T05:08:00Z</dcterms:modified>
</cp:coreProperties>
</file>